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D1BF15" w14:textId="528294DE" w:rsidR="00B60F5E" w:rsidRPr="00C050BB" w:rsidRDefault="00B60F5E" w:rsidP="00B60F5E">
      <w:pPr>
        <w:pStyle w:val="NRCINSPECTIONMANUAL"/>
        <w:rPr>
          <w:szCs w:val="20"/>
        </w:rPr>
      </w:pPr>
      <w:r w:rsidRPr="00C050BB">
        <w:rPr>
          <w:szCs w:val="20"/>
        </w:rPr>
        <w:tab/>
      </w:r>
      <w:r w:rsidRPr="00B60F5E">
        <w:rPr>
          <w:b/>
          <w:bCs/>
          <w:sz w:val="38"/>
          <w:szCs w:val="38"/>
        </w:rPr>
        <w:t>NRC INSPECTION MANUAL</w:t>
      </w:r>
      <w:r w:rsidRPr="00310461">
        <w:tab/>
      </w:r>
      <w:r w:rsidR="004F4E85" w:rsidRPr="004F4E85">
        <w:rPr>
          <w:szCs w:val="20"/>
        </w:rPr>
        <w:t>NMSS/DFM</w:t>
      </w:r>
    </w:p>
    <w:p w14:paraId="379C49BE" w14:textId="4094E6DC" w:rsidR="00B97C09" w:rsidRPr="009F4B79" w:rsidRDefault="00B97C09" w:rsidP="009F4B79">
      <w:pPr>
        <w:pStyle w:val="IMCIP"/>
      </w:pPr>
      <w:r w:rsidRPr="009F4B79">
        <w:t xml:space="preserve">INSPECTION </w:t>
      </w:r>
      <w:r w:rsidR="00F0333A">
        <w:t>Procedure</w:t>
      </w:r>
      <w:r w:rsidRPr="009F4B79">
        <w:t xml:space="preserve"> </w:t>
      </w:r>
      <w:r w:rsidR="00F0333A">
        <w:t>88200</w:t>
      </w:r>
      <w:r w:rsidRPr="009F4B79">
        <w:t xml:space="preserve"> A</w:t>
      </w:r>
      <w:r w:rsidR="00177C8B" w:rsidRPr="009F4B79">
        <w:t xml:space="preserve">PPENDIX </w:t>
      </w:r>
      <w:r w:rsidR="006A7C04">
        <w:t>a</w:t>
      </w:r>
    </w:p>
    <w:p w14:paraId="40265253" w14:textId="77777777" w:rsidR="005B1F34" w:rsidRDefault="005B1F34" w:rsidP="005B3E99">
      <w:pPr>
        <w:pStyle w:val="Title"/>
      </w:pPr>
      <w:r w:rsidRPr="005B1F34">
        <w:t xml:space="preserve">INSPECTION OF FOUNDATIONS AND BUILDINGS AT FUEL CYCLE FACILITIES </w:t>
      </w:r>
    </w:p>
    <w:p w14:paraId="1D13F52D" w14:textId="670038FE" w:rsidR="00373AC9" w:rsidRDefault="00373AC9" w:rsidP="009F4B79">
      <w:pPr>
        <w:pStyle w:val="EffectiveDate"/>
      </w:pPr>
      <w:r>
        <w:t>Effective Date:</w:t>
      </w:r>
      <w:r w:rsidR="006C0E4B">
        <w:t xml:space="preserve"> May 28, 2025</w:t>
      </w:r>
    </w:p>
    <w:p w14:paraId="46A37745" w14:textId="0FE56926" w:rsidR="00A7612B" w:rsidRPr="009160E9" w:rsidRDefault="007111BC" w:rsidP="009160E9">
      <w:pPr>
        <w:pStyle w:val="Heading1"/>
      </w:pPr>
      <w:r>
        <w:t>88200.A</w:t>
      </w:r>
      <w:r w:rsidR="00A7612B" w:rsidRPr="009160E9">
        <w:t>-0</w:t>
      </w:r>
      <w:r w:rsidR="005B1F34">
        <w:t>1</w:t>
      </w:r>
      <w:r w:rsidR="00A33E41" w:rsidRPr="009160E9">
        <w:tab/>
      </w:r>
      <w:r w:rsidR="005B1F34" w:rsidRPr="005B1F34">
        <w:t>INSPECTION OBJECTIVES</w:t>
      </w:r>
    </w:p>
    <w:p w14:paraId="08236F6E" w14:textId="0BBD8318" w:rsidR="00A33E41" w:rsidRDefault="00A33E41" w:rsidP="009160E9">
      <w:pPr>
        <w:pStyle w:val="BodyText2"/>
      </w:pPr>
      <w:r w:rsidRPr="00614498">
        <w:t>0</w:t>
      </w:r>
      <w:r w:rsidR="005B1F34">
        <w:t>1</w:t>
      </w:r>
      <w:r w:rsidRPr="00614498">
        <w:t>.01</w:t>
      </w:r>
      <w:r w:rsidRPr="00614498">
        <w:tab/>
      </w:r>
      <w:r w:rsidR="00A404B5" w:rsidRPr="00A404B5">
        <w:t xml:space="preserve">To determine if </w:t>
      </w:r>
      <w:r w:rsidR="00C561E5">
        <w:t>safety-significant</w:t>
      </w:r>
      <w:r w:rsidR="00A404B5">
        <w:t xml:space="preserve"> </w:t>
      </w:r>
      <w:bookmarkStart w:id="0" w:name="_Hlk182806617"/>
      <w:r w:rsidR="007B181B">
        <w:t>foundation</w:t>
      </w:r>
      <w:r w:rsidR="001E4867">
        <w:t xml:space="preserve"> </w:t>
      </w:r>
      <w:r w:rsidR="00816F0C">
        <w:t xml:space="preserve">and </w:t>
      </w:r>
      <w:r w:rsidR="007B181B">
        <w:t>building</w:t>
      </w:r>
      <w:r w:rsidR="00254F61">
        <w:t xml:space="preserve"> </w:t>
      </w:r>
      <w:bookmarkEnd w:id="0"/>
      <w:r w:rsidR="00254F61">
        <w:t>work</w:t>
      </w:r>
      <w:r w:rsidR="001E4867">
        <w:t xml:space="preserve"> </w:t>
      </w:r>
      <w:r w:rsidR="00A404B5" w:rsidRPr="00A404B5">
        <w:t>is being performed in accordance with regulatory requirements, the licensing basis, specifications, drawings, and work procedures</w:t>
      </w:r>
      <w:r w:rsidR="001E4867">
        <w:t>.</w:t>
      </w:r>
    </w:p>
    <w:p w14:paraId="0B7AB0E0" w14:textId="379FFFCC" w:rsidR="005B1F34" w:rsidRPr="005B1F34" w:rsidRDefault="00BB3DF6" w:rsidP="005B1F34">
      <w:pPr>
        <w:pStyle w:val="BodyText2"/>
      </w:pPr>
      <w:r>
        <w:t>0</w:t>
      </w:r>
      <w:r w:rsidR="005B1F34">
        <w:t>1</w:t>
      </w:r>
      <w:r>
        <w:t>.02</w:t>
      </w:r>
      <w:r>
        <w:tab/>
      </w:r>
      <w:r w:rsidR="00816F0C" w:rsidRPr="00816F0C">
        <w:t xml:space="preserve">To determine if the applicant/licensee’s system for preparing, reviewing, and maintaining records relative to </w:t>
      </w:r>
      <w:r w:rsidR="00C561E5">
        <w:t>safety-significant</w:t>
      </w:r>
      <w:r w:rsidR="00816F0C">
        <w:t xml:space="preserve"> </w:t>
      </w:r>
      <w:r w:rsidR="007B181B">
        <w:t>foundation</w:t>
      </w:r>
      <w:r w:rsidR="00816F0C" w:rsidRPr="00816F0C">
        <w:t xml:space="preserve"> </w:t>
      </w:r>
      <w:r w:rsidR="00816F0C">
        <w:t>a</w:t>
      </w:r>
      <w:r w:rsidR="00816F0C" w:rsidRPr="00816F0C">
        <w:t xml:space="preserve">nd </w:t>
      </w:r>
      <w:r w:rsidR="007B181B">
        <w:t>building</w:t>
      </w:r>
      <w:r w:rsidR="00816F0C" w:rsidRPr="00816F0C">
        <w:t xml:space="preserve"> activities reflect work accomplishment consistent with specifications and procedures.</w:t>
      </w:r>
    </w:p>
    <w:p w14:paraId="6A64FDB2" w14:textId="09763388" w:rsidR="005B1F34" w:rsidRDefault="00350039" w:rsidP="005B1F34">
      <w:pPr>
        <w:pStyle w:val="BodyText2"/>
      </w:pPr>
      <w:r>
        <w:t>0</w:t>
      </w:r>
      <w:r w:rsidR="005B1F34">
        <w:t>1</w:t>
      </w:r>
      <w:r>
        <w:t>.03</w:t>
      </w:r>
      <w:r>
        <w:tab/>
      </w:r>
      <w:r w:rsidR="00AC1734" w:rsidRPr="00AC1734">
        <w:t xml:space="preserve">To determine if the as-built condition of </w:t>
      </w:r>
      <w:r w:rsidR="00C561E5">
        <w:t>safety-significant</w:t>
      </w:r>
      <w:r w:rsidR="004454CF" w:rsidRPr="004454CF">
        <w:t xml:space="preserve"> </w:t>
      </w:r>
      <w:r w:rsidR="007B181B">
        <w:t>foundation</w:t>
      </w:r>
      <w:r w:rsidR="00EC1E69">
        <w:t>s</w:t>
      </w:r>
      <w:r w:rsidR="00EB1BC3">
        <w:t xml:space="preserve"> and </w:t>
      </w:r>
      <w:r w:rsidR="007B181B">
        <w:t>building</w:t>
      </w:r>
      <w:r w:rsidR="00EC1E69">
        <w:t>s</w:t>
      </w:r>
      <w:r w:rsidR="00EB1BC3">
        <w:t xml:space="preserve"> </w:t>
      </w:r>
      <w:r w:rsidR="00AC1734" w:rsidRPr="00AC1734">
        <w:t>meet</w:t>
      </w:r>
      <w:r w:rsidR="006F0EAC">
        <w:t>s</w:t>
      </w:r>
      <w:r w:rsidR="00AC1734" w:rsidRPr="00AC1734">
        <w:t xml:space="preserve"> the specified design requirements, specifications, and drawings. </w:t>
      </w:r>
      <w:r w:rsidR="005B1F34" w:rsidRPr="005B1F34">
        <w:t xml:space="preserve">For </w:t>
      </w:r>
      <w:r w:rsidR="003008C2">
        <w:t xml:space="preserve">structural </w:t>
      </w:r>
      <w:r w:rsidR="005B1F34" w:rsidRPr="005B1F34">
        <w:t>concrete</w:t>
      </w:r>
      <w:r w:rsidR="001B4E7E">
        <w:t xml:space="preserve">, </w:t>
      </w:r>
      <w:r w:rsidR="005B1F34" w:rsidRPr="005B1F34">
        <w:t>refer to Appendix B of this inspection procedure (IP). For structural steel</w:t>
      </w:r>
      <w:r w:rsidR="001B4E7E">
        <w:t>,</w:t>
      </w:r>
      <w:r w:rsidR="005B1F34" w:rsidRPr="005B1F34">
        <w:t xml:space="preserve"> refer to Appendix C of this IP.</w:t>
      </w:r>
    </w:p>
    <w:p w14:paraId="7627EC0A" w14:textId="2E0BFC82" w:rsidR="005B1F34" w:rsidRPr="005B1F34" w:rsidRDefault="005B1F34" w:rsidP="005B1F34">
      <w:pPr>
        <w:pStyle w:val="BodyText2"/>
      </w:pPr>
      <w:r>
        <w:t>01.04</w:t>
      </w:r>
      <w:r>
        <w:tab/>
      </w:r>
      <w:r w:rsidR="00991768" w:rsidRPr="00991768">
        <w:t xml:space="preserve">To determine if the implementation of the </w:t>
      </w:r>
      <w:r w:rsidR="00991768" w:rsidRPr="005B1F34">
        <w:t xml:space="preserve">management measures </w:t>
      </w:r>
      <w:r w:rsidR="00991768" w:rsidRPr="00991768">
        <w:t xml:space="preserve">related to work activities for </w:t>
      </w:r>
      <w:r w:rsidR="00C561E5">
        <w:t>safety-significant</w:t>
      </w:r>
      <w:r w:rsidR="00991768">
        <w:t xml:space="preserve"> </w:t>
      </w:r>
      <w:r w:rsidR="007B181B">
        <w:t>foundation</w:t>
      </w:r>
      <w:r w:rsidR="00EC1E69">
        <w:t>s</w:t>
      </w:r>
      <w:r w:rsidR="00991768">
        <w:t xml:space="preserve"> and </w:t>
      </w:r>
      <w:r w:rsidR="007B181B">
        <w:t>building</w:t>
      </w:r>
      <w:r w:rsidR="00EC1E69">
        <w:t>s</w:t>
      </w:r>
      <w:r w:rsidR="001B46AA" w:rsidRPr="001B46AA">
        <w:t xml:space="preserve"> associated with items relied</w:t>
      </w:r>
      <w:r w:rsidR="001B46AA">
        <w:t xml:space="preserve"> </w:t>
      </w:r>
      <w:r w:rsidR="001B46AA" w:rsidRPr="001B46AA">
        <w:t>on for safety (IROFS)</w:t>
      </w:r>
      <w:r w:rsidR="001B46AA">
        <w:t xml:space="preserve"> </w:t>
      </w:r>
      <w:r w:rsidR="00991768" w:rsidRPr="00991768">
        <w:t>is effective and to verify that deviations from requirements are appropriately resolved.</w:t>
      </w:r>
    </w:p>
    <w:p w14:paraId="166650AA" w14:textId="05E1B1B0" w:rsidR="001763EA" w:rsidRPr="009160E9" w:rsidRDefault="007111BC" w:rsidP="00027178">
      <w:pPr>
        <w:pStyle w:val="Heading1"/>
      </w:pPr>
      <w:r w:rsidRPr="007111BC">
        <w:t>88200.A-0</w:t>
      </w:r>
      <w:r>
        <w:t>2</w:t>
      </w:r>
      <w:r w:rsidR="00B12F98" w:rsidRPr="009160E9">
        <w:tab/>
      </w:r>
      <w:r w:rsidRPr="007111BC">
        <w:t>INSPECTION REQUIREMENTS</w:t>
      </w:r>
      <w:r w:rsidR="00B12F98" w:rsidRPr="009160E9">
        <w:t xml:space="preserve"> </w:t>
      </w:r>
    </w:p>
    <w:p w14:paraId="64CC1980" w14:textId="46DE3AFA" w:rsidR="007111BC" w:rsidRPr="00103D7A" w:rsidRDefault="007111BC" w:rsidP="00F34200">
      <w:pPr>
        <w:pStyle w:val="Heading2"/>
        <w:rPr>
          <w:rStyle w:val="BodyTextChar"/>
        </w:rPr>
      </w:pPr>
      <w:bookmarkStart w:id="1" w:name="_Hlk151285614"/>
      <w:r w:rsidRPr="007111BC">
        <w:t>02.01</w:t>
      </w:r>
      <w:r w:rsidRPr="007111BC">
        <w:tab/>
      </w:r>
      <w:r w:rsidRPr="00103D7A">
        <w:rPr>
          <w:rStyle w:val="BodyTextChar"/>
        </w:rPr>
        <w:t xml:space="preserve">For the </w:t>
      </w:r>
      <w:r w:rsidR="00C561E5">
        <w:rPr>
          <w:rStyle w:val="BodyTextChar"/>
        </w:rPr>
        <w:t>safety-significant</w:t>
      </w:r>
      <w:r w:rsidR="00E830B7" w:rsidRPr="00E830B7">
        <w:rPr>
          <w:rStyle w:val="BodyTextChar"/>
        </w:rPr>
        <w:t xml:space="preserve"> items and services (SSIS) </w:t>
      </w:r>
      <w:r w:rsidRPr="00103D7A">
        <w:rPr>
          <w:rStyle w:val="BodyTextChar"/>
        </w:rPr>
        <w:t>selected for inspection</w:t>
      </w:r>
      <w:r w:rsidR="003D0FB2">
        <w:rPr>
          <w:rStyle w:val="BodyTextChar"/>
        </w:rPr>
        <w:t xml:space="preserve"> of </w:t>
      </w:r>
      <w:r w:rsidR="003D0FB2" w:rsidRPr="003D0FB2">
        <w:rPr>
          <w:rStyle w:val="BodyTextChar"/>
        </w:rPr>
        <w:t>foundation</w:t>
      </w:r>
      <w:r w:rsidR="003D0FB2">
        <w:rPr>
          <w:rStyle w:val="BodyTextChar"/>
        </w:rPr>
        <w:t>s</w:t>
      </w:r>
      <w:r w:rsidR="003D0FB2" w:rsidRPr="003D0FB2">
        <w:rPr>
          <w:rStyle w:val="BodyTextChar"/>
        </w:rPr>
        <w:t xml:space="preserve"> and building</w:t>
      </w:r>
      <w:r w:rsidR="003D0FB2">
        <w:rPr>
          <w:rStyle w:val="BodyTextChar"/>
        </w:rPr>
        <w:t>s</w:t>
      </w:r>
      <w:r w:rsidRPr="00103D7A">
        <w:rPr>
          <w:rStyle w:val="BodyTextChar"/>
        </w:rPr>
        <w:t xml:space="preserve">, </w:t>
      </w:r>
      <w:r w:rsidR="007F0AE0" w:rsidRPr="007F0AE0">
        <w:t>determine whether procedures exist in the following areas, are compatible with the management measures program for IROFS, and prescribe adequate methods to meet the licensing basis and construction specifications, where applicable:</w:t>
      </w:r>
    </w:p>
    <w:p w14:paraId="04FB28A8" w14:textId="4C276836" w:rsidR="007111BC" w:rsidRPr="007111BC" w:rsidRDefault="004E22E4" w:rsidP="004E22E4">
      <w:pPr>
        <w:pStyle w:val="BodyText"/>
        <w:numPr>
          <w:ilvl w:val="0"/>
          <w:numId w:val="2"/>
        </w:numPr>
        <w:spacing w:after="0"/>
        <w:ind w:left="720"/>
      </w:pPr>
      <w:r>
        <w:t>e</w:t>
      </w:r>
      <w:r w:rsidR="007111BC" w:rsidRPr="007111BC">
        <w:t>xcavation and subgrade preparation</w:t>
      </w:r>
    </w:p>
    <w:p w14:paraId="325370C0" w14:textId="1ED5CE24" w:rsidR="007111BC" w:rsidRPr="007111BC" w:rsidRDefault="004E22E4" w:rsidP="004E22E4">
      <w:pPr>
        <w:pStyle w:val="BodyText"/>
        <w:numPr>
          <w:ilvl w:val="0"/>
          <w:numId w:val="2"/>
        </w:numPr>
        <w:spacing w:after="0"/>
        <w:ind w:left="720"/>
      </w:pPr>
      <w:r>
        <w:t>f</w:t>
      </w:r>
      <w:r w:rsidR="007111BC" w:rsidRPr="007111BC">
        <w:t>oundation verification</w:t>
      </w:r>
    </w:p>
    <w:p w14:paraId="461946AC" w14:textId="0B51EB7C" w:rsidR="007111BC" w:rsidRPr="007111BC" w:rsidRDefault="004E22E4" w:rsidP="004E22E4">
      <w:pPr>
        <w:pStyle w:val="BodyText"/>
        <w:numPr>
          <w:ilvl w:val="0"/>
          <w:numId w:val="2"/>
        </w:numPr>
        <w:spacing w:after="0"/>
        <w:ind w:left="720"/>
      </w:pPr>
      <w:r>
        <w:t>p</w:t>
      </w:r>
      <w:r w:rsidR="007111BC" w:rsidRPr="007111BC">
        <w:t>lacement of engineered fill and backfilling</w:t>
      </w:r>
    </w:p>
    <w:p w14:paraId="52B914EB" w14:textId="60C3B48F" w:rsidR="007111BC" w:rsidRPr="007111BC" w:rsidRDefault="004E22E4" w:rsidP="004E22E4">
      <w:pPr>
        <w:pStyle w:val="BodyText"/>
        <w:numPr>
          <w:ilvl w:val="0"/>
          <w:numId w:val="2"/>
        </w:numPr>
        <w:spacing w:after="0"/>
        <w:ind w:left="720"/>
      </w:pPr>
      <w:r>
        <w:t>d</w:t>
      </w:r>
      <w:r w:rsidR="007111BC" w:rsidRPr="007111BC">
        <w:t>ewatering</w:t>
      </w:r>
    </w:p>
    <w:p w14:paraId="21644C72" w14:textId="4EF2BAD9" w:rsidR="007111BC" w:rsidRPr="007111BC" w:rsidRDefault="004E22E4" w:rsidP="004E22E4">
      <w:pPr>
        <w:pStyle w:val="BodyText"/>
        <w:numPr>
          <w:ilvl w:val="0"/>
          <w:numId w:val="2"/>
        </w:numPr>
        <w:spacing w:after="0"/>
        <w:ind w:left="720"/>
      </w:pPr>
      <w:r>
        <w:t>c</w:t>
      </w:r>
      <w:r w:rsidR="007111BC" w:rsidRPr="007111BC">
        <w:t>onstruction quality control inspection and testing</w:t>
      </w:r>
    </w:p>
    <w:p w14:paraId="1FD5796C" w14:textId="50F6FC0F" w:rsidR="007111BC" w:rsidRPr="007111BC" w:rsidRDefault="004E22E4" w:rsidP="004E22E4">
      <w:pPr>
        <w:pStyle w:val="BodyText"/>
        <w:numPr>
          <w:ilvl w:val="0"/>
          <w:numId w:val="2"/>
        </w:numPr>
        <w:spacing w:after="0"/>
        <w:ind w:left="720"/>
      </w:pPr>
      <w:r>
        <w:t>i</w:t>
      </w:r>
      <w:r w:rsidR="007111BC" w:rsidRPr="007111BC">
        <w:t>nstrumentation and settlement monitoring</w:t>
      </w:r>
    </w:p>
    <w:p w14:paraId="5B9FED10" w14:textId="2E30B480" w:rsidR="007111BC" w:rsidRPr="007111BC" w:rsidRDefault="004E22E4" w:rsidP="004E22E4">
      <w:pPr>
        <w:pStyle w:val="BodyText"/>
        <w:numPr>
          <w:ilvl w:val="0"/>
          <w:numId w:val="2"/>
        </w:numPr>
        <w:spacing w:after="0"/>
        <w:ind w:left="720"/>
      </w:pPr>
      <w:r>
        <w:t>s</w:t>
      </w:r>
      <w:r w:rsidR="007111BC" w:rsidRPr="007111BC">
        <w:t>urveying</w:t>
      </w:r>
    </w:p>
    <w:p w14:paraId="21566DEF" w14:textId="1D895F4E" w:rsidR="007111BC" w:rsidRPr="007111BC" w:rsidRDefault="004E22E4" w:rsidP="004E22E4">
      <w:pPr>
        <w:pStyle w:val="BodyText"/>
        <w:numPr>
          <w:ilvl w:val="0"/>
          <w:numId w:val="2"/>
        </w:numPr>
        <w:spacing w:after="0"/>
        <w:ind w:left="720"/>
      </w:pPr>
      <w:r>
        <w:t>e</w:t>
      </w:r>
      <w:r w:rsidR="007111BC" w:rsidRPr="007111BC">
        <w:t>ngineering direction</w:t>
      </w:r>
    </w:p>
    <w:p w14:paraId="0BC42B9D" w14:textId="3A19EDC8" w:rsidR="007111BC" w:rsidRDefault="004E22E4" w:rsidP="004E22E4">
      <w:pPr>
        <w:pStyle w:val="BodyText"/>
        <w:numPr>
          <w:ilvl w:val="0"/>
          <w:numId w:val="2"/>
        </w:numPr>
        <w:spacing w:after="0"/>
        <w:ind w:left="720"/>
      </w:pPr>
      <w:r>
        <w:t>s</w:t>
      </w:r>
      <w:r w:rsidR="007111BC" w:rsidRPr="007111BC">
        <w:t>oil compaction and testing</w:t>
      </w:r>
    </w:p>
    <w:p w14:paraId="513934C0" w14:textId="0FC3DF36" w:rsidR="00120916" w:rsidRDefault="004E22E4" w:rsidP="005B3E99">
      <w:pPr>
        <w:pStyle w:val="BodyText"/>
        <w:numPr>
          <w:ilvl w:val="0"/>
          <w:numId w:val="2"/>
        </w:numPr>
        <w:ind w:left="720"/>
      </w:pPr>
      <w:r>
        <w:t>c</w:t>
      </w:r>
      <w:r w:rsidR="00120916" w:rsidRPr="00120916">
        <w:t>onfiguration management</w:t>
      </w:r>
    </w:p>
    <w:p w14:paraId="7FC9EBF1" w14:textId="0EFE09A9" w:rsidR="007111BC" w:rsidRPr="00103D7A" w:rsidRDefault="007111BC" w:rsidP="00562CCB">
      <w:pPr>
        <w:pStyle w:val="Heading2"/>
        <w:rPr>
          <w:rStyle w:val="BodyTextChar"/>
        </w:rPr>
      </w:pPr>
      <w:r w:rsidRPr="007111BC">
        <w:t>02.02</w:t>
      </w:r>
      <w:r w:rsidRPr="007111BC">
        <w:tab/>
      </w:r>
      <w:r w:rsidRPr="00103D7A">
        <w:rPr>
          <w:rStyle w:val="BodyTextChar"/>
        </w:rPr>
        <w:t xml:space="preserve">Determine whether the applicant/licensee has an established audit program (including plans, procedures, and audit schedule) for assessing the adequacy of work control </w:t>
      </w:r>
      <w:r w:rsidRPr="00103D7A">
        <w:rPr>
          <w:rStyle w:val="BodyTextChar"/>
        </w:rPr>
        <w:lastRenderedPageBreak/>
        <w:t xml:space="preserve">functions and requirements, as applicable in their licensing basis, in the area of </w:t>
      </w:r>
      <w:r w:rsidR="00C561E5">
        <w:rPr>
          <w:rStyle w:val="BodyTextChar"/>
        </w:rPr>
        <w:t>safety</w:t>
      </w:r>
      <w:r w:rsidR="00C561E5">
        <w:rPr>
          <w:rStyle w:val="BodyTextChar"/>
        </w:rPr>
        <w:noBreakHyphen/>
        <w:t>significant</w:t>
      </w:r>
      <w:r w:rsidR="00C679E7">
        <w:rPr>
          <w:rStyle w:val="BodyTextChar"/>
        </w:rPr>
        <w:t xml:space="preserve"> </w:t>
      </w:r>
      <w:r w:rsidRPr="00103D7A">
        <w:rPr>
          <w:rStyle w:val="BodyTextChar"/>
        </w:rPr>
        <w:t xml:space="preserve">foundation </w:t>
      </w:r>
      <w:r w:rsidR="00221812">
        <w:rPr>
          <w:rStyle w:val="BodyTextChar"/>
        </w:rPr>
        <w:t xml:space="preserve">and </w:t>
      </w:r>
      <w:r w:rsidR="007B181B">
        <w:rPr>
          <w:rStyle w:val="BodyTextChar"/>
        </w:rPr>
        <w:t>building</w:t>
      </w:r>
      <w:r w:rsidR="00221812">
        <w:rPr>
          <w:rStyle w:val="BodyTextChar"/>
        </w:rPr>
        <w:t xml:space="preserve"> </w:t>
      </w:r>
      <w:r w:rsidRPr="00103D7A">
        <w:rPr>
          <w:rStyle w:val="BodyTextChar"/>
        </w:rPr>
        <w:t>activities, and for ensuring that examination, inspection, and if required, test personnel associated with performing tests and inspections of</w:t>
      </w:r>
      <w:r w:rsidR="00C679E7">
        <w:rPr>
          <w:rStyle w:val="BodyTextChar"/>
        </w:rPr>
        <w:t xml:space="preserve"> </w:t>
      </w:r>
      <w:r w:rsidR="00C561E5">
        <w:rPr>
          <w:rStyle w:val="BodyTextChar"/>
        </w:rPr>
        <w:t>safety-significant</w:t>
      </w:r>
      <w:r w:rsidRPr="00103D7A">
        <w:rPr>
          <w:rStyle w:val="BodyTextChar"/>
        </w:rPr>
        <w:t xml:space="preserve"> activities are qualified and/or certified to perform their assigned work.</w:t>
      </w:r>
    </w:p>
    <w:p w14:paraId="006D6874" w14:textId="21D47EF6" w:rsidR="007111BC" w:rsidRPr="00103D7A" w:rsidRDefault="007111BC" w:rsidP="00562CCB">
      <w:pPr>
        <w:pStyle w:val="Heading2"/>
        <w:rPr>
          <w:rStyle w:val="BodyTextChar"/>
        </w:rPr>
      </w:pPr>
      <w:r w:rsidRPr="007111BC">
        <w:t>02.03</w:t>
      </w:r>
      <w:r w:rsidRPr="007111BC">
        <w:tab/>
      </w:r>
      <w:r w:rsidRPr="00103D7A">
        <w:rPr>
          <w:rStyle w:val="BodyTextChar"/>
        </w:rPr>
        <w:t xml:space="preserve">Ascertain whether the following foundation </w:t>
      </w:r>
      <w:r w:rsidR="00221812">
        <w:rPr>
          <w:rStyle w:val="BodyTextChar"/>
        </w:rPr>
        <w:t xml:space="preserve">and </w:t>
      </w:r>
      <w:r w:rsidR="007B181B">
        <w:rPr>
          <w:rStyle w:val="BodyTextChar"/>
        </w:rPr>
        <w:t>building</w:t>
      </w:r>
      <w:r w:rsidR="00221812">
        <w:rPr>
          <w:rStyle w:val="BodyTextChar"/>
        </w:rPr>
        <w:t xml:space="preserve"> </w:t>
      </w:r>
      <w:r w:rsidRPr="00103D7A">
        <w:rPr>
          <w:rStyle w:val="BodyTextChar"/>
        </w:rPr>
        <w:t xml:space="preserve">activities, as required by licensing commitments and applicable building codes, are being controlled and accomplished in accordance with documents reviewed in </w:t>
      </w:r>
      <w:r w:rsidR="00D14DDC">
        <w:rPr>
          <w:rStyle w:val="BodyTextChar"/>
        </w:rPr>
        <w:t xml:space="preserve">Section </w:t>
      </w:r>
      <w:r w:rsidRPr="00103D7A">
        <w:rPr>
          <w:rStyle w:val="BodyTextChar"/>
        </w:rPr>
        <w:t>02.01, above:</w:t>
      </w:r>
    </w:p>
    <w:p w14:paraId="004CCCD6" w14:textId="70176959" w:rsidR="007111BC" w:rsidRPr="007111BC" w:rsidRDefault="00A94AD1" w:rsidP="00A94AD1">
      <w:pPr>
        <w:pStyle w:val="BodyText"/>
        <w:numPr>
          <w:ilvl w:val="0"/>
          <w:numId w:val="3"/>
        </w:numPr>
        <w:spacing w:after="0"/>
        <w:ind w:left="720"/>
      </w:pPr>
      <w:r>
        <w:t>e</w:t>
      </w:r>
      <w:r w:rsidR="007111BC" w:rsidRPr="007111BC">
        <w:t>xcavation and subgrade preparation</w:t>
      </w:r>
    </w:p>
    <w:p w14:paraId="1D5AE50B" w14:textId="4D316E32" w:rsidR="007111BC" w:rsidRPr="007111BC" w:rsidRDefault="00A94AD1" w:rsidP="00A94AD1">
      <w:pPr>
        <w:pStyle w:val="BodyText"/>
        <w:numPr>
          <w:ilvl w:val="0"/>
          <w:numId w:val="3"/>
        </w:numPr>
        <w:spacing w:after="0"/>
        <w:ind w:left="720"/>
      </w:pPr>
      <w:r>
        <w:t>f</w:t>
      </w:r>
      <w:r w:rsidR="007111BC" w:rsidRPr="007111BC">
        <w:t>oundation verification</w:t>
      </w:r>
    </w:p>
    <w:p w14:paraId="431197EB" w14:textId="7C5D5F88" w:rsidR="007111BC" w:rsidRPr="007111BC" w:rsidRDefault="00A94AD1" w:rsidP="00A94AD1">
      <w:pPr>
        <w:pStyle w:val="BodyText"/>
        <w:numPr>
          <w:ilvl w:val="0"/>
          <w:numId w:val="3"/>
        </w:numPr>
        <w:spacing w:after="0"/>
        <w:ind w:left="720"/>
      </w:pPr>
      <w:r>
        <w:t>b</w:t>
      </w:r>
      <w:r w:rsidR="007111BC" w:rsidRPr="007111BC">
        <w:t>ackfilling (fill materials and compaction control)</w:t>
      </w:r>
    </w:p>
    <w:p w14:paraId="14FDFA4D" w14:textId="2526EFC6" w:rsidR="007111BC" w:rsidRPr="007111BC" w:rsidRDefault="00A94AD1" w:rsidP="00A94AD1">
      <w:pPr>
        <w:pStyle w:val="BodyText"/>
        <w:numPr>
          <w:ilvl w:val="0"/>
          <w:numId w:val="3"/>
        </w:numPr>
        <w:spacing w:after="0"/>
        <w:ind w:left="720"/>
      </w:pPr>
      <w:r>
        <w:t>d</w:t>
      </w:r>
      <w:r w:rsidR="007111BC" w:rsidRPr="007111BC">
        <w:t>ewatering systems (If applicable)</w:t>
      </w:r>
    </w:p>
    <w:p w14:paraId="6E780CF9" w14:textId="61C95313" w:rsidR="007111BC" w:rsidRPr="007111BC" w:rsidRDefault="00A94AD1" w:rsidP="00A94AD1">
      <w:pPr>
        <w:pStyle w:val="BodyText"/>
        <w:numPr>
          <w:ilvl w:val="0"/>
          <w:numId w:val="3"/>
        </w:numPr>
        <w:spacing w:after="0"/>
        <w:ind w:left="720"/>
      </w:pPr>
      <w:r>
        <w:t>c</w:t>
      </w:r>
      <w:r w:rsidR="007111BC" w:rsidRPr="007111BC">
        <w:t>onstruction quality inspection and onsite testing laboratory</w:t>
      </w:r>
    </w:p>
    <w:p w14:paraId="0E96A4B8" w14:textId="0384D912" w:rsidR="007111BC" w:rsidRPr="007111BC" w:rsidRDefault="00A94AD1" w:rsidP="00A94AD1">
      <w:pPr>
        <w:pStyle w:val="BodyText"/>
        <w:numPr>
          <w:ilvl w:val="0"/>
          <w:numId w:val="3"/>
        </w:numPr>
        <w:spacing w:after="0"/>
        <w:ind w:left="720"/>
      </w:pPr>
      <w:r>
        <w:t>i</w:t>
      </w:r>
      <w:r w:rsidR="007111BC" w:rsidRPr="007111BC">
        <w:t>nstrumentation and settlement monitoring program</w:t>
      </w:r>
    </w:p>
    <w:p w14:paraId="4439EEDA" w14:textId="1A8840DD" w:rsidR="007111BC" w:rsidRPr="007111BC" w:rsidRDefault="00A94AD1" w:rsidP="00A94AD1">
      <w:pPr>
        <w:pStyle w:val="BodyText"/>
        <w:numPr>
          <w:ilvl w:val="0"/>
          <w:numId w:val="3"/>
        </w:numPr>
        <w:spacing w:after="0"/>
        <w:ind w:left="720"/>
      </w:pPr>
      <w:r>
        <w:t>s</w:t>
      </w:r>
      <w:r w:rsidR="007111BC" w:rsidRPr="007111BC">
        <w:t>urveying</w:t>
      </w:r>
    </w:p>
    <w:p w14:paraId="7D8CEA06" w14:textId="782D1009" w:rsidR="007111BC" w:rsidRPr="007111BC" w:rsidRDefault="00A94AD1" w:rsidP="00A94AD1">
      <w:pPr>
        <w:pStyle w:val="BodyText"/>
        <w:numPr>
          <w:ilvl w:val="0"/>
          <w:numId w:val="3"/>
        </w:numPr>
        <w:spacing w:after="0"/>
        <w:ind w:left="720"/>
      </w:pPr>
      <w:r>
        <w:t>e</w:t>
      </w:r>
      <w:r w:rsidR="007111BC" w:rsidRPr="007111BC">
        <w:t>ngineering direction</w:t>
      </w:r>
    </w:p>
    <w:p w14:paraId="21FAD74D" w14:textId="73CD1A7C" w:rsidR="007111BC" w:rsidRPr="007111BC" w:rsidRDefault="00A94AD1" w:rsidP="00A94AD1">
      <w:pPr>
        <w:pStyle w:val="BodyText"/>
        <w:numPr>
          <w:ilvl w:val="0"/>
          <w:numId w:val="3"/>
        </w:numPr>
        <w:spacing w:after="0"/>
        <w:ind w:left="720"/>
      </w:pPr>
      <w:r>
        <w:t>s</w:t>
      </w:r>
      <w:r w:rsidR="007111BC" w:rsidRPr="007111BC">
        <w:t>oil compaction and testing</w:t>
      </w:r>
    </w:p>
    <w:p w14:paraId="2F2266D6" w14:textId="1E7DF292" w:rsidR="007111BC" w:rsidRDefault="00A94AD1" w:rsidP="00A94AD1">
      <w:pPr>
        <w:pStyle w:val="BodyText"/>
        <w:numPr>
          <w:ilvl w:val="0"/>
          <w:numId w:val="3"/>
        </w:numPr>
        <w:ind w:left="720"/>
      </w:pPr>
      <w:r>
        <w:t>c</w:t>
      </w:r>
      <w:r w:rsidR="007111BC" w:rsidRPr="007111BC">
        <w:t>onfiguration management</w:t>
      </w:r>
    </w:p>
    <w:p w14:paraId="55CFEC9E" w14:textId="32067CCD" w:rsidR="007111BC" w:rsidRPr="00EB2C26" w:rsidRDefault="007111BC" w:rsidP="00562CCB">
      <w:pPr>
        <w:pStyle w:val="Heading2"/>
        <w:rPr>
          <w:rStyle w:val="BodyTextChar"/>
        </w:rPr>
      </w:pPr>
      <w:r w:rsidRPr="007111BC">
        <w:t>02.04</w:t>
      </w:r>
      <w:r w:rsidRPr="007111BC">
        <w:tab/>
      </w:r>
      <w:r w:rsidRPr="00EB2C26">
        <w:rPr>
          <w:rStyle w:val="BodyTextChar"/>
        </w:rPr>
        <w:t xml:space="preserve">Review the documentation generated for the </w:t>
      </w:r>
      <w:r w:rsidR="00C561E5">
        <w:rPr>
          <w:rStyle w:val="BodyTextChar"/>
        </w:rPr>
        <w:t>safety-significant</w:t>
      </w:r>
      <w:r w:rsidRPr="00EB2C26">
        <w:rPr>
          <w:rStyle w:val="BodyTextChar"/>
        </w:rPr>
        <w:t xml:space="preserve"> foundation </w:t>
      </w:r>
      <w:r w:rsidR="00DF7348">
        <w:rPr>
          <w:rStyle w:val="BodyTextChar"/>
        </w:rPr>
        <w:t xml:space="preserve">and </w:t>
      </w:r>
      <w:r w:rsidR="007B181B">
        <w:rPr>
          <w:rStyle w:val="BodyTextChar"/>
        </w:rPr>
        <w:t>building</w:t>
      </w:r>
      <w:r w:rsidR="00DF7348">
        <w:rPr>
          <w:rStyle w:val="BodyTextChar"/>
        </w:rPr>
        <w:t xml:space="preserve"> </w:t>
      </w:r>
      <w:r w:rsidR="0059721A">
        <w:rPr>
          <w:rStyle w:val="BodyTextChar"/>
        </w:rPr>
        <w:t xml:space="preserve">construction </w:t>
      </w:r>
      <w:r w:rsidRPr="00EB2C26">
        <w:rPr>
          <w:rStyle w:val="BodyTextChar"/>
        </w:rPr>
        <w:t>activities</w:t>
      </w:r>
      <w:r w:rsidR="002A3254">
        <w:rPr>
          <w:rStyle w:val="BodyTextChar"/>
        </w:rPr>
        <w:t xml:space="preserve">, as required </w:t>
      </w:r>
      <w:r w:rsidR="00437828">
        <w:rPr>
          <w:rStyle w:val="BodyTextChar"/>
        </w:rPr>
        <w:t>by the licensing basis</w:t>
      </w:r>
      <w:r w:rsidRPr="00EB2C26">
        <w:rPr>
          <w:rStyle w:val="BodyTextChar"/>
        </w:rPr>
        <w:t xml:space="preserve">. Determine whether the applicant/licensee/contractor system for documenting </w:t>
      </w:r>
      <w:r w:rsidR="00C561E5">
        <w:rPr>
          <w:rStyle w:val="BodyTextChar"/>
        </w:rPr>
        <w:t>safety-significant</w:t>
      </w:r>
      <w:r w:rsidRPr="00EB2C26">
        <w:rPr>
          <w:rStyle w:val="BodyTextChar"/>
        </w:rPr>
        <w:t xml:space="preserve"> work is functioning </w:t>
      </w:r>
      <w:r w:rsidR="00B071BD">
        <w:rPr>
          <w:rStyle w:val="BodyTextChar"/>
        </w:rPr>
        <w:t>in accordance with requirements.</w:t>
      </w:r>
      <w:r w:rsidRPr="00EB2C26">
        <w:rPr>
          <w:rStyle w:val="BodyTextChar"/>
        </w:rPr>
        <w:t xml:space="preserve"> Records should be complete, reviewed by quality control, engineering personnel, or designee, as required, and readily retrievable.</w:t>
      </w:r>
    </w:p>
    <w:bookmarkEnd w:id="1"/>
    <w:p w14:paraId="24B5512D" w14:textId="7D427AC4" w:rsidR="007111BC" w:rsidRPr="007111BC" w:rsidRDefault="00A94AD1" w:rsidP="00A94AD1">
      <w:pPr>
        <w:pStyle w:val="BodyText"/>
        <w:numPr>
          <w:ilvl w:val="0"/>
          <w:numId w:val="4"/>
        </w:numPr>
        <w:spacing w:after="0"/>
        <w:ind w:left="720"/>
      </w:pPr>
      <w:r>
        <w:t>r</w:t>
      </w:r>
      <w:r w:rsidR="007111BC" w:rsidRPr="007111BC">
        <w:t>eceipt inspection and material certification</w:t>
      </w:r>
    </w:p>
    <w:p w14:paraId="5AF7F4C7" w14:textId="7A6C9D52" w:rsidR="007111BC" w:rsidRPr="007111BC" w:rsidRDefault="00A94AD1" w:rsidP="00A94AD1">
      <w:pPr>
        <w:pStyle w:val="BodyText"/>
        <w:numPr>
          <w:ilvl w:val="0"/>
          <w:numId w:val="4"/>
        </w:numPr>
        <w:spacing w:after="0"/>
        <w:ind w:left="720"/>
      </w:pPr>
      <w:r>
        <w:t>i</w:t>
      </w:r>
      <w:r w:rsidR="007111BC" w:rsidRPr="007111BC">
        <w:t>nstallation inspection</w:t>
      </w:r>
    </w:p>
    <w:p w14:paraId="7576506E" w14:textId="33DC5730" w:rsidR="007111BC" w:rsidRPr="007111BC" w:rsidRDefault="00A94AD1" w:rsidP="00A94AD1">
      <w:pPr>
        <w:pStyle w:val="BodyText"/>
        <w:numPr>
          <w:ilvl w:val="0"/>
          <w:numId w:val="4"/>
        </w:numPr>
        <w:spacing w:after="0"/>
        <w:ind w:left="720"/>
      </w:pPr>
      <w:r>
        <w:t>n</w:t>
      </w:r>
      <w:r w:rsidR="007111BC" w:rsidRPr="007111BC">
        <w:t>onconformance/deviation record(s)</w:t>
      </w:r>
    </w:p>
    <w:p w14:paraId="56F87981" w14:textId="2709A4C8" w:rsidR="007111BC" w:rsidRPr="007111BC" w:rsidRDefault="00A94AD1" w:rsidP="00A94AD1">
      <w:pPr>
        <w:pStyle w:val="BodyText"/>
        <w:numPr>
          <w:ilvl w:val="0"/>
          <w:numId w:val="4"/>
        </w:numPr>
        <w:spacing w:after="0"/>
        <w:ind w:left="720"/>
      </w:pPr>
      <w:r>
        <w:t>t</w:t>
      </w:r>
      <w:r w:rsidR="007111BC" w:rsidRPr="007111BC">
        <w:t>raining/qualification records of craft, and quality inspection personnel (as required)</w:t>
      </w:r>
    </w:p>
    <w:p w14:paraId="155A3949" w14:textId="3803460D" w:rsidR="007111BC" w:rsidRPr="007111BC" w:rsidRDefault="00A94AD1" w:rsidP="00A94AD1">
      <w:pPr>
        <w:pStyle w:val="BodyText"/>
        <w:numPr>
          <w:ilvl w:val="0"/>
          <w:numId w:val="4"/>
        </w:numPr>
        <w:spacing w:after="0"/>
        <w:ind w:left="720"/>
      </w:pPr>
      <w:r>
        <w:t>c</w:t>
      </w:r>
      <w:r w:rsidR="007111BC" w:rsidRPr="007111BC">
        <w:t>onfiguration management records</w:t>
      </w:r>
    </w:p>
    <w:p w14:paraId="73DB8363" w14:textId="4397BA77" w:rsidR="00961B24" w:rsidRDefault="007111BC" w:rsidP="009160E9">
      <w:pPr>
        <w:pStyle w:val="Heading1"/>
      </w:pPr>
      <w:r w:rsidRPr="007111BC">
        <w:t>88200.A-0</w:t>
      </w:r>
      <w:r>
        <w:t>3</w:t>
      </w:r>
      <w:r w:rsidR="00575891">
        <w:tab/>
      </w:r>
      <w:r w:rsidRPr="007111BC">
        <w:t>INSPECTION GUIDANCE</w:t>
      </w:r>
    </w:p>
    <w:p w14:paraId="70EE1346" w14:textId="332E1B5F" w:rsidR="007111BC" w:rsidRPr="007111BC" w:rsidRDefault="007111BC" w:rsidP="00E70355">
      <w:pPr>
        <w:pStyle w:val="BodyText"/>
      </w:pPr>
      <w:r w:rsidRPr="007111BC">
        <w:t>General Guidance</w:t>
      </w:r>
    </w:p>
    <w:p w14:paraId="06E27E0F" w14:textId="52FBB08C" w:rsidR="007111BC" w:rsidRDefault="007111BC" w:rsidP="007111BC">
      <w:pPr>
        <w:pStyle w:val="BodyText"/>
      </w:pPr>
      <w:r w:rsidRPr="00FC0087">
        <w:t xml:space="preserve">Inspectors should review the facility description in the </w:t>
      </w:r>
      <w:bookmarkStart w:id="2" w:name="_Hlk182743872"/>
      <w:r w:rsidRPr="00FC0087">
        <w:t>integrated safety analysis</w:t>
      </w:r>
      <w:r w:rsidR="00B071BD">
        <w:t>,</w:t>
      </w:r>
      <w:bookmarkEnd w:id="2"/>
      <w:r w:rsidR="00B071BD">
        <w:t xml:space="preserve"> </w:t>
      </w:r>
      <w:r w:rsidR="00B071BD" w:rsidRPr="00FC0087">
        <w:t xml:space="preserve">integrated safety analysis </w:t>
      </w:r>
      <w:r w:rsidR="00B071BD">
        <w:t>summary,</w:t>
      </w:r>
      <w:r>
        <w:t xml:space="preserve"> </w:t>
      </w:r>
      <w:r w:rsidRPr="00FC0087">
        <w:t xml:space="preserve">or equivalent and be familiar with the </w:t>
      </w:r>
      <w:r w:rsidR="00B071BD">
        <w:t>SSIS</w:t>
      </w:r>
      <w:r w:rsidRPr="00FC0087">
        <w:t xml:space="preserve"> being constructed at the site. </w:t>
      </w:r>
      <w:r>
        <w:t xml:space="preserve">The purpose of these as-built inspections is to verify that the assumptions and critical attributes reviewed during the licensing review process remain valid; the design was appropriately translated to construction specifications; the licensee/applicant constructed the facility in accordance with these specifications; and any modifications performed complies with the licensee’s configuration management </w:t>
      </w:r>
      <w:r w:rsidR="009E4869">
        <w:t>program and</w:t>
      </w:r>
      <w:r>
        <w:t xml:space="preserve"> does not impact any NRC licensing decisions. </w:t>
      </w:r>
      <w:r w:rsidRPr="003B6F73">
        <w:t xml:space="preserve">For </w:t>
      </w:r>
      <w:r w:rsidR="004C7CEA">
        <w:t xml:space="preserve">buildings that </w:t>
      </w:r>
      <w:r w:rsidR="00B3256D">
        <w:t xml:space="preserve">will </w:t>
      </w:r>
      <w:r>
        <w:t xml:space="preserve">store or process </w:t>
      </w:r>
      <w:r w:rsidRPr="003B6F73">
        <w:t>special nuclear materials</w:t>
      </w:r>
      <w:r w:rsidR="00B3256D">
        <w:t xml:space="preserve">, and are </w:t>
      </w:r>
      <w:r>
        <w:t>not designated as an IROF</w:t>
      </w:r>
      <w:r w:rsidR="005155FC">
        <w:t>S</w:t>
      </w:r>
      <w:r w:rsidRPr="003B6F73">
        <w:t>, inspection</w:t>
      </w:r>
      <w:r w:rsidR="00B3256D">
        <w:t>s</w:t>
      </w:r>
      <w:r w:rsidRPr="003B6F73">
        <w:t xml:space="preserve"> should be risk-informed and consider attributes that focus on verifying that a failure of the structure would not create an additional unmitigated accident sequence, such as criticality, radiological, fire, etc.</w:t>
      </w:r>
    </w:p>
    <w:p w14:paraId="4928A4FA" w14:textId="489D4C21" w:rsidR="007111BC" w:rsidRPr="00F10650" w:rsidRDefault="007111BC" w:rsidP="007111BC">
      <w:pPr>
        <w:pStyle w:val="BodyText"/>
      </w:pPr>
      <w:r w:rsidRPr="00FC0087">
        <w:t xml:space="preserve">Inspectors should also be familiar with the licensee’s management measures and/or </w:t>
      </w:r>
      <w:r w:rsidR="00294DE3">
        <w:t>q</w:t>
      </w:r>
      <w:r w:rsidRPr="00FC0087">
        <w:t xml:space="preserve">uality </w:t>
      </w:r>
      <w:r w:rsidR="00294DE3">
        <w:t>a</w:t>
      </w:r>
      <w:r w:rsidRPr="00FC0087">
        <w:t xml:space="preserve">ssurance </w:t>
      </w:r>
      <w:r w:rsidR="00294DE3">
        <w:t>p</w:t>
      </w:r>
      <w:r w:rsidRPr="00FC0087">
        <w:t>rogram, if applicable, and the licensing basis associated with the</w:t>
      </w:r>
      <w:r w:rsidR="00E24A48">
        <w:t>se</w:t>
      </w:r>
      <w:r w:rsidRPr="00FC0087">
        <w:t xml:space="preserve"> measure</w:t>
      </w:r>
      <w:r w:rsidR="00E24A48">
        <w:t>s</w:t>
      </w:r>
      <w:r w:rsidRPr="00FC0087">
        <w:t xml:space="preserve">. It is </w:t>
      </w:r>
      <w:r w:rsidRPr="00FC0087">
        <w:lastRenderedPageBreak/>
        <w:t>not the</w:t>
      </w:r>
      <w:r w:rsidRPr="00F10650">
        <w:t xml:space="preserve"> objective of this IP to verify the adequacy of the </w:t>
      </w:r>
      <w:r>
        <w:t>applicant/</w:t>
      </w:r>
      <w:r w:rsidRPr="00F10650">
        <w:t xml:space="preserve">licensee’s </w:t>
      </w:r>
      <w:r>
        <w:t>management measures</w:t>
      </w:r>
      <w:r w:rsidR="00B3256D">
        <w:t xml:space="preserve"> program</w:t>
      </w:r>
      <w:r>
        <w:t>,</w:t>
      </w:r>
      <w:r w:rsidRPr="2FEC6659">
        <w:t xml:space="preserve"> </w:t>
      </w:r>
      <w:r w:rsidRPr="00F10650">
        <w:t xml:space="preserve">but inspectors should be prepared to identify potential </w:t>
      </w:r>
      <w:r w:rsidR="00610B37">
        <w:t>gaps</w:t>
      </w:r>
      <w:r w:rsidRPr="00F10650">
        <w:t xml:space="preserve"> in the </w:t>
      </w:r>
      <w:r>
        <w:t>implementation of management measures</w:t>
      </w:r>
      <w:r w:rsidRPr="00F10650">
        <w:t xml:space="preserve"> for future inspections.</w:t>
      </w:r>
      <w:r>
        <w:t xml:space="preserve"> </w:t>
      </w:r>
      <w:r w:rsidRPr="00F10650">
        <w:t xml:space="preserve">Inspectors should </w:t>
      </w:r>
      <w:r>
        <w:t xml:space="preserve">complete this appendix by inspecting the attributes listed in this appendix for </w:t>
      </w:r>
      <w:r w:rsidR="00331180">
        <w:t xml:space="preserve">as-built </w:t>
      </w:r>
      <w:r w:rsidR="007B181B">
        <w:t>foundation</w:t>
      </w:r>
      <w:r>
        <w:t xml:space="preserve"> and </w:t>
      </w:r>
      <w:r w:rsidR="007B181B">
        <w:t>building</w:t>
      </w:r>
      <w:r>
        <w:t xml:space="preserve"> work </w:t>
      </w:r>
      <w:r w:rsidRPr="1445D208">
        <w:t xml:space="preserve">with a focus </w:t>
      </w:r>
      <w:r w:rsidRPr="00636BCC">
        <w:t xml:space="preserve">on safety </w:t>
      </w:r>
      <w:r w:rsidR="00552802">
        <w:t>SSIS</w:t>
      </w:r>
      <w:r w:rsidRPr="00636BCC">
        <w:t>, such as IROFS, or regulatory requirements for structures (e.g</w:t>
      </w:r>
      <w:r w:rsidR="001373D2">
        <w:t>.,</w:t>
      </w:r>
      <w:r w:rsidRPr="00636BCC">
        <w:t xml:space="preserve"> </w:t>
      </w:r>
      <w:r w:rsidR="00B63400">
        <w:t xml:space="preserve">Title 10 of the </w:t>
      </w:r>
      <w:r w:rsidR="00B63400" w:rsidRPr="001373D2">
        <w:rPr>
          <w:i/>
          <w:iCs/>
        </w:rPr>
        <w:t>Code of Federal Regulations</w:t>
      </w:r>
      <w:r w:rsidR="00B63400">
        <w:t xml:space="preserve"> (</w:t>
      </w:r>
      <w:r w:rsidRPr="00636BCC">
        <w:t>10 CFR</w:t>
      </w:r>
      <w:r w:rsidR="00B63400">
        <w:t>) Section</w:t>
      </w:r>
      <w:r w:rsidRPr="00636BCC">
        <w:t xml:space="preserve"> 70.64), as applicable.</w:t>
      </w:r>
      <w:r>
        <w:t xml:space="preserve"> </w:t>
      </w:r>
      <w:r w:rsidRPr="00F10650">
        <w:t xml:space="preserve">Inspectors should also coordinate this </w:t>
      </w:r>
      <w:r>
        <w:t>a</w:t>
      </w:r>
      <w:r w:rsidRPr="00F10650">
        <w:t xml:space="preserve">ppendix with inspection of structural concrete (Appendix </w:t>
      </w:r>
      <w:r>
        <w:t>B</w:t>
      </w:r>
      <w:r w:rsidRPr="00F10650">
        <w:t xml:space="preserve"> of this IP), and structural steel and steel supports (Appendix </w:t>
      </w:r>
      <w:r>
        <w:t>C</w:t>
      </w:r>
      <w:r w:rsidRPr="00F10650">
        <w:t xml:space="preserve"> of this IP) for efficiency</w:t>
      </w:r>
      <w:r w:rsidR="00552802">
        <w:t>.</w:t>
      </w:r>
    </w:p>
    <w:p w14:paraId="40784E04" w14:textId="4D5E7E75" w:rsidR="007111BC" w:rsidRDefault="007111BC" w:rsidP="007111BC">
      <w:pPr>
        <w:pStyle w:val="BodyText"/>
      </w:pPr>
      <w:r w:rsidRPr="00F10650">
        <w:t xml:space="preserve">Inspectors should contact the </w:t>
      </w:r>
      <w:r>
        <w:t>applicant/</w:t>
      </w:r>
      <w:r w:rsidRPr="00F10650">
        <w:t>licensee prior to the onsite inspection to help determine which building</w:t>
      </w:r>
      <w:r>
        <w:t>(</w:t>
      </w:r>
      <w:r w:rsidRPr="00F10650">
        <w:t>s</w:t>
      </w:r>
      <w:r>
        <w:t>)</w:t>
      </w:r>
      <w:r w:rsidRPr="00F10650">
        <w:t xml:space="preserve"> are to be inspected. Observation during </w:t>
      </w:r>
      <w:r>
        <w:t xml:space="preserve">in-progress </w:t>
      </w:r>
      <w:r w:rsidRPr="00F10650">
        <w:t xml:space="preserve">construction of the </w:t>
      </w:r>
      <w:r w:rsidR="007B181B">
        <w:t>building</w:t>
      </w:r>
      <w:r w:rsidRPr="00F10650">
        <w:t xml:space="preserve"> is desirable but not required. If necessary, inspectors may select completed </w:t>
      </w:r>
      <w:r>
        <w:t xml:space="preserve">foundations and </w:t>
      </w:r>
      <w:r w:rsidR="007B181B">
        <w:t>buildings</w:t>
      </w:r>
      <w:r w:rsidRPr="00F10650">
        <w:t xml:space="preserve"> for inspection. Inspectors should not attempt to inspect all of the </w:t>
      </w:r>
      <w:r w:rsidR="007B181B">
        <w:t>building</w:t>
      </w:r>
      <w:r w:rsidRPr="00F10650">
        <w:t xml:space="preserve"> on the site but may expand if significant concerns with the </w:t>
      </w:r>
      <w:r>
        <w:t>applicant/</w:t>
      </w:r>
      <w:r w:rsidRPr="00F10650">
        <w:t xml:space="preserve">licensee’s control of </w:t>
      </w:r>
      <w:r>
        <w:t xml:space="preserve">foundation and </w:t>
      </w:r>
      <w:r w:rsidRPr="00F10650">
        <w:t>building construction arise.</w:t>
      </w:r>
    </w:p>
    <w:p w14:paraId="1256FA0E" w14:textId="3D262858" w:rsidR="007111BC" w:rsidRPr="00F10650" w:rsidRDefault="007111BC" w:rsidP="007111BC">
      <w:pPr>
        <w:pStyle w:val="BodyText"/>
      </w:pPr>
      <w:r w:rsidRPr="00F10650">
        <w:t xml:space="preserve">Inspectors should collect </w:t>
      </w:r>
      <w:r>
        <w:t>applicant/</w:t>
      </w:r>
      <w:r w:rsidRPr="00F10650">
        <w:t>licensee procedures, building specifications, and work completion records in advance. If unable to review these documents in advance of the onsite inspection, then the licensee should be notified that these documents, and any other relevant documents, should be available when the inspector(s) arrive at the site.</w:t>
      </w:r>
    </w:p>
    <w:p w14:paraId="2DC3B1E5" w14:textId="1BFFD4B7" w:rsidR="007111BC" w:rsidRPr="00484781" w:rsidRDefault="007111BC" w:rsidP="00484781">
      <w:pPr>
        <w:pStyle w:val="BodyText"/>
      </w:pPr>
      <w:r w:rsidRPr="00F10650">
        <w:t xml:space="preserve">Inspectors should </w:t>
      </w:r>
      <w:r>
        <w:t xml:space="preserve">choose one or more </w:t>
      </w:r>
      <w:r w:rsidR="00C561E5">
        <w:t>safety-significant</w:t>
      </w:r>
      <w:r>
        <w:t xml:space="preserve"> </w:t>
      </w:r>
      <w:r w:rsidRPr="2FEC6659">
        <w:t>structures</w:t>
      </w:r>
      <w:r>
        <w:t xml:space="preserve"> and </w:t>
      </w:r>
      <w:r w:rsidRPr="00F10650">
        <w:t xml:space="preserve">review the areas listed in </w:t>
      </w:r>
      <w:r w:rsidR="009177BF">
        <w:t xml:space="preserve">Inspection Requirements </w:t>
      </w:r>
      <w:r w:rsidRPr="00F10650">
        <w:t>02.0</w:t>
      </w:r>
      <w:r>
        <w:t>1</w:t>
      </w:r>
      <w:r w:rsidRPr="00F10650">
        <w:t xml:space="preserve"> through 02.0</w:t>
      </w:r>
      <w:r>
        <w:t>4</w:t>
      </w:r>
      <w:r w:rsidRPr="00F10650">
        <w:t xml:space="preserve"> to the extent practical and may use their judgment in determining which areas to concentrate on if time is limited. </w:t>
      </w:r>
    </w:p>
    <w:p w14:paraId="56A55A0E" w14:textId="497EAF41" w:rsidR="0086482E" w:rsidRPr="00590458" w:rsidRDefault="002B651C" w:rsidP="00AE3E23">
      <w:pPr>
        <w:pStyle w:val="Heading2"/>
      </w:pPr>
      <w:r w:rsidRPr="001F58A8">
        <w:t>03.01</w:t>
      </w:r>
      <w:r w:rsidR="005113A4">
        <w:tab/>
      </w:r>
      <w:r w:rsidR="00552F5A" w:rsidRPr="00590458">
        <w:t>Inspection Requirement 02.01</w:t>
      </w:r>
    </w:p>
    <w:p w14:paraId="3CB6F560" w14:textId="4AB63D3F" w:rsidR="002423E9" w:rsidRDefault="002423E9" w:rsidP="00541EA7">
      <w:pPr>
        <w:pStyle w:val="BodyText"/>
        <w:numPr>
          <w:ilvl w:val="0"/>
          <w:numId w:val="6"/>
        </w:numPr>
      </w:pPr>
      <w:r>
        <w:t xml:space="preserve">Review procedures, construction specifications, work instructions and drawings for </w:t>
      </w:r>
      <w:r w:rsidR="00C561E5">
        <w:t>safety-significant</w:t>
      </w:r>
      <w:r>
        <w:t xml:space="preserve"> </w:t>
      </w:r>
      <w:r w:rsidR="00EC1E69" w:rsidRPr="00EC1E69">
        <w:t xml:space="preserve">foundations and buildings </w:t>
      </w:r>
      <w:r>
        <w:t xml:space="preserve">and ascertain whether the specified technical requirements conform to the commitments contained in the licensing basis. </w:t>
      </w:r>
    </w:p>
    <w:p w14:paraId="51F02BBB" w14:textId="1EE3ABCD" w:rsidR="002423E9" w:rsidRDefault="002423E9" w:rsidP="00541EA7">
      <w:pPr>
        <w:pStyle w:val="BodyText"/>
        <w:numPr>
          <w:ilvl w:val="0"/>
          <w:numId w:val="6"/>
        </w:numPr>
      </w:pPr>
      <w:r>
        <w:t xml:space="preserve">Review </w:t>
      </w:r>
      <w:r w:rsidR="006A5BC3" w:rsidRPr="00EC1E69">
        <w:t xml:space="preserve">foundation and building </w:t>
      </w:r>
      <w:r>
        <w:t xml:space="preserve">procedures and work instructions to verify they specify the following provisions, as </w:t>
      </w:r>
      <w:r w:rsidR="000A0ED8">
        <w:t>applicable</w:t>
      </w:r>
      <w:r>
        <w:t>:</w:t>
      </w:r>
    </w:p>
    <w:p w14:paraId="052573FA" w14:textId="29082700" w:rsidR="00667A49" w:rsidRPr="00F10650" w:rsidRDefault="00A94AD1" w:rsidP="00A31BC4">
      <w:pPr>
        <w:pStyle w:val="BodyText"/>
        <w:numPr>
          <w:ilvl w:val="0"/>
          <w:numId w:val="5"/>
        </w:numPr>
        <w:spacing w:after="0"/>
      </w:pPr>
      <w:r>
        <w:t>e</w:t>
      </w:r>
      <w:r w:rsidR="00667A49" w:rsidRPr="00F10650">
        <w:t>xcavation and subgrade preparation</w:t>
      </w:r>
    </w:p>
    <w:p w14:paraId="08DEE011" w14:textId="38CCF2B5" w:rsidR="00667A49" w:rsidRPr="00F10650" w:rsidRDefault="00A94AD1" w:rsidP="00A31BC4">
      <w:pPr>
        <w:pStyle w:val="BodyText"/>
        <w:numPr>
          <w:ilvl w:val="0"/>
          <w:numId w:val="5"/>
        </w:numPr>
        <w:spacing w:after="0"/>
      </w:pPr>
      <w:r>
        <w:t>f</w:t>
      </w:r>
      <w:r w:rsidR="00667A49" w:rsidRPr="00F10650">
        <w:t>oundation verification</w:t>
      </w:r>
    </w:p>
    <w:p w14:paraId="6946A006" w14:textId="2987DD13" w:rsidR="00667A49" w:rsidRPr="00B652AD" w:rsidRDefault="00A94AD1" w:rsidP="00A31BC4">
      <w:pPr>
        <w:pStyle w:val="BodyText"/>
        <w:numPr>
          <w:ilvl w:val="0"/>
          <w:numId w:val="5"/>
        </w:numPr>
        <w:spacing w:after="0"/>
      </w:pPr>
      <w:r>
        <w:t>p</w:t>
      </w:r>
      <w:r w:rsidR="00667A49" w:rsidRPr="00B652AD">
        <w:t>lacement of engineered fill and backfilling</w:t>
      </w:r>
    </w:p>
    <w:p w14:paraId="5575FAB1" w14:textId="5C38FB24" w:rsidR="00667A49" w:rsidRPr="00F10650" w:rsidRDefault="00A94AD1" w:rsidP="00A31BC4">
      <w:pPr>
        <w:pStyle w:val="BodyText"/>
        <w:numPr>
          <w:ilvl w:val="0"/>
          <w:numId w:val="5"/>
        </w:numPr>
        <w:spacing w:after="0"/>
      </w:pPr>
      <w:r>
        <w:t>d</w:t>
      </w:r>
      <w:r w:rsidR="00667A49" w:rsidRPr="00F10650">
        <w:t>ewatering</w:t>
      </w:r>
    </w:p>
    <w:p w14:paraId="2A1F4373" w14:textId="11077ABC" w:rsidR="00667A49" w:rsidRPr="00F10650" w:rsidRDefault="00A94AD1" w:rsidP="00A31BC4">
      <w:pPr>
        <w:pStyle w:val="BodyText"/>
        <w:numPr>
          <w:ilvl w:val="0"/>
          <w:numId w:val="5"/>
        </w:numPr>
        <w:spacing w:after="0"/>
      </w:pPr>
      <w:r>
        <w:t>c</w:t>
      </w:r>
      <w:r w:rsidR="00667A49">
        <w:t>onstruction quality inspection</w:t>
      </w:r>
      <w:r w:rsidR="00667A49" w:rsidRPr="00F10650">
        <w:t xml:space="preserve"> and testing</w:t>
      </w:r>
    </w:p>
    <w:p w14:paraId="0C6B62E1" w14:textId="66FC2BED" w:rsidR="00667A49" w:rsidRPr="000D6B47" w:rsidRDefault="00A94AD1" w:rsidP="00A31BC4">
      <w:pPr>
        <w:pStyle w:val="BodyText"/>
        <w:numPr>
          <w:ilvl w:val="0"/>
          <w:numId w:val="5"/>
        </w:numPr>
        <w:spacing w:after="0"/>
      </w:pPr>
      <w:r>
        <w:t>i</w:t>
      </w:r>
      <w:r w:rsidR="00667A49" w:rsidRPr="000D6B47">
        <w:t>nstrumentation and settlement monitoring</w:t>
      </w:r>
    </w:p>
    <w:p w14:paraId="0EBD0BE3" w14:textId="732E14B0" w:rsidR="00667A49" w:rsidRPr="000D6B47" w:rsidRDefault="00A94AD1" w:rsidP="00A31BC4">
      <w:pPr>
        <w:pStyle w:val="BodyText"/>
        <w:numPr>
          <w:ilvl w:val="0"/>
          <w:numId w:val="5"/>
        </w:numPr>
        <w:spacing w:after="0"/>
      </w:pPr>
      <w:r>
        <w:t>s</w:t>
      </w:r>
      <w:r w:rsidR="00667A49" w:rsidRPr="000D6B47">
        <w:t>urveying</w:t>
      </w:r>
    </w:p>
    <w:p w14:paraId="057DB525" w14:textId="49DC8BDD" w:rsidR="00667A49" w:rsidRPr="00B652AD" w:rsidRDefault="00A94AD1" w:rsidP="00A31BC4">
      <w:pPr>
        <w:pStyle w:val="BodyText"/>
        <w:numPr>
          <w:ilvl w:val="0"/>
          <w:numId w:val="5"/>
        </w:numPr>
        <w:spacing w:after="0"/>
      </w:pPr>
      <w:r>
        <w:t>e</w:t>
      </w:r>
      <w:r w:rsidR="00667A49" w:rsidRPr="00B652AD">
        <w:t>ngineering direction</w:t>
      </w:r>
    </w:p>
    <w:p w14:paraId="59D286D1" w14:textId="2CEE74BA" w:rsidR="00206E80" w:rsidRDefault="00493737" w:rsidP="00A31BC4">
      <w:pPr>
        <w:pStyle w:val="BodyText"/>
        <w:numPr>
          <w:ilvl w:val="0"/>
          <w:numId w:val="5"/>
        </w:numPr>
        <w:spacing w:after="0"/>
      </w:pPr>
      <w:r>
        <w:t>s</w:t>
      </w:r>
      <w:r w:rsidR="00667A49" w:rsidRPr="00F10650">
        <w:t>oil compaction and testing</w:t>
      </w:r>
    </w:p>
    <w:p w14:paraId="1226C426" w14:textId="5300DC6F" w:rsidR="0034217B" w:rsidRPr="00206E80" w:rsidRDefault="00493737" w:rsidP="00A31BC4">
      <w:pPr>
        <w:pStyle w:val="BodyText"/>
        <w:numPr>
          <w:ilvl w:val="0"/>
          <w:numId w:val="5"/>
        </w:numPr>
      </w:pPr>
      <w:r>
        <w:t>c</w:t>
      </w:r>
      <w:r w:rsidR="0034217B">
        <w:t>onfiguration management</w:t>
      </w:r>
    </w:p>
    <w:p w14:paraId="4CDF1AED" w14:textId="77777777" w:rsidR="00FD6488" w:rsidRDefault="00FD6488" w:rsidP="00801E85">
      <w:pPr>
        <w:pStyle w:val="BodyText"/>
        <w:numPr>
          <w:ilvl w:val="0"/>
          <w:numId w:val="6"/>
        </w:numPr>
      </w:pPr>
      <w:r w:rsidRPr="00FD6488">
        <w:t xml:space="preserve">For IROFS, determine if procedures are compatible with the management measures program, and prescribe adequate methods to meet the construction specifications. </w:t>
      </w:r>
    </w:p>
    <w:p w14:paraId="5DBA5424" w14:textId="32D29958" w:rsidR="008A1A27" w:rsidRDefault="001517EA" w:rsidP="00541EA7">
      <w:pPr>
        <w:pStyle w:val="BodyText"/>
        <w:numPr>
          <w:ilvl w:val="0"/>
          <w:numId w:val="6"/>
        </w:numPr>
      </w:pPr>
      <w:r>
        <w:t>P</w:t>
      </w:r>
      <w:r w:rsidR="00206E80" w:rsidRPr="00F57542">
        <w:t xml:space="preserve">erform a review of the results of the test-fill program before reviewing the implementing procedures, to verify that the fill procedures have been qualified, if required. The </w:t>
      </w:r>
      <w:r w:rsidR="00206E80" w:rsidRPr="00F57542">
        <w:lastRenderedPageBreak/>
        <w:t>implementing procedures should reflect the methods, equipment, materials, and conditions of the test-fill program.</w:t>
      </w:r>
    </w:p>
    <w:p w14:paraId="3251FFC9" w14:textId="01BF7EF8" w:rsidR="00805CF4" w:rsidRPr="00805CF4" w:rsidRDefault="00805CF4" w:rsidP="00AE3E23">
      <w:pPr>
        <w:pStyle w:val="Heading2"/>
        <w:rPr>
          <w:rFonts w:eastAsiaTheme="minorHAnsi"/>
        </w:rPr>
      </w:pPr>
      <w:r w:rsidRPr="00805CF4">
        <w:rPr>
          <w:rFonts w:eastAsiaTheme="minorHAnsi"/>
        </w:rPr>
        <w:t>03.02</w:t>
      </w:r>
      <w:r w:rsidRPr="00805CF4">
        <w:rPr>
          <w:rFonts w:eastAsiaTheme="minorHAnsi"/>
        </w:rPr>
        <w:tab/>
        <w:t>Inspection Requirement 02.02</w:t>
      </w:r>
    </w:p>
    <w:p w14:paraId="6FA984AB" w14:textId="7734658F" w:rsidR="00F978E1" w:rsidRPr="00ED5FBD" w:rsidRDefault="00F978E1" w:rsidP="00541EA7">
      <w:pPr>
        <w:pStyle w:val="BodyText"/>
        <w:numPr>
          <w:ilvl w:val="0"/>
          <w:numId w:val="7"/>
        </w:numPr>
      </w:pPr>
      <w:r w:rsidRPr="00F978E1">
        <w:t>Review applicant/licensee’s established audit program (including plans, procedures, and audit schedule) for assessing the adequacy of work control functions and requirements in their licensing basis, as applicable, in the area of</w:t>
      </w:r>
      <w:r w:rsidR="00567D7E">
        <w:t xml:space="preserve"> </w:t>
      </w:r>
      <w:r w:rsidR="00C561E5">
        <w:t>safety-significant</w:t>
      </w:r>
      <w:r w:rsidRPr="00F978E1">
        <w:t xml:space="preserve"> foundation </w:t>
      </w:r>
      <w:r w:rsidR="00DF7348">
        <w:t xml:space="preserve">and building </w:t>
      </w:r>
      <w:r w:rsidRPr="00F978E1">
        <w:t>activities.</w:t>
      </w:r>
    </w:p>
    <w:p w14:paraId="2DDAEA5C" w14:textId="34EA8980" w:rsidR="000D6E2E" w:rsidRDefault="00F978E1" w:rsidP="00541EA7">
      <w:pPr>
        <w:pStyle w:val="BodyText"/>
        <w:numPr>
          <w:ilvl w:val="0"/>
          <w:numId w:val="7"/>
        </w:numPr>
      </w:pPr>
      <w:r w:rsidRPr="00F978E1">
        <w:t>Review audit program to verify if examination</w:t>
      </w:r>
      <w:r w:rsidR="005B5AF3">
        <w:t xml:space="preserve">s and </w:t>
      </w:r>
      <w:r w:rsidRPr="00F978E1">
        <w:t>inspection</w:t>
      </w:r>
      <w:r w:rsidR="005B5AF3">
        <w:t xml:space="preserve">s are performed in accordance </w:t>
      </w:r>
      <w:r w:rsidR="00582593">
        <w:t xml:space="preserve">with </w:t>
      </w:r>
      <w:r w:rsidR="00C04003" w:rsidRPr="00F978E1">
        <w:t xml:space="preserve">applicant/licensee’s </w:t>
      </w:r>
      <w:r w:rsidR="00C04003">
        <w:t xml:space="preserve">requirements and if </w:t>
      </w:r>
      <w:r w:rsidRPr="00F978E1">
        <w:t xml:space="preserve">test personnel associated with performing tests and inspections of </w:t>
      </w:r>
      <w:r w:rsidR="00C561E5">
        <w:t>safety-significant</w:t>
      </w:r>
      <w:r w:rsidR="00567D7E">
        <w:t xml:space="preserve"> </w:t>
      </w:r>
      <w:r w:rsidRPr="00F978E1">
        <w:t xml:space="preserve">foundation </w:t>
      </w:r>
      <w:r w:rsidR="00DF7348">
        <w:t xml:space="preserve">and building </w:t>
      </w:r>
      <w:r w:rsidRPr="00F978E1">
        <w:t>activities are qualified and/or certified to perform their assigned work.</w:t>
      </w:r>
    </w:p>
    <w:p w14:paraId="57A33BA0" w14:textId="16EB30AA" w:rsidR="00F07E41" w:rsidRPr="00F07E41" w:rsidRDefault="00F978E1" w:rsidP="00541EA7">
      <w:pPr>
        <w:pStyle w:val="BodyText"/>
        <w:numPr>
          <w:ilvl w:val="0"/>
          <w:numId w:val="7"/>
        </w:numPr>
      </w:pPr>
      <w:r w:rsidRPr="00F978E1">
        <w:t xml:space="preserve">Verify records establish that required audits, as applicable, were performed </w:t>
      </w:r>
      <w:r w:rsidR="009E4869" w:rsidRPr="00F978E1">
        <w:t>and deficiencies</w:t>
      </w:r>
      <w:r w:rsidRPr="00F978E1">
        <w:t xml:space="preserve"> identified during audits were </w:t>
      </w:r>
      <w:r w:rsidR="008E20D7">
        <w:t xml:space="preserve">tracked and </w:t>
      </w:r>
      <w:r w:rsidRPr="00F978E1">
        <w:t>corrected</w:t>
      </w:r>
      <w:r w:rsidR="008E20D7">
        <w:t>.</w:t>
      </w:r>
    </w:p>
    <w:p w14:paraId="581E1CAD" w14:textId="2A76AFC9" w:rsidR="007C4D7D" w:rsidRDefault="00062D3B" w:rsidP="00AE3E23">
      <w:pPr>
        <w:pStyle w:val="Heading2"/>
      </w:pPr>
      <w:r w:rsidRPr="00062D3B">
        <w:t>03.0</w:t>
      </w:r>
      <w:r w:rsidR="00A82F99">
        <w:t>3</w:t>
      </w:r>
      <w:r w:rsidRPr="00062D3B">
        <w:tab/>
        <w:t>Inspection Requirement 02.0</w:t>
      </w:r>
      <w:r w:rsidR="00A82F99">
        <w:t>3</w:t>
      </w:r>
    </w:p>
    <w:p w14:paraId="4C6F3057" w14:textId="71858C85" w:rsidR="00062D3B" w:rsidRDefault="005034B2" w:rsidP="00541EA7">
      <w:pPr>
        <w:pStyle w:val="BodyText"/>
        <w:numPr>
          <w:ilvl w:val="0"/>
          <w:numId w:val="1"/>
        </w:numPr>
      </w:pPr>
      <w:r w:rsidRPr="005034B2">
        <w:t xml:space="preserve">Ascertain whether the following activities, as required by licensing commitments and applicable building codes, are being controlled and accomplished in accordance with the requirements of the documents reviewed in </w:t>
      </w:r>
      <w:r w:rsidR="008D3E77">
        <w:t xml:space="preserve">Inspection Requirement </w:t>
      </w:r>
      <w:r w:rsidRPr="005034B2">
        <w:t>02.01, above:</w:t>
      </w:r>
    </w:p>
    <w:p w14:paraId="7DBD08A4" w14:textId="74758464" w:rsidR="005034B2" w:rsidRPr="007A02F5" w:rsidRDefault="00066BF3" w:rsidP="00541EA7">
      <w:pPr>
        <w:pStyle w:val="BodyText"/>
        <w:numPr>
          <w:ilvl w:val="0"/>
          <w:numId w:val="13"/>
        </w:numPr>
        <w:rPr>
          <w:u w:val="single"/>
        </w:rPr>
      </w:pPr>
      <w:r w:rsidRPr="00801ECF">
        <w:rPr>
          <w:u w:val="single"/>
        </w:rPr>
        <w:t>Excavation and Subgrade Preparation</w:t>
      </w:r>
    </w:p>
    <w:p w14:paraId="4592D84C" w14:textId="57121BA5" w:rsidR="007E085D" w:rsidRPr="005B3E99" w:rsidRDefault="007E085D" w:rsidP="005B3E99">
      <w:pPr>
        <w:pStyle w:val="BodyText"/>
        <w:numPr>
          <w:ilvl w:val="2"/>
          <w:numId w:val="29"/>
        </w:numPr>
      </w:pPr>
      <w:r w:rsidRPr="005B3E99">
        <w:t>The excavation methods and sequence of operations should not be detrimental to the final foundation subgrade materials. Unusual or changed conditions encountered during excavation of cavities, faults, pockets of unsuitable material, springs, seeps, boils, and protrusions, are noted, investigated, evaluated, and taken into consideration.</w:t>
      </w:r>
    </w:p>
    <w:p w14:paraId="3DCC2DCE" w14:textId="47737086" w:rsidR="007E085D" w:rsidRPr="00577410" w:rsidRDefault="007E085D" w:rsidP="005B3E99">
      <w:pPr>
        <w:pStyle w:val="BodyText"/>
        <w:numPr>
          <w:ilvl w:val="2"/>
          <w:numId w:val="29"/>
        </w:numPr>
        <w:rPr>
          <w:rStyle w:val="BodyTextChar"/>
        </w:rPr>
      </w:pPr>
      <w:r w:rsidRPr="00577410">
        <w:rPr>
          <w:rStyle w:val="BodyTextChar"/>
        </w:rPr>
        <w:t>The foundation subgrade should be free of organic or soft unsuitable material. Depressions or holes left by grubbing and stripping or excavation should be backfilled with suitable materials compacted and tested to the specified density and moisture content. Soil classification at the depth excavated for foundations should be verified and compared with the soil profile determined during subgrade explorations (bore holes, exploratory excavations, etc.). The occurrence of extraneous detrimental or unexpected soil may necessitate further investigation or evaluation/redesign. The finished grade should be as specified, meet compaction and density requirements, be protected from the elements, and be tested and inspected.</w:t>
      </w:r>
    </w:p>
    <w:p w14:paraId="606DEB6E" w14:textId="34D8A001" w:rsidR="007E085D" w:rsidRDefault="00EC5C5D" w:rsidP="005B3E99">
      <w:pPr>
        <w:pStyle w:val="BodyText"/>
        <w:numPr>
          <w:ilvl w:val="2"/>
          <w:numId w:val="29"/>
        </w:numPr>
      </w:pPr>
      <w:r>
        <w:t>T</w:t>
      </w:r>
      <w:r w:rsidR="007E085D" w:rsidRPr="00226332">
        <w:t>he stockpiling and segregation of excavated materials which are to be used as seismic fill material are in accordance with specifications.</w:t>
      </w:r>
    </w:p>
    <w:p w14:paraId="73EDB300" w14:textId="69BA0D45" w:rsidR="007E085D" w:rsidRPr="00826314" w:rsidRDefault="007E085D" w:rsidP="005B3E99">
      <w:pPr>
        <w:pStyle w:val="BodyText"/>
        <w:numPr>
          <w:ilvl w:val="2"/>
          <w:numId w:val="29"/>
        </w:numPr>
        <w:rPr>
          <w:rStyle w:val="BodyTextChar"/>
        </w:rPr>
      </w:pPr>
      <w:r w:rsidRPr="00826314">
        <w:rPr>
          <w:rStyle w:val="BodyTextChar"/>
        </w:rPr>
        <w:t>The foundation subgrade treatment such as compaction, installation of foundation drains, or other methods should be properly controlled.</w:t>
      </w:r>
    </w:p>
    <w:p w14:paraId="694BED9A" w14:textId="75C264B9" w:rsidR="007E085D" w:rsidRPr="00826314" w:rsidRDefault="00EC5C5D" w:rsidP="005B3E99">
      <w:pPr>
        <w:pStyle w:val="BodyText"/>
        <w:numPr>
          <w:ilvl w:val="2"/>
          <w:numId w:val="29"/>
        </w:numPr>
        <w:rPr>
          <w:rStyle w:val="BodyTextChar"/>
        </w:rPr>
      </w:pPr>
      <w:r>
        <w:rPr>
          <w:rStyle w:val="BodyTextChar"/>
        </w:rPr>
        <w:t>The</w:t>
      </w:r>
      <w:r w:rsidR="00F9182E">
        <w:rPr>
          <w:rStyle w:val="BodyTextChar"/>
        </w:rPr>
        <w:t xml:space="preserve"> </w:t>
      </w:r>
      <w:r w:rsidR="007E085D" w:rsidRPr="00826314">
        <w:rPr>
          <w:rStyle w:val="BodyTextChar"/>
        </w:rPr>
        <w:t>construction quality inspections are adequate with regard to scope, frequency, and inspector qualifications.</w:t>
      </w:r>
    </w:p>
    <w:p w14:paraId="5EBC1373" w14:textId="5EA427E2" w:rsidR="007E085D" w:rsidRPr="00826314" w:rsidRDefault="007E085D" w:rsidP="005B3E99">
      <w:pPr>
        <w:pStyle w:val="BodyText"/>
        <w:numPr>
          <w:ilvl w:val="2"/>
          <w:numId w:val="29"/>
        </w:numPr>
        <w:rPr>
          <w:rStyle w:val="BodyTextChar"/>
        </w:rPr>
      </w:pPr>
      <w:r w:rsidRPr="00826314">
        <w:rPr>
          <w:rStyle w:val="BodyTextChar"/>
        </w:rPr>
        <w:lastRenderedPageBreak/>
        <w:t>The recordkeeping activities should reflect the actual conditions encountered in the field and provide adequate documentation of work and inspections. Determine whether records are being maintained, reviewed, and approved as specified.</w:t>
      </w:r>
    </w:p>
    <w:p w14:paraId="20B9B3ED" w14:textId="2A9652C7" w:rsidR="007E085D" w:rsidRPr="007E085D" w:rsidRDefault="007E085D" w:rsidP="005B3E99">
      <w:pPr>
        <w:pStyle w:val="BodyText"/>
        <w:numPr>
          <w:ilvl w:val="2"/>
          <w:numId w:val="29"/>
        </w:numPr>
      </w:pPr>
      <w:r w:rsidRPr="00F10650">
        <w:t>Unexpected conditions are frequently encountered,</w:t>
      </w:r>
      <w:r>
        <w:t xml:space="preserve"> </w:t>
      </w:r>
      <w:r w:rsidRPr="00F10650">
        <w:t>ranging from unfavorable deposits of materials not found in the exploratory program, to problems not identified in previous site studies.</w:t>
      </w:r>
    </w:p>
    <w:p w14:paraId="578B886C" w14:textId="3947C8E7" w:rsidR="00052397" w:rsidRDefault="00052397" w:rsidP="00BF1286">
      <w:pPr>
        <w:pStyle w:val="BodyText"/>
        <w:ind w:left="1440"/>
      </w:pPr>
      <w:r w:rsidRPr="00F10650">
        <w:t xml:space="preserve">Where unfavorable conditions are encountered, further exploration by test pits, borings, or other means are necessary to define the extent and nature of conditions. The effect of the unexpected conditions </w:t>
      </w:r>
      <w:r>
        <w:t>should</w:t>
      </w:r>
      <w:r w:rsidRPr="00F10650">
        <w:t xml:space="preserve"> be evaluated in relation to the original design. Examples of common unfavorable conditions frequently encountered are:</w:t>
      </w:r>
    </w:p>
    <w:p w14:paraId="1EFD775F" w14:textId="467DE9C8" w:rsidR="00052397" w:rsidRDefault="00052397" w:rsidP="00493737">
      <w:pPr>
        <w:pStyle w:val="BodyText"/>
        <w:numPr>
          <w:ilvl w:val="0"/>
          <w:numId w:val="11"/>
        </w:numPr>
        <w:spacing w:after="0"/>
      </w:pPr>
      <w:r w:rsidRPr="00F10650">
        <w:t xml:space="preserve">highly compressible and </w:t>
      </w:r>
      <w:r w:rsidR="009E4869" w:rsidRPr="00F10650">
        <w:t>low strength</w:t>
      </w:r>
      <w:r w:rsidRPr="00F10650">
        <w:t xml:space="preserve"> </w:t>
      </w:r>
      <w:r w:rsidR="002E6AA3" w:rsidRPr="00F10650">
        <w:t>soils</w:t>
      </w:r>
    </w:p>
    <w:p w14:paraId="7CD92CB5" w14:textId="677E6C54" w:rsidR="00052397" w:rsidRDefault="00052397" w:rsidP="00493737">
      <w:pPr>
        <w:pStyle w:val="BodyText"/>
        <w:numPr>
          <w:ilvl w:val="0"/>
          <w:numId w:val="11"/>
        </w:numPr>
        <w:spacing w:after="0"/>
      </w:pPr>
      <w:r>
        <w:t>c</w:t>
      </w:r>
      <w:r w:rsidRPr="00F10650">
        <w:t xml:space="preserve">ollapsible soils </w:t>
      </w:r>
      <w:r w:rsidRPr="00F10650">
        <w:noBreakHyphen/>
        <w:t xml:space="preserve"> low-density soils that collapse when saturated</w:t>
      </w:r>
    </w:p>
    <w:p w14:paraId="32951A9C" w14:textId="780EC813" w:rsidR="00052397" w:rsidRDefault="00052397" w:rsidP="00493737">
      <w:pPr>
        <w:pStyle w:val="BodyText"/>
        <w:numPr>
          <w:ilvl w:val="0"/>
          <w:numId w:val="11"/>
        </w:numPr>
        <w:spacing w:after="0"/>
      </w:pPr>
      <w:r>
        <w:t>o</w:t>
      </w:r>
      <w:r w:rsidRPr="00F10650">
        <w:t>ld river channels</w:t>
      </w:r>
    </w:p>
    <w:p w14:paraId="1D2A9A15" w14:textId="6A1E80E1" w:rsidR="00052397" w:rsidRDefault="00052397" w:rsidP="00493737">
      <w:pPr>
        <w:pStyle w:val="BodyText"/>
        <w:numPr>
          <w:ilvl w:val="0"/>
          <w:numId w:val="11"/>
        </w:numPr>
        <w:spacing w:after="0"/>
      </w:pPr>
      <w:r>
        <w:t>c</w:t>
      </w:r>
      <w:r w:rsidRPr="00F10650">
        <w:t>avities and solution features</w:t>
      </w:r>
    </w:p>
    <w:p w14:paraId="0665CF14" w14:textId="2F431ADF" w:rsidR="00052397" w:rsidRDefault="00052397" w:rsidP="00493737">
      <w:pPr>
        <w:pStyle w:val="BodyText"/>
        <w:numPr>
          <w:ilvl w:val="0"/>
          <w:numId w:val="11"/>
        </w:numPr>
        <w:spacing w:after="0"/>
      </w:pPr>
      <w:r>
        <w:t>o</w:t>
      </w:r>
      <w:r w:rsidRPr="00F10650">
        <w:t>verhangs and surface depressions</w:t>
      </w:r>
    </w:p>
    <w:p w14:paraId="0AC5F5A1" w14:textId="3C6A9C67" w:rsidR="00052397" w:rsidRDefault="00052397" w:rsidP="00493737">
      <w:pPr>
        <w:pStyle w:val="BodyText"/>
        <w:numPr>
          <w:ilvl w:val="0"/>
          <w:numId w:val="11"/>
        </w:numPr>
        <w:spacing w:after="0"/>
      </w:pPr>
      <w:r>
        <w:t>s</w:t>
      </w:r>
      <w:r w:rsidRPr="00F10650">
        <w:t>prings or artesian conditions</w:t>
      </w:r>
    </w:p>
    <w:p w14:paraId="1B6862C5" w14:textId="60FEE884" w:rsidR="00DE5E42" w:rsidRDefault="00052397" w:rsidP="00541EA7">
      <w:pPr>
        <w:pStyle w:val="BodyText"/>
        <w:numPr>
          <w:ilvl w:val="0"/>
          <w:numId w:val="11"/>
        </w:numPr>
      </w:pPr>
      <w:r>
        <w:t>u</w:t>
      </w:r>
      <w:r w:rsidRPr="00F10650">
        <w:t>nstable excavation slopes because of unanticipated conditions</w:t>
      </w:r>
    </w:p>
    <w:p w14:paraId="2D525593" w14:textId="1BF55C6C" w:rsidR="00E61738" w:rsidRDefault="00E61738" w:rsidP="00593FBD">
      <w:pPr>
        <w:pStyle w:val="BodyText"/>
        <w:numPr>
          <w:ilvl w:val="2"/>
          <w:numId w:val="29"/>
        </w:numPr>
      </w:pPr>
      <w:r w:rsidRPr="00D93A1E">
        <w:t xml:space="preserve">Excavation materials are frequently used as engineered fill or backfill around structures. The inspector should determine whether these materials have been qualified through explorations and testing by a </w:t>
      </w:r>
      <w:r w:rsidR="002E6AA3" w:rsidRPr="00D93A1E">
        <w:t>soil</w:t>
      </w:r>
      <w:r w:rsidRPr="00D93A1E">
        <w:t xml:space="preserve"> testing laboratory and whether they are stockpiled in designated areas. Excavated materials to be used as structural fill, should be excavated in layers, so that widely varying soil classes are not mixed. Some of the more common tests used for qualifying soils materials, and their associated standards, are:</w:t>
      </w:r>
    </w:p>
    <w:p w14:paraId="6A74DACF" w14:textId="77777777" w:rsidR="00493737" w:rsidRPr="002A4056" w:rsidRDefault="00493737" w:rsidP="00593FBD">
      <w:pPr>
        <w:pStyle w:val="BodyText"/>
        <w:numPr>
          <w:ilvl w:val="0"/>
          <w:numId w:val="30"/>
        </w:numPr>
        <w:spacing w:after="0"/>
      </w:pPr>
      <w:r>
        <w:t>m</w:t>
      </w:r>
      <w:r w:rsidRPr="002A4056">
        <w:t>oisture/density relationships</w:t>
      </w:r>
      <w:r>
        <w:t>;</w:t>
      </w:r>
      <w:r w:rsidRPr="002A4056">
        <w:t xml:space="preserve"> </w:t>
      </w:r>
    </w:p>
    <w:p w14:paraId="1FFB2A11" w14:textId="77777777" w:rsidR="00493737" w:rsidRPr="002A4056" w:rsidRDefault="00493737" w:rsidP="00593FBD">
      <w:pPr>
        <w:pStyle w:val="BodyText"/>
        <w:numPr>
          <w:ilvl w:val="0"/>
          <w:numId w:val="30"/>
        </w:numPr>
        <w:spacing w:after="0"/>
      </w:pPr>
      <w:r>
        <w:t>s</w:t>
      </w:r>
      <w:r w:rsidRPr="002A4056">
        <w:t>oil-classification tests</w:t>
      </w:r>
      <w:r>
        <w:t>;</w:t>
      </w:r>
    </w:p>
    <w:p w14:paraId="0189931D" w14:textId="77777777" w:rsidR="00493737" w:rsidRPr="002A4056" w:rsidRDefault="00493737" w:rsidP="00593FBD">
      <w:pPr>
        <w:pStyle w:val="BodyText"/>
        <w:numPr>
          <w:ilvl w:val="0"/>
          <w:numId w:val="30"/>
        </w:numPr>
        <w:spacing w:after="0"/>
      </w:pPr>
      <w:r>
        <w:t>p</w:t>
      </w:r>
      <w:r w:rsidRPr="002A4056">
        <w:t>article-size analysis</w:t>
      </w:r>
      <w:r>
        <w:t>;</w:t>
      </w:r>
    </w:p>
    <w:p w14:paraId="15DD7736" w14:textId="77777777" w:rsidR="00493737" w:rsidRDefault="00493737" w:rsidP="00593FBD">
      <w:pPr>
        <w:pStyle w:val="BodyText"/>
        <w:numPr>
          <w:ilvl w:val="0"/>
          <w:numId w:val="30"/>
        </w:numPr>
        <w:spacing w:after="0"/>
      </w:pPr>
      <w:r>
        <w:t>t</w:t>
      </w:r>
      <w:r w:rsidRPr="002A4056">
        <w:t>est for plastic limit and plasticity index</w:t>
      </w:r>
      <w:r>
        <w:t>;</w:t>
      </w:r>
      <w:r w:rsidRPr="002A4056">
        <w:t xml:space="preserve"> and </w:t>
      </w:r>
    </w:p>
    <w:p w14:paraId="04D33EB2" w14:textId="69C18E3E" w:rsidR="00493737" w:rsidRPr="002A4056" w:rsidRDefault="00493737" w:rsidP="00593FBD">
      <w:pPr>
        <w:pStyle w:val="BodyText"/>
        <w:numPr>
          <w:ilvl w:val="0"/>
          <w:numId w:val="30"/>
        </w:numPr>
      </w:pPr>
      <w:r>
        <w:t>o</w:t>
      </w:r>
      <w:r w:rsidRPr="002A4056">
        <w:t>ther codes and standards. A geotechnical engineer should control acceptance and qualification of excavated materials.</w:t>
      </w:r>
    </w:p>
    <w:p w14:paraId="230605E7" w14:textId="27774CAD" w:rsidR="00E61738" w:rsidRPr="00A95FF4" w:rsidRDefault="00493737" w:rsidP="00493737">
      <w:pPr>
        <w:pStyle w:val="BodyText"/>
        <w:numPr>
          <w:ilvl w:val="0"/>
          <w:numId w:val="13"/>
        </w:numPr>
        <w:rPr>
          <w:u w:val="single"/>
        </w:rPr>
      </w:pPr>
      <w:r w:rsidRPr="00A95FF4">
        <w:rPr>
          <w:u w:val="single"/>
        </w:rPr>
        <w:t>Foundation</w:t>
      </w:r>
      <w:r w:rsidR="003119F1" w:rsidRPr="00A95FF4">
        <w:rPr>
          <w:u w:val="single"/>
        </w:rPr>
        <w:t xml:space="preserve"> Verification</w:t>
      </w:r>
    </w:p>
    <w:p w14:paraId="455B3F8A" w14:textId="36A8C806" w:rsidR="00634BDD" w:rsidRDefault="00634BDD" w:rsidP="00C41A1C">
      <w:pPr>
        <w:pStyle w:val="BodyText4"/>
      </w:pPr>
      <w:r>
        <w:t xml:space="preserve">Foundation subgrades should be approved by an experienced </w:t>
      </w:r>
      <w:r w:rsidR="00F17C27">
        <w:t>geotechnical</w:t>
      </w:r>
      <w:r>
        <w:t xml:space="preserve"> engineer before placement of engineered fill, mud mats, or structural concrete. Determine whether records are maintained to document approval of the final foundation subgrade. Records should include elevation, actual conditions, methods to achieve acceptable conditions, and inspection and test acceptance criteria and final acceptance results.</w:t>
      </w:r>
    </w:p>
    <w:p w14:paraId="5611CE3E" w14:textId="040E5344" w:rsidR="00052397" w:rsidRDefault="00634BDD" w:rsidP="00C41A1C">
      <w:pPr>
        <w:pStyle w:val="BodyText4"/>
      </w:pPr>
      <w:r w:rsidRPr="00752432">
        <w:t>A geotechnical engineer should approve soil subgrades before placement of engineered fill, mud mats, or structural concrete. Compaction is the usual method to treat or stabilize loose, disturbed, or unsuitable areas in soil subgrades. The inspector should determine whether appropriate sampling and testing procedures are included to verify the material in place is as specified.</w:t>
      </w:r>
    </w:p>
    <w:p w14:paraId="57DE0CCB" w14:textId="1C3EB105" w:rsidR="00B17519" w:rsidRPr="00493737" w:rsidRDefault="00B17519" w:rsidP="00541EA7">
      <w:pPr>
        <w:pStyle w:val="BodyText"/>
        <w:numPr>
          <w:ilvl w:val="0"/>
          <w:numId w:val="13"/>
        </w:numPr>
      </w:pPr>
      <w:r w:rsidRPr="00817AED">
        <w:rPr>
          <w:u w:val="single"/>
        </w:rPr>
        <w:lastRenderedPageBreak/>
        <w:t>Backfilling</w:t>
      </w:r>
      <w:r w:rsidRPr="00763E4C">
        <w:t xml:space="preserve"> (</w:t>
      </w:r>
      <w:r w:rsidRPr="00493737">
        <w:t>Fill Materials and Compaction Control)</w:t>
      </w:r>
    </w:p>
    <w:p w14:paraId="4A5A7A7A" w14:textId="2E0E5B86" w:rsidR="00B17519" w:rsidRDefault="00B17519" w:rsidP="00541EA7">
      <w:pPr>
        <w:pStyle w:val="BodyText"/>
        <w:numPr>
          <w:ilvl w:val="0"/>
          <w:numId w:val="14"/>
        </w:numPr>
      </w:pPr>
      <w:r>
        <w:t>Specified lift thicknesses are adhered to</w:t>
      </w:r>
      <w:r w:rsidR="00493737">
        <w:t>,</w:t>
      </w:r>
      <w:r>
        <w:t xml:space="preserve"> and specified equipment is being used with the correct number of roller passes.</w:t>
      </w:r>
    </w:p>
    <w:p w14:paraId="48C08C99" w14:textId="289D7DAF" w:rsidR="00B17519" w:rsidRDefault="00B17519" w:rsidP="00541EA7">
      <w:pPr>
        <w:pStyle w:val="BodyText"/>
        <w:numPr>
          <w:ilvl w:val="0"/>
          <w:numId w:val="14"/>
        </w:numPr>
      </w:pPr>
      <w:r>
        <w:t xml:space="preserve">Source material being used is identified and is traceable to an approved borrow source. The approved source material should meet design and earthwork specification requirements and have been properly qualified by an approved soils </w:t>
      </w:r>
      <w:r w:rsidR="00B4666F">
        <w:t>laboratory</w:t>
      </w:r>
      <w:r w:rsidR="003C618B">
        <w:t>.</w:t>
      </w:r>
    </w:p>
    <w:p w14:paraId="03695E4E" w14:textId="38C2251E" w:rsidR="00B17519" w:rsidRDefault="002A5942" w:rsidP="00541EA7">
      <w:pPr>
        <w:pStyle w:val="BodyText"/>
        <w:numPr>
          <w:ilvl w:val="0"/>
          <w:numId w:val="14"/>
        </w:numPr>
      </w:pPr>
      <w:r>
        <w:t>E</w:t>
      </w:r>
      <w:r w:rsidR="00B17519">
        <w:t>ngineered fill or backfill is placed at the proper location and on approved foundation materials.</w:t>
      </w:r>
    </w:p>
    <w:p w14:paraId="2A3CD4DC" w14:textId="574931F5" w:rsidR="00B17519" w:rsidRDefault="00341A7B" w:rsidP="00541EA7">
      <w:pPr>
        <w:pStyle w:val="BodyText"/>
        <w:numPr>
          <w:ilvl w:val="0"/>
          <w:numId w:val="14"/>
        </w:numPr>
      </w:pPr>
      <w:r>
        <w:t>D</w:t>
      </w:r>
      <w:r w:rsidR="00B17519">
        <w:t xml:space="preserve">ensity tests are being performed at the required frequency with properly calibrated instruments (including moisture content tests). If a nuclear density test is performed using a nuclear density gauge or Troxler, verify that the instrument has been </w:t>
      </w:r>
      <w:r w:rsidR="00493737">
        <w:t>calibrated,</w:t>
      </w:r>
      <w:r w:rsidR="00B17519">
        <w:t xml:space="preserve"> and radioactive source leak checks have been performed.</w:t>
      </w:r>
    </w:p>
    <w:p w14:paraId="03020F36" w14:textId="3FA5AA5F" w:rsidR="00B17519" w:rsidRDefault="00B17519" w:rsidP="00541EA7">
      <w:pPr>
        <w:pStyle w:val="BodyText"/>
        <w:numPr>
          <w:ilvl w:val="0"/>
          <w:numId w:val="14"/>
        </w:numPr>
      </w:pPr>
      <w:r>
        <w:t>Samples for laboratory tests are being taken at the required frequency, chain</w:t>
      </w:r>
      <w:r w:rsidR="00C77A13">
        <w:noBreakHyphen/>
      </w:r>
      <w:r>
        <w:t>of</w:t>
      </w:r>
      <w:r w:rsidR="00C77A13">
        <w:noBreakHyphen/>
      </w:r>
      <w:r>
        <w:t xml:space="preserve">custody established, and the samples are adequately identified. Review the results of the required tests and compare results to design specification </w:t>
      </w:r>
      <w:r w:rsidR="003C618B">
        <w:t xml:space="preserve">    </w:t>
      </w:r>
      <w:r>
        <w:t>requirements and applicable standards.</w:t>
      </w:r>
    </w:p>
    <w:p w14:paraId="744D58EA" w14:textId="5F1E8DA1" w:rsidR="00B17519" w:rsidRDefault="00B17519" w:rsidP="00541EA7">
      <w:pPr>
        <w:pStyle w:val="BodyText"/>
        <w:numPr>
          <w:ilvl w:val="0"/>
          <w:numId w:val="14"/>
        </w:numPr>
      </w:pPr>
      <w:r>
        <w:t>Construction quality inspection activities are being performed as required by qualified and/or certified personnel. Review inspection documentation and verify that the records quantitatively define actual construction conditions and qualitative test results.</w:t>
      </w:r>
    </w:p>
    <w:p w14:paraId="6E52F345" w14:textId="3AA08A9B" w:rsidR="00711ADA" w:rsidRDefault="00711ADA" w:rsidP="00541EA7">
      <w:pPr>
        <w:pStyle w:val="BodyText"/>
        <w:numPr>
          <w:ilvl w:val="0"/>
          <w:numId w:val="14"/>
        </w:numPr>
      </w:pPr>
      <w:r w:rsidRPr="00711ADA">
        <w:rPr>
          <w:u w:val="single"/>
        </w:rPr>
        <w:t>Reference Guidance</w:t>
      </w:r>
      <w:r>
        <w:t>. Any references cited in this section are for background and not reflective of actual applicant/licensee’s commitments. Refer to the licensing basis documents for actual commitments and requirements.</w:t>
      </w:r>
    </w:p>
    <w:p w14:paraId="10ADA9B7" w14:textId="57FB725C" w:rsidR="00711ADA" w:rsidRDefault="00D30847" w:rsidP="000158B0">
      <w:pPr>
        <w:pStyle w:val="BodyText5"/>
      </w:pPr>
      <w:r>
        <w:t>P</w:t>
      </w:r>
      <w:r w:rsidR="00711ADA">
        <w:t>reparation for foundations may consist merely of excavation and grading to appropriate dimensions. However</w:t>
      </w:r>
      <w:r>
        <w:t xml:space="preserve">, in some cases, </w:t>
      </w:r>
      <w:r w:rsidR="00711ADA">
        <w:t>the top layer of native site material may be too soft, or otherwise unsuitable, to properly support the structures</w:t>
      </w:r>
      <w:r w:rsidR="00007BC2">
        <w:t xml:space="preserve"> and </w:t>
      </w:r>
      <w:r w:rsidR="00711ADA">
        <w:t xml:space="preserve">some special compactive effort may be required. </w:t>
      </w:r>
      <w:r w:rsidR="005C3B72">
        <w:t>Occasionally</w:t>
      </w:r>
      <w:r w:rsidR="00711ADA">
        <w:t>, adequate compaction may be achieved on the native material in place in conjunction with careful control of groundwater level. More typically, it will be necessary to remove the native material and fill the resultant excavation under carefully controlled procedures, in relatively thin layers, sequentially compacted.</w:t>
      </w:r>
    </w:p>
    <w:p w14:paraId="715498BC" w14:textId="1E4FCAA8" w:rsidR="00711ADA" w:rsidRDefault="00711ADA" w:rsidP="000158B0">
      <w:pPr>
        <w:pStyle w:val="BodyText5"/>
      </w:pPr>
      <w:r>
        <w:t xml:space="preserve">Before placing engineered fills, materials and compaction requirements should be qualified by laboratory tests and test fills. Required moisture/density relationships for each material should be determined in accordance with applicable construction codes and may reference </w:t>
      </w:r>
      <w:r w:rsidR="00A23470" w:rsidRPr="00A23470">
        <w:t>American Society for Testing and Materials</w:t>
      </w:r>
      <w:r w:rsidR="005D62B8">
        <w:t xml:space="preserve"> (</w:t>
      </w:r>
      <w:r>
        <w:t>ASTM</w:t>
      </w:r>
      <w:r w:rsidR="005D62B8">
        <w:t>)</w:t>
      </w:r>
      <w:r>
        <w:t xml:space="preserve"> D 698 or ASTM D 1557, as applicable. The inspector should be assured that the specified method is being used. Where impervious materials are used, qualification tests should include determination of the </w:t>
      </w:r>
      <w:r>
        <w:lastRenderedPageBreak/>
        <w:t>Atterberg Limits (“Liquid Limit, Plastic Limit and Plasticity Index</w:t>
      </w:r>
      <w:r w:rsidR="00D52F78">
        <w:t>,</w:t>
      </w:r>
      <w:r>
        <w:t xml:space="preserve">” ASTM D 4318, as applicable). Particle-size analysis should also be </w:t>
      </w:r>
      <w:r w:rsidR="00946A84">
        <w:t>made and</w:t>
      </w:r>
      <w:r>
        <w:t xml:space="preserve"> may reference test methods in ASTM D 422 and ASTM D 1140, as applicable.</w:t>
      </w:r>
    </w:p>
    <w:p w14:paraId="0D5AB1A9" w14:textId="36B6F464" w:rsidR="00711ADA" w:rsidRDefault="00711ADA" w:rsidP="000158B0">
      <w:pPr>
        <w:pStyle w:val="BodyText5"/>
      </w:pPr>
      <w:r>
        <w:t>Test fills for each material type should be made to determine lift thickness, type of compaction equipment, and number of passes to be used in compacting fills to specified densities.</w:t>
      </w:r>
    </w:p>
    <w:p w14:paraId="1DD85745" w14:textId="6D37DAD5" w:rsidR="00711ADA" w:rsidRDefault="00711ADA" w:rsidP="000158B0">
      <w:pPr>
        <w:pStyle w:val="BodyText5"/>
      </w:pPr>
      <w:r>
        <w:t>In process testing used to control fill placement, for the most part, will be density tests and moisture tests. Acceptance will be in terms of some percentage of the maximum dry density (usually 95 percent) and a moisture content within some percentage of optimum (usually 2 percent), which may include reference to ASTM D 698 or ASTM D 1557. Density tests may be made by test methods that may reference ASTM D 1556 (most common method used); ASTM D 2167; ASTM D 2922, or ASTM D 2937. Test-method ASTM D 2922, if used, should be calibrated against a reliable direct method.</w:t>
      </w:r>
    </w:p>
    <w:p w14:paraId="24A4CCB4" w14:textId="50124F02" w:rsidR="00711ADA" w:rsidRDefault="00711ADA" w:rsidP="000158B0">
      <w:pPr>
        <w:pStyle w:val="BodyText5"/>
      </w:pPr>
      <w:r>
        <w:t xml:space="preserve">Control of moisture content at time of compaction is extremely important, especially with materials having more than 12 percent passing a No. 200 sieve. Testing and research </w:t>
      </w:r>
      <w:r w:rsidR="002E6AA3">
        <w:t>have</w:t>
      </w:r>
      <w:r>
        <w:t xml:space="preserve"> demonstrated that variation of the moisture content of a material, at time of compaction, even though it has been compacted to the same dry density, has a wide-ranging effect on the shear strength, permeability, and consolidation characteristics of the material. Ultimate control of moisture should be by test-method and may reference ASTM D 2216, “Laboratory Determination of Moisture Content of Soil</w:t>
      </w:r>
      <w:r w:rsidR="00BF0502">
        <w:t>.</w:t>
      </w:r>
      <w:r>
        <w:t>” Rapid methods, such as the "Speedy" and field stoves, are sometimes used to expedite operations, because of the time required for test-method ASTM D 2216. Where rapid methods are used, they should be calibrated against ASTM D 2216, if required, and their variation taken into consideration in controlling moisture content of the fill. For example, if the specified moisture control is 2 percent of optimum and calibration checks show that the rapid method varies by 1 percent from ASTM D 2216, then field control using the rapid method should be held to 1 percent of optimum. Field-stove methods should be limited to granular materials, with little or no fines, since experience shows results with impervious materials are erratic (probably because of driving off the water of hydration).</w:t>
      </w:r>
    </w:p>
    <w:p w14:paraId="585B036D" w14:textId="14AD67AC" w:rsidR="001D32C6" w:rsidRPr="001D32C6" w:rsidRDefault="001D32C6" w:rsidP="00541EA7">
      <w:pPr>
        <w:pStyle w:val="BodyText"/>
        <w:numPr>
          <w:ilvl w:val="0"/>
          <w:numId w:val="13"/>
        </w:numPr>
      </w:pPr>
      <w:r w:rsidRPr="001D32C6">
        <w:rPr>
          <w:u w:val="single"/>
        </w:rPr>
        <w:t>Dewatering Systems</w:t>
      </w:r>
      <w:r w:rsidRPr="001D32C6">
        <w:t xml:space="preserve">. Note that </w:t>
      </w:r>
      <w:r w:rsidR="00414B9F">
        <w:t>(</w:t>
      </w:r>
      <w:r w:rsidR="0068126A">
        <w:t>a)</w:t>
      </w:r>
      <w:r w:rsidRPr="001D32C6">
        <w:t xml:space="preserve"> and </w:t>
      </w:r>
      <w:r w:rsidR="0068126A">
        <w:t>(b)</w:t>
      </w:r>
      <w:r w:rsidRPr="001D32C6">
        <w:t xml:space="preserve"> below represent good practice but are not requirements unless specified in the site specifications.</w:t>
      </w:r>
    </w:p>
    <w:p w14:paraId="34F2B95F" w14:textId="2256EFBE" w:rsidR="001D32C6" w:rsidRPr="001D32C6" w:rsidRDefault="001D32C6" w:rsidP="00541EA7">
      <w:pPr>
        <w:pStyle w:val="BodyText"/>
        <w:numPr>
          <w:ilvl w:val="0"/>
          <w:numId w:val="15"/>
        </w:numPr>
      </w:pPr>
      <w:r w:rsidRPr="001D32C6">
        <w:t>Emergency power supply to ensure continuous dewatering system operation is being maintained and tested.</w:t>
      </w:r>
    </w:p>
    <w:p w14:paraId="460165FF" w14:textId="77FAE55A" w:rsidR="001D32C6" w:rsidRPr="001D32C6" w:rsidRDefault="001D32C6" w:rsidP="00541EA7">
      <w:pPr>
        <w:pStyle w:val="BodyText"/>
        <w:numPr>
          <w:ilvl w:val="0"/>
          <w:numId w:val="15"/>
        </w:numPr>
      </w:pPr>
      <w:r w:rsidRPr="001D32C6">
        <w:t>Open excavations are protected from flooding by an adequate sump pump system.</w:t>
      </w:r>
    </w:p>
    <w:p w14:paraId="69EEDFEA" w14:textId="3EB934F1" w:rsidR="001D32C6" w:rsidRPr="001D32C6" w:rsidRDefault="001D32C6" w:rsidP="00541EA7">
      <w:pPr>
        <w:pStyle w:val="BodyText"/>
        <w:numPr>
          <w:ilvl w:val="0"/>
          <w:numId w:val="15"/>
        </w:numPr>
      </w:pPr>
      <w:r w:rsidRPr="001D32C6">
        <w:t>Piezometric surfaces are being defined by monitoring performed at the required frequency.</w:t>
      </w:r>
    </w:p>
    <w:p w14:paraId="1FF2B8A4" w14:textId="6CE8A940" w:rsidR="00D7703C" w:rsidRPr="001D32C6" w:rsidRDefault="001D32C6" w:rsidP="00541EA7">
      <w:pPr>
        <w:pStyle w:val="BodyText"/>
        <w:numPr>
          <w:ilvl w:val="0"/>
          <w:numId w:val="15"/>
        </w:numPr>
      </w:pPr>
      <w:r w:rsidRPr="001D32C6">
        <w:t>Inspection and testing of system discharge should assure that sediment material is not being removed from the foundation.</w:t>
      </w:r>
    </w:p>
    <w:p w14:paraId="0A473FD3" w14:textId="5B6EE64F" w:rsidR="00983519" w:rsidRDefault="00983519" w:rsidP="00541EA7">
      <w:pPr>
        <w:pStyle w:val="BodyText"/>
        <w:numPr>
          <w:ilvl w:val="0"/>
          <w:numId w:val="15"/>
        </w:numPr>
      </w:pPr>
      <w:r w:rsidRPr="00983519">
        <w:rPr>
          <w:u w:val="single"/>
        </w:rPr>
        <w:lastRenderedPageBreak/>
        <w:t>Reference Guidance</w:t>
      </w:r>
      <w:r>
        <w:t>. Any references cited in this section are for background and not reflective of actual applicant/licensee’s commitments. Refer to the licensing basis documents for actual commitments and requirements.</w:t>
      </w:r>
    </w:p>
    <w:p w14:paraId="396F344F" w14:textId="59DB1BE5" w:rsidR="00983519" w:rsidRPr="00B550B0" w:rsidRDefault="00983519" w:rsidP="00D813DB">
      <w:pPr>
        <w:pStyle w:val="BodyText5"/>
      </w:pPr>
      <w:r w:rsidRPr="00B550B0">
        <w:t>Some degree of groundwater control will be required, at least during site preparation and foundation placement. Groundwater removal may be required to properly compact the soil-bearing area. The design may require that groundwater be permanently maintained below some specified elevation.</w:t>
      </w:r>
    </w:p>
    <w:p w14:paraId="1AD924B6" w14:textId="45A6CD4C" w:rsidR="00983519" w:rsidRPr="00B550B0" w:rsidRDefault="00983519" w:rsidP="00D813DB">
      <w:pPr>
        <w:pStyle w:val="BodyText5"/>
      </w:pPr>
      <w:r w:rsidRPr="00B550B0">
        <w:t>Excavations and placement of fill and foundations should be in the dry state. Discharge outlets of dewatering systems should be monitored for sediment content, to assure that subgrades are not being undermined. Dewatering systems, if not properly designed, installed, and operated, can have an adverse effect on foundations. Improper design and operation can, and have, resulted in undermining of foundations through removal of sediment with the discharge water. The inspector should assure himself that careful consideration has been given to the impact that the installation, operation, shutting down, and decommissioning of the system will have on foundation design. Through observations, the inspector should satisfy himself that the system has been installed and is being monitored as specified. Piezometers or observation wells should be used in conjunction with the dewatering system, to monitor the groundwater surface and pore pressure beneath the subgrade and adjacent ground.</w:t>
      </w:r>
    </w:p>
    <w:p w14:paraId="17622A12" w14:textId="083E088D" w:rsidR="00983519" w:rsidRPr="00B550B0" w:rsidRDefault="00983519" w:rsidP="00D813DB">
      <w:pPr>
        <w:pStyle w:val="BodyText5"/>
      </w:pPr>
      <w:r w:rsidRPr="00B550B0">
        <w:t>Acceptable methods for installation and maintenance of piezometers and observation wells can be found in the U.S. Army Corps of Engineers Manual, EM</w:t>
      </w:r>
      <w:r w:rsidR="008A4A63">
        <w:t> </w:t>
      </w:r>
      <w:r w:rsidRPr="00B550B0">
        <w:t>1110 2 1908, 1972. Refer to licensing basis and applicable building codes for requirements.</w:t>
      </w:r>
    </w:p>
    <w:p w14:paraId="51A19A00" w14:textId="155112FC" w:rsidR="00417227" w:rsidRDefault="00E35866" w:rsidP="00541EA7">
      <w:pPr>
        <w:pStyle w:val="BodyText"/>
        <w:numPr>
          <w:ilvl w:val="0"/>
          <w:numId w:val="13"/>
        </w:numPr>
        <w:rPr>
          <w:u w:val="single"/>
        </w:rPr>
      </w:pPr>
      <w:r w:rsidRPr="00E35866">
        <w:rPr>
          <w:u w:val="single"/>
        </w:rPr>
        <w:t xml:space="preserve">Construction </w:t>
      </w:r>
      <w:r w:rsidR="00714281">
        <w:rPr>
          <w:u w:val="single"/>
        </w:rPr>
        <w:t>Q</w:t>
      </w:r>
      <w:r w:rsidRPr="00E35866">
        <w:rPr>
          <w:u w:val="single"/>
        </w:rPr>
        <w:t xml:space="preserve">uality </w:t>
      </w:r>
      <w:r w:rsidR="00714281">
        <w:rPr>
          <w:u w:val="single"/>
        </w:rPr>
        <w:t>I</w:t>
      </w:r>
      <w:r w:rsidRPr="00E35866">
        <w:rPr>
          <w:u w:val="single"/>
        </w:rPr>
        <w:t>nspection and Onsite Testing Laboratory</w:t>
      </w:r>
    </w:p>
    <w:p w14:paraId="470AFE22" w14:textId="6252116E" w:rsidR="006951D4" w:rsidRDefault="00714281" w:rsidP="00541EA7">
      <w:pPr>
        <w:pStyle w:val="BodyText"/>
        <w:numPr>
          <w:ilvl w:val="0"/>
          <w:numId w:val="16"/>
        </w:numPr>
      </w:pPr>
      <w:r>
        <w:t>T</w:t>
      </w:r>
      <w:r w:rsidR="006951D4">
        <w:t xml:space="preserve">he onsite laboratory has performed verification of laboratory personnel qualifications (education and experience) of testing and inspection </w:t>
      </w:r>
      <w:r w:rsidR="00FA4507">
        <w:t xml:space="preserve">personnel. </w:t>
      </w:r>
      <w:r w:rsidR="006951D4">
        <w:t>Personnel qualification verifications should be supported by objective evidence documenting education and experience.</w:t>
      </w:r>
    </w:p>
    <w:p w14:paraId="7F427D46" w14:textId="12104683" w:rsidR="006951D4" w:rsidRDefault="006951D4" w:rsidP="00541EA7">
      <w:pPr>
        <w:pStyle w:val="BodyText"/>
        <w:numPr>
          <w:ilvl w:val="0"/>
          <w:numId w:val="16"/>
        </w:numPr>
      </w:pPr>
      <w:r>
        <w:t>Test results are being evaluated at an appropriate level and evaluation includes trend analysis.</w:t>
      </w:r>
    </w:p>
    <w:p w14:paraId="3434411D" w14:textId="7DB9166D" w:rsidR="006951D4" w:rsidRDefault="006951D4" w:rsidP="00541EA7">
      <w:pPr>
        <w:pStyle w:val="BodyText"/>
        <w:numPr>
          <w:ilvl w:val="0"/>
          <w:numId w:val="16"/>
        </w:numPr>
      </w:pPr>
      <w:r>
        <w:t xml:space="preserve">Observed testing standards conform to the procedures specified in the </w:t>
      </w:r>
      <w:r w:rsidR="00090001">
        <w:t>app</w:t>
      </w:r>
      <w:r w:rsidR="00184263">
        <w:t>l</w:t>
      </w:r>
      <w:r w:rsidR="00090001">
        <w:t xml:space="preserve">icable </w:t>
      </w:r>
      <w:r>
        <w:t>A</w:t>
      </w:r>
      <w:r w:rsidR="00690BF6">
        <w:t>STM</w:t>
      </w:r>
      <w:r>
        <w:t>, if required.</w:t>
      </w:r>
    </w:p>
    <w:p w14:paraId="0C409945" w14:textId="411B3B82" w:rsidR="006951D4" w:rsidRDefault="006951D4" w:rsidP="00541EA7">
      <w:pPr>
        <w:pStyle w:val="BodyText"/>
        <w:numPr>
          <w:ilvl w:val="0"/>
          <w:numId w:val="16"/>
        </w:numPr>
      </w:pPr>
      <w:r>
        <w:t>Testing apparatuses are calibrated at the required frequency and calibration traceable to a nationally recognized standard and calibration is in accordance with approved procedures.</w:t>
      </w:r>
    </w:p>
    <w:p w14:paraId="52F75CB2" w14:textId="056C4C31" w:rsidR="006951D4" w:rsidRDefault="006951D4" w:rsidP="00541EA7">
      <w:pPr>
        <w:pStyle w:val="BodyText"/>
        <w:numPr>
          <w:ilvl w:val="0"/>
          <w:numId w:val="16"/>
        </w:numPr>
      </w:pPr>
      <w:r>
        <w:t xml:space="preserve">Records reflect the results of inspections, the actual field conditions, testing frequency requirements, acceptance criteria, and data </w:t>
      </w:r>
      <w:r w:rsidR="00FA4507">
        <w:t>calculations</w:t>
      </w:r>
      <w:r>
        <w:t xml:space="preserve"> are checked.</w:t>
      </w:r>
    </w:p>
    <w:p w14:paraId="0CE00ED0" w14:textId="5E22C702" w:rsidR="005676F8" w:rsidRDefault="005676F8" w:rsidP="00454259">
      <w:pPr>
        <w:pStyle w:val="BodyText"/>
        <w:numPr>
          <w:ilvl w:val="0"/>
          <w:numId w:val="16"/>
        </w:numPr>
      </w:pPr>
      <w:r>
        <w:t>Acceptance of all earthwork on</w:t>
      </w:r>
      <w:r w:rsidR="00A93329">
        <w:t xml:space="preserve"> </w:t>
      </w:r>
      <w:r>
        <w:t xml:space="preserve">site, including verification of soil foundations, engineered fill and backfill, for the most part, will be based on testing done by the site-soil laboratory. The inspector should routinely check the soils laboratory </w:t>
      </w:r>
      <w:r>
        <w:lastRenderedPageBreak/>
        <w:t xml:space="preserve">during inspections. The inspector should ensure that work is being done in accordance with specified methods and with specified equipment that is periodically calibrated for accuracy. Testing personnel should check data calculations for accuracy </w:t>
      </w:r>
      <w:r w:rsidR="00021EAF">
        <w:t>a</w:t>
      </w:r>
      <w:r>
        <w:t>nd the inspector should spot check them.</w:t>
      </w:r>
    </w:p>
    <w:p w14:paraId="6B909F48" w14:textId="4FF5A66C" w:rsidR="00E35866" w:rsidRDefault="005676F8" w:rsidP="008867FE">
      <w:pPr>
        <w:pStyle w:val="BodyText5"/>
      </w:pPr>
      <w:r>
        <w:t>Qualifications of testing personnel should be checked by personal interviews, examination of certification records, and licensee's procedures and records, to verify contractor's qualification records.</w:t>
      </w:r>
    </w:p>
    <w:p w14:paraId="19D03B4C" w14:textId="24F9A659" w:rsidR="007D62B8" w:rsidRPr="00406A44" w:rsidRDefault="00406A44" w:rsidP="00541EA7">
      <w:pPr>
        <w:pStyle w:val="BodyText"/>
        <w:numPr>
          <w:ilvl w:val="0"/>
          <w:numId w:val="13"/>
        </w:numPr>
        <w:rPr>
          <w:u w:val="single"/>
        </w:rPr>
      </w:pPr>
      <w:r w:rsidRPr="00406A44">
        <w:rPr>
          <w:u w:val="single"/>
        </w:rPr>
        <w:t>Instrumentation and Settlement Monitoring Program</w:t>
      </w:r>
    </w:p>
    <w:p w14:paraId="31F970AA" w14:textId="72F42AC1" w:rsidR="00F04BA0" w:rsidRDefault="00F04BA0" w:rsidP="00541EA7">
      <w:pPr>
        <w:pStyle w:val="BodyText"/>
        <w:numPr>
          <w:ilvl w:val="0"/>
          <w:numId w:val="17"/>
        </w:numPr>
      </w:pPr>
      <w:r>
        <w:t xml:space="preserve">Number, location, and type of instruments </w:t>
      </w:r>
      <w:r w:rsidR="00400268">
        <w:t xml:space="preserve">used </w:t>
      </w:r>
      <w:r>
        <w:t>are appropriate</w:t>
      </w:r>
      <w:r w:rsidR="00243164">
        <w:t xml:space="preserve"> for the monitoring activity</w:t>
      </w:r>
      <w:r>
        <w:t>.</w:t>
      </w:r>
    </w:p>
    <w:p w14:paraId="1CB438B7" w14:textId="210A7A02" w:rsidR="00F04BA0" w:rsidRDefault="00F04BA0" w:rsidP="00541EA7">
      <w:pPr>
        <w:pStyle w:val="BodyText"/>
        <w:numPr>
          <w:ilvl w:val="0"/>
          <w:numId w:val="17"/>
        </w:numPr>
      </w:pPr>
      <w:r>
        <w:t>Instrumentation and settlement-monitoring systems installed before start of activity being monitored.</w:t>
      </w:r>
    </w:p>
    <w:p w14:paraId="4C61E1BC" w14:textId="7A2926CD" w:rsidR="00F04BA0" w:rsidRDefault="00F04BA0" w:rsidP="00541EA7">
      <w:pPr>
        <w:pStyle w:val="BodyText"/>
        <w:numPr>
          <w:ilvl w:val="0"/>
          <w:numId w:val="17"/>
        </w:numPr>
      </w:pPr>
      <w:r>
        <w:t>Instrumentation and settlement-monitoring systems are installed as specified, functioning properly, and protected against construction hazards.</w:t>
      </w:r>
    </w:p>
    <w:p w14:paraId="2CFEAE6E" w14:textId="011BDB85" w:rsidR="00F04BA0" w:rsidRDefault="00F04BA0" w:rsidP="00541EA7">
      <w:pPr>
        <w:pStyle w:val="BodyText"/>
        <w:numPr>
          <w:ilvl w:val="0"/>
          <w:numId w:val="17"/>
        </w:numPr>
      </w:pPr>
      <w:r>
        <w:t>Operation and monitoring: operations are monitored at specified frequency to assure that construction activities have not made installed instrumentation inoperable.</w:t>
      </w:r>
    </w:p>
    <w:p w14:paraId="7796DA6A" w14:textId="040BC4B6" w:rsidR="00F04BA0" w:rsidRDefault="00F04BA0" w:rsidP="00541EA7">
      <w:pPr>
        <w:pStyle w:val="BodyText"/>
        <w:numPr>
          <w:ilvl w:val="0"/>
          <w:numId w:val="17"/>
        </w:numPr>
      </w:pPr>
      <w:r>
        <w:t>Calibration of measuring and testing equipment is maintained, logged, and functionally checked.</w:t>
      </w:r>
    </w:p>
    <w:p w14:paraId="7146117C" w14:textId="22AE47C2" w:rsidR="00F04BA0" w:rsidRDefault="00F04BA0" w:rsidP="00541EA7">
      <w:pPr>
        <w:pStyle w:val="BodyText"/>
        <w:numPr>
          <w:ilvl w:val="0"/>
          <w:numId w:val="17"/>
        </w:numPr>
      </w:pPr>
      <w:r>
        <w:t xml:space="preserve">Recordkeeping activities: records reflect specified frequency of monitoring, data checks (e.g., supervisory review, engineering review), </w:t>
      </w:r>
      <w:r w:rsidR="00243164">
        <w:t xml:space="preserve">and </w:t>
      </w:r>
      <w:r>
        <w:t>data evaluated and accepted. This is important in activities such as settlement monitoring. A comparison of the actual settlement data with those predicted can reveal problems at an early stage, enable the cause to be determined relatively early in the construction phase, or can cause design changes to be incorporated before the completion of extensive construction work.</w:t>
      </w:r>
    </w:p>
    <w:p w14:paraId="5281B069" w14:textId="1F7A851D" w:rsidR="00B8557F" w:rsidRDefault="00B8557F" w:rsidP="00541EA7">
      <w:pPr>
        <w:pStyle w:val="BodyText"/>
        <w:numPr>
          <w:ilvl w:val="0"/>
          <w:numId w:val="17"/>
        </w:numPr>
      </w:pPr>
      <w:r w:rsidRPr="00B8557F">
        <w:rPr>
          <w:u w:val="single"/>
        </w:rPr>
        <w:t>Reference Guidance</w:t>
      </w:r>
      <w:r>
        <w:t>. Any references cited in this section are for background and not reflective of actual applicant/licensee’s commitments. Refer to the licensing basis documents for actual commitments and requirements.</w:t>
      </w:r>
    </w:p>
    <w:p w14:paraId="0D785DF3" w14:textId="54597F77" w:rsidR="007D62B8" w:rsidRDefault="00B8557F" w:rsidP="008867FE">
      <w:pPr>
        <w:pStyle w:val="BodyText5"/>
      </w:pPr>
      <w:r>
        <w:t>Instrumentation will, for the most part, consist of settlement monuments for monitoring settlement and piezometers, or well points for monitoring the groundwater surface and pore pressure. Specific guidance regarding their use, installation, and maintenance can be found in the U.S. Army Corps of Engineers Manual EM 1110 2 1908. Refer to licensing basis and applicable building codes for requirements. The inspector should ensure that the instrumentation is installed as specified, is adequate for the intended use, and that accuracy of the data recorded is sufficient to provide needed information. The instruments should be monitored periodically, throughout construction, and, if needed, post construction.</w:t>
      </w:r>
    </w:p>
    <w:p w14:paraId="35F90E53" w14:textId="6D804C6E" w:rsidR="00724CC7" w:rsidRPr="00724CC7" w:rsidRDefault="00724CC7" w:rsidP="00541EA7">
      <w:pPr>
        <w:pStyle w:val="BodyText"/>
        <w:numPr>
          <w:ilvl w:val="0"/>
          <w:numId w:val="13"/>
        </w:numPr>
      </w:pPr>
      <w:r w:rsidRPr="00724CC7">
        <w:rPr>
          <w:u w:val="single"/>
        </w:rPr>
        <w:t>Surveying</w:t>
      </w:r>
      <w:r w:rsidRPr="00724CC7">
        <w:t>. The instruments are properly calibrated, and calculations are checked to assure accurate results.</w:t>
      </w:r>
    </w:p>
    <w:p w14:paraId="632666F5" w14:textId="2D2A3EDC" w:rsidR="00724CC7" w:rsidRDefault="00724CC7" w:rsidP="00541EA7">
      <w:pPr>
        <w:pStyle w:val="BodyText"/>
        <w:numPr>
          <w:ilvl w:val="0"/>
          <w:numId w:val="13"/>
        </w:numPr>
      </w:pPr>
      <w:r w:rsidRPr="00724CC7">
        <w:rPr>
          <w:u w:val="single"/>
        </w:rPr>
        <w:lastRenderedPageBreak/>
        <w:t>Engineering Direction</w:t>
      </w:r>
      <w:r w:rsidRPr="00724CC7">
        <w:t>. Engineering direction is available on</w:t>
      </w:r>
      <w:r w:rsidR="00666287">
        <w:t xml:space="preserve"> </w:t>
      </w:r>
      <w:r w:rsidRPr="00724CC7">
        <w:t>site to monitor geotechnical/foundation construction activities. The onsite engineering staff should be supplemented by an experienced geotechnical engineer to approve final foundation subgrade materials, monitor, and review quality control inspections and test results, and identify changed field conditions. The onsite engineering staff should be involved in disposition of nonconformance reports and prepare engineering field change requests for approval by the engineering design agent or organization.</w:t>
      </w:r>
    </w:p>
    <w:p w14:paraId="392D3FC9" w14:textId="4AD396DA" w:rsidR="00422F93" w:rsidRPr="00724CC7" w:rsidRDefault="00422F93" w:rsidP="00541EA7">
      <w:pPr>
        <w:pStyle w:val="BodyText"/>
        <w:numPr>
          <w:ilvl w:val="0"/>
          <w:numId w:val="13"/>
        </w:numPr>
      </w:pPr>
      <w:r>
        <w:rPr>
          <w:u w:val="single"/>
        </w:rPr>
        <w:t>Soil Compaction and Testing</w:t>
      </w:r>
      <w:r w:rsidRPr="00EC78BA">
        <w:t>.</w:t>
      </w:r>
      <w:r>
        <w:t xml:space="preserve"> </w:t>
      </w:r>
      <w:r w:rsidR="004C5352">
        <w:t xml:space="preserve">See </w:t>
      </w:r>
      <w:r w:rsidR="00C73D0D">
        <w:t xml:space="preserve">Sections </w:t>
      </w:r>
      <w:r w:rsidR="009E621F">
        <w:t>03.03</w:t>
      </w:r>
      <w:r w:rsidR="0053348E">
        <w:t>.</w:t>
      </w:r>
      <w:r w:rsidR="00C620BD">
        <w:t>a</w:t>
      </w:r>
      <w:r w:rsidR="0053348E">
        <w:t>.</w:t>
      </w:r>
      <w:r w:rsidR="00024AD4">
        <w:t>1</w:t>
      </w:r>
      <w:r w:rsidR="00C620BD">
        <w:t>, 03.03</w:t>
      </w:r>
      <w:r w:rsidR="0053348E">
        <w:t>.</w:t>
      </w:r>
      <w:r w:rsidR="00024AD4">
        <w:t>a</w:t>
      </w:r>
      <w:r w:rsidR="0053348E">
        <w:t>.</w:t>
      </w:r>
      <w:r w:rsidR="00024AD4">
        <w:t>2</w:t>
      </w:r>
      <w:r w:rsidR="00D10E1A">
        <w:t>, 03.03</w:t>
      </w:r>
      <w:r w:rsidR="0053348E">
        <w:t>.</w:t>
      </w:r>
      <w:r w:rsidR="00D10E1A">
        <w:t>a</w:t>
      </w:r>
      <w:r w:rsidR="0053348E">
        <w:t>.</w:t>
      </w:r>
      <w:r w:rsidR="00D10E1A">
        <w:t>3</w:t>
      </w:r>
      <w:r w:rsidR="0026395F">
        <w:t>, and 03.03</w:t>
      </w:r>
      <w:r w:rsidR="0053348E">
        <w:t>.</w:t>
      </w:r>
      <w:r w:rsidR="0026395F">
        <w:t>a</w:t>
      </w:r>
      <w:r w:rsidR="0053348E">
        <w:t>.</w:t>
      </w:r>
      <w:r w:rsidR="0026395F">
        <w:t>5</w:t>
      </w:r>
      <w:r w:rsidR="00D10E1A">
        <w:t xml:space="preserve"> for guidance.</w:t>
      </w:r>
    </w:p>
    <w:p w14:paraId="5348A80F" w14:textId="1311564D" w:rsidR="00724CC7" w:rsidRPr="00724CC7" w:rsidRDefault="00724CC7" w:rsidP="00541EA7">
      <w:pPr>
        <w:pStyle w:val="BodyText"/>
        <w:numPr>
          <w:ilvl w:val="0"/>
          <w:numId w:val="13"/>
        </w:numPr>
      </w:pPr>
      <w:bookmarkStart w:id="3" w:name="_Hlk157538820"/>
      <w:r w:rsidRPr="00724CC7">
        <w:rPr>
          <w:u w:val="single"/>
        </w:rPr>
        <w:t>Configuration management</w:t>
      </w:r>
      <w:r w:rsidRPr="005944D9">
        <w:t>.</w:t>
      </w:r>
      <w:r w:rsidRPr="00724CC7">
        <w:t xml:space="preserve"> For the activities observed during Inspection Requirement 02.03., verify if changes occurred during these construction activities, the applicant/licensee properly controlled and documented these changes for engineering review, approval, and subsequent incorporation into the final as-built drawings, as applicable. Verify these actions were completed in accordance with their procedures and management measures.</w:t>
      </w:r>
    </w:p>
    <w:bookmarkEnd w:id="3"/>
    <w:p w14:paraId="05AA2E74" w14:textId="0AA86685" w:rsidR="001C5FE2" w:rsidRPr="001C5FE2" w:rsidRDefault="001C5FE2" w:rsidP="003F2286">
      <w:pPr>
        <w:pStyle w:val="Heading2"/>
      </w:pPr>
      <w:r w:rsidRPr="001C5FE2">
        <w:t>03.04</w:t>
      </w:r>
      <w:r w:rsidRPr="001C5FE2">
        <w:tab/>
      </w:r>
      <w:r w:rsidRPr="00BC6499">
        <w:t>Inspection Requirement 02.04</w:t>
      </w:r>
    </w:p>
    <w:p w14:paraId="35C5235C" w14:textId="69DB2D52" w:rsidR="00455EA4" w:rsidRDefault="00455EA4" w:rsidP="00256CC5">
      <w:pPr>
        <w:pStyle w:val="BodyText3"/>
        <w:rPr>
          <w:rFonts w:eastAsiaTheme="minorHAnsi"/>
        </w:rPr>
      </w:pPr>
      <w:r w:rsidRPr="00455EA4">
        <w:rPr>
          <w:rFonts w:eastAsiaTheme="minorHAnsi"/>
        </w:rPr>
        <w:t xml:space="preserve">Ascertain whether for the </w:t>
      </w:r>
      <w:r w:rsidR="00C561E5">
        <w:rPr>
          <w:rFonts w:eastAsiaTheme="minorHAnsi"/>
        </w:rPr>
        <w:t>safety-significant</w:t>
      </w:r>
      <w:r w:rsidR="00773E67">
        <w:rPr>
          <w:rFonts w:eastAsiaTheme="minorHAnsi"/>
        </w:rPr>
        <w:t xml:space="preserve"> </w:t>
      </w:r>
      <w:r w:rsidRPr="00455EA4">
        <w:rPr>
          <w:rFonts w:eastAsiaTheme="minorHAnsi"/>
        </w:rPr>
        <w:t xml:space="preserve">foundation </w:t>
      </w:r>
      <w:r w:rsidR="00FE537D">
        <w:rPr>
          <w:rFonts w:eastAsiaTheme="minorHAnsi"/>
        </w:rPr>
        <w:t xml:space="preserve">and building </w:t>
      </w:r>
      <w:r w:rsidRPr="00455EA4">
        <w:rPr>
          <w:rFonts w:eastAsiaTheme="minorHAnsi"/>
        </w:rPr>
        <w:t xml:space="preserve">activities, the applicant/licensee/contractor system for documenting </w:t>
      </w:r>
      <w:r w:rsidR="00C561E5">
        <w:rPr>
          <w:rFonts w:eastAsiaTheme="minorHAnsi"/>
        </w:rPr>
        <w:t>safety-significant</w:t>
      </w:r>
      <w:r w:rsidRPr="00455EA4">
        <w:rPr>
          <w:rFonts w:eastAsiaTheme="minorHAnsi"/>
        </w:rPr>
        <w:t xml:space="preserve"> work is functioning </w:t>
      </w:r>
      <w:r w:rsidR="0053348E">
        <w:rPr>
          <w:rFonts w:eastAsiaTheme="minorHAnsi"/>
        </w:rPr>
        <w:t>in accordance with requirements.</w:t>
      </w:r>
    </w:p>
    <w:p w14:paraId="50AD0E2B" w14:textId="33114A39" w:rsidR="00A26D73" w:rsidRDefault="00A26D73" w:rsidP="00541EA7">
      <w:pPr>
        <w:pStyle w:val="BodyText"/>
        <w:numPr>
          <w:ilvl w:val="0"/>
          <w:numId w:val="18"/>
        </w:numPr>
      </w:pPr>
      <w:r w:rsidRPr="00044756">
        <w:rPr>
          <w:u w:val="single"/>
        </w:rPr>
        <w:t>Receipt Inspection and Material Certification</w:t>
      </w:r>
      <w:r>
        <w:t>. Records confirm that required material characteristics, performance tests, civil soil tests, nondestructive tests, and other earthwork specification requirements were met.</w:t>
      </w:r>
      <w:r w:rsidR="001900D8">
        <w:t xml:space="preserve"> Records </w:t>
      </w:r>
      <w:r w:rsidR="00FA7E32">
        <w:t xml:space="preserve">may be </w:t>
      </w:r>
      <w:r w:rsidR="001900D8">
        <w:t>a</w:t>
      </w:r>
      <w:r w:rsidR="001900D8" w:rsidRPr="001900D8">
        <w:t>pplicable for materials purchased from offsite suppliers such as drainage materials, geosynthetic fabrics, select fill materials, sand and gravel, instrumentation, and dewatering system components.</w:t>
      </w:r>
    </w:p>
    <w:p w14:paraId="436C6A45" w14:textId="77777777" w:rsidR="00FF0AB2" w:rsidRDefault="00A26D73" w:rsidP="00541EA7">
      <w:pPr>
        <w:pStyle w:val="BodyText"/>
        <w:numPr>
          <w:ilvl w:val="0"/>
          <w:numId w:val="1"/>
        </w:numPr>
      </w:pPr>
      <w:r w:rsidRPr="00044756">
        <w:rPr>
          <w:u w:val="single"/>
        </w:rPr>
        <w:t>Installation Inspection</w:t>
      </w:r>
      <w:r>
        <w:t xml:space="preserve">. </w:t>
      </w:r>
    </w:p>
    <w:p w14:paraId="5F08B95C" w14:textId="77777777" w:rsidR="00FF0AB2" w:rsidRDefault="00FF0AB2" w:rsidP="00541EA7">
      <w:pPr>
        <w:pStyle w:val="BodyText"/>
        <w:numPr>
          <w:ilvl w:val="0"/>
          <w:numId w:val="23"/>
        </w:numPr>
      </w:pPr>
      <w:r w:rsidRPr="00C24E0C">
        <w:t>Records confirm that specified materials and components were installed as specified and that the required construction inspections were performed, and acceptance criteria are defined.</w:t>
      </w:r>
    </w:p>
    <w:p w14:paraId="4534B8C6" w14:textId="6B6B3090" w:rsidR="00FF0AB2" w:rsidRDefault="00FF0AB2" w:rsidP="00541EA7">
      <w:pPr>
        <w:pStyle w:val="BodyText"/>
        <w:numPr>
          <w:ilvl w:val="0"/>
          <w:numId w:val="23"/>
        </w:numPr>
      </w:pPr>
      <w:r w:rsidRPr="00F46C25">
        <w:t xml:space="preserve">Review licensee and contractor requirements covering the span of records for </w:t>
      </w:r>
      <w:r w:rsidRPr="00543DF0">
        <w:t xml:space="preserve">foundation and building </w:t>
      </w:r>
      <w:r w:rsidR="00541EA7" w:rsidRPr="00543DF0">
        <w:t xml:space="preserve">work. </w:t>
      </w:r>
      <w:r w:rsidRPr="00543DF0">
        <w:t>Determine the initiation point for those records sampled and, importantly, the</w:t>
      </w:r>
      <w:r w:rsidRPr="00F46C25">
        <w:t xml:space="preserve"> effectiveness of those responsible for reviewing the records for accuracy and completeness and ensuring that the recorded information meets documentation requirements. </w:t>
      </w:r>
    </w:p>
    <w:p w14:paraId="12A15DB2" w14:textId="77777777" w:rsidR="00FF0AB2" w:rsidRDefault="00FF0AB2" w:rsidP="00541EA7">
      <w:pPr>
        <w:pStyle w:val="BodyText"/>
        <w:numPr>
          <w:ilvl w:val="0"/>
          <w:numId w:val="24"/>
        </w:numPr>
      </w:pPr>
      <w:r>
        <w:t>Review and evaluate pertinent quality records in a sampling of the areas listed below. Determine whether:</w:t>
      </w:r>
    </w:p>
    <w:p w14:paraId="5394405E" w14:textId="77777777" w:rsidR="00FF0AB2" w:rsidRDefault="00FF0AB2" w:rsidP="00D8023F">
      <w:pPr>
        <w:pStyle w:val="BodyText"/>
        <w:numPr>
          <w:ilvl w:val="0"/>
          <w:numId w:val="25"/>
        </w:numPr>
      </w:pPr>
      <w:r>
        <w:t>Adequate preparation, control, review, and evaluation of these records have been made.</w:t>
      </w:r>
    </w:p>
    <w:p w14:paraId="797633A8" w14:textId="77777777" w:rsidR="00FF0AB2" w:rsidRDefault="00FF0AB2" w:rsidP="00D8023F">
      <w:pPr>
        <w:pStyle w:val="BodyText"/>
        <w:numPr>
          <w:ilvl w:val="0"/>
          <w:numId w:val="25"/>
        </w:numPr>
      </w:pPr>
      <w:r>
        <w:t xml:space="preserve">Records reflect that appropriate requirements have been met. </w:t>
      </w:r>
    </w:p>
    <w:p w14:paraId="2B37F466" w14:textId="7FF2E165" w:rsidR="00FF0AB2" w:rsidRDefault="00FF0AB2" w:rsidP="00541EA7">
      <w:pPr>
        <w:pStyle w:val="BodyText"/>
        <w:numPr>
          <w:ilvl w:val="0"/>
          <w:numId w:val="25"/>
        </w:numPr>
      </w:pPr>
      <w:r>
        <w:t>The system of records is functioning properly.</w:t>
      </w:r>
    </w:p>
    <w:p w14:paraId="08E0D270" w14:textId="77777777" w:rsidR="00CD7230" w:rsidRDefault="00A26D73" w:rsidP="00541EA7">
      <w:pPr>
        <w:pStyle w:val="BodyText"/>
        <w:numPr>
          <w:ilvl w:val="0"/>
          <w:numId w:val="1"/>
        </w:numPr>
      </w:pPr>
      <w:r w:rsidRPr="00044756">
        <w:rPr>
          <w:u w:val="single"/>
        </w:rPr>
        <w:lastRenderedPageBreak/>
        <w:t>Nonconformance/Deviation Record</w:t>
      </w:r>
      <w:r>
        <w:t xml:space="preserve">. </w:t>
      </w:r>
    </w:p>
    <w:p w14:paraId="0DF55F79" w14:textId="77777777" w:rsidR="00CD7230" w:rsidRPr="00CD7230" w:rsidRDefault="00CD7230" w:rsidP="00F478DF">
      <w:pPr>
        <w:pStyle w:val="BodyText"/>
        <w:numPr>
          <w:ilvl w:val="0"/>
          <w:numId w:val="31"/>
        </w:numPr>
      </w:pPr>
      <w:r w:rsidRPr="00CD7230">
        <w:t>Records include current status of these items. Nonconformance reports include the status of corrective action or resolution, (e.g., determine whether adequate corrective action is being taken when test results are not within tolerance or acceptance criteria.)</w:t>
      </w:r>
    </w:p>
    <w:p w14:paraId="195C656F" w14:textId="16908873" w:rsidR="00CD7230" w:rsidRPr="00CD7230" w:rsidRDefault="00CD7230" w:rsidP="00F478DF">
      <w:pPr>
        <w:pStyle w:val="BodyText"/>
        <w:numPr>
          <w:ilvl w:val="0"/>
          <w:numId w:val="31"/>
        </w:numPr>
      </w:pPr>
      <w:r w:rsidRPr="00CD7230">
        <w:t>For the inspection, review and evaluate a sampling of reports applicable to nonconformances or deviations. Determine whether:</w:t>
      </w:r>
    </w:p>
    <w:p w14:paraId="4F29B30E" w14:textId="77777777" w:rsidR="00CD7230" w:rsidRPr="00CD7230" w:rsidRDefault="00CD7230" w:rsidP="007F79C1">
      <w:pPr>
        <w:pStyle w:val="BodyText"/>
        <w:numPr>
          <w:ilvl w:val="0"/>
          <w:numId w:val="32"/>
        </w:numPr>
      </w:pPr>
      <w:r w:rsidRPr="00CD7230">
        <w:t>Records are complete and promptly reviewed by qualified personnel.</w:t>
      </w:r>
    </w:p>
    <w:p w14:paraId="0DC708F4" w14:textId="08E624D0" w:rsidR="00CD7230" w:rsidRPr="00CD7230" w:rsidRDefault="00CD7230" w:rsidP="007F79C1">
      <w:pPr>
        <w:pStyle w:val="BodyText"/>
        <w:numPr>
          <w:ilvl w:val="0"/>
          <w:numId w:val="32"/>
        </w:numPr>
      </w:pPr>
      <w:r w:rsidRPr="00CD7230">
        <w:t>Records have been routinely processed, evaluated in a timely manner and controlled through established channels, for resolution of the root-cause as well as the immediate problem.</w:t>
      </w:r>
    </w:p>
    <w:p w14:paraId="27AF20CE" w14:textId="13296951" w:rsidR="00CD7230" w:rsidRPr="00CD7230" w:rsidRDefault="00CD7230" w:rsidP="007F79C1">
      <w:pPr>
        <w:pStyle w:val="BodyText"/>
        <w:numPr>
          <w:ilvl w:val="0"/>
          <w:numId w:val="32"/>
        </w:numPr>
      </w:pPr>
      <w:r w:rsidRPr="00CD7230">
        <w:t>Records are properly identified and stored, indicate current status, and can be retrieved in a reasonable time.</w:t>
      </w:r>
    </w:p>
    <w:p w14:paraId="11874882" w14:textId="7476B86B" w:rsidR="00CD7230" w:rsidRPr="00CD7230" w:rsidRDefault="00CD7230" w:rsidP="007F79C1">
      <w:pPr>
        <w:pStyle w:val="BodyText"/>
        <w:numPr>
          <w:ilvl w:val="0"/>
          <w:numId w:val="32"/>
        </w:numPr>
      </w:pPr>
      <w:r w:rsidRPr="00CD7230">
        <w:t>Nonconformance reports include the status of corrective action or resolution, and adequate justification is provided for use-as-is disposition.</w:t>
      </w:r>
    </w:p>
    <w:p w14:paraId="5E125143" w14:textId="1B3CD4BD" w:rsidR="00A26D73" w:rsidRDefault="00A26D73" w:rsidP="00541EA7">
      <w:pPr>
        <w:pStyle w:val="BodyText"/>
        <w:numPr>
          <w:ilvl w:val="0"/>
          <w:numId w:val="1"/>
        </w:numPr>
      </w:pPr>
      <w:r w:rsidRPr="00D437F7">
        <w:rPr>
          <w:u w:val="single"/>
        </w:rPr>
        <w:t>Training/Qualification Records of Craft, and Quality Inspection Personnel</w:t>
      </w:r>
      <w:r>
        <w:t>. Records establish that quality inspection personnel, as applicable, are adequately qualified for their assigned duties and responsibilities and that craft personnel have been trained in their assigned tasks.</w:t>
      </w:r>
    </w:p>
    <w:p w14:paraId="28E9C934" w14:textId="2DED8DB1" w:rsidR="00A26D73" w:rsidRDefault="00A26D73" w:rsidP="00541EA7">
      <w:pPr>
        <w:pStyle w:val="BodyText"/>
        <w:numPr>
          <w:ilvl w:val="0"/>
          <w:numId w:val="1"/>
        </w:numPr>
      </w:pPr>
      <w:r w:rsidRPr="00D437F7">
        <w:rPr>
          <w:u w:val="single"/>
        </w:rPr>
        <w:t>Configuration Management Records</w:t>
      </w:r>
      <w:r>
        <w:t>. Review and evaluate a selected sample of configuration management records, and determine whether:</w:t>
      </w:r>
    </w:p>
    <w:p w14:paraId="250E051D" w14:textId="08187220" w:rsidR="00724CC7" w:rsidRDefault="00A26D73" w:rsidP="00541EA7">
      <w:pPr>
        <w:pStyle w:val="BodyText"/>
        <w:numPr>
          <w:ilvl w:val="0"/>
          <w:numId w:val="19"/>
        </w:numPr>
      </w:pPr>
      <w:r>
        <w:t>Records associated with design and field changes, as well as related work and IP changes, reflect that timely review and evaluation of design and field change documents have been performed by personnel who are qualified.</w:t>
      </w:r>
    </w:p>
    <w:p w14:paraId="312F7D87" w14:textId="77777777" w:rsidR="00AE02AF" w:rsidRDefault="00AE02AF" w:rsidP="00541EA7">
      <w:pPr>
        <w:pStyle w:val="BodyText"/>
        <w:numPr>
          <w:ilvl w:val="0"/>
          <w:numId w:val="19"/>
        </w:numPr>
      </w:pPr>
      <w:r>
        <w:t>Records of periodic inspections ensure that only the most recent approved documents, including design changes, were used in the field.</w:t>
      </w:r>
    </w:p>
    <w:p w14:paraId="05EF768B" w14:textId="366714CC" w:rsidR="00AE02AF" w:rsidRDefault="00AE02AF" w:rsidP="00541EA7">
      <w:pPr>
        <w:pStyle w:val="BodyText"/>
        <w:numPr>
          <w:ilvl w:val="0"/>
          <w:numId w:val="19"/>
        </w:numPr>
      </w:pPr>
      <w:r>
        <w:t>Design changes are subject to adequate design control, including consideration of the impact of the change on the overall design and on as</w:t>
      </w:r>
      <w:r w:rsidR="00426140">
        <w:t>-</w:t>
      </w:r>
      <w:r>
        <w:t>built records.</w:t>
      </w:r>
    </w:p>
    <w:p w14:paraId="4EA36572" w14:textId="005AD55F" w:rsidR="00AE02AF" w:rsidRDefault="00AE02AF" w:rsidP="00541EA7">
      <w:pPr>
        <w:pStyle w:val="BodyText"/>
        <w:numPr>
          <w:ilvl w:val="0"/>
          <w:numId w:val="19"/>
        </w:numPr>
      </w:pPr>
      <w:r>
        <w:t>Records of nonconformance’s to design requirements include preparation of a nonconformance report even if the nonconformance is resolved through the design</w:t>
      </w:r>
      <w:r w:rsidR="001D03A6">
        <w:noBreakHyphen/>
      </w:r>
      <w:r>
        <w:t>change process.</w:t>
      </w:r>
    </w:p>
    <w:p w14:paraId="6F971C20" w14:textId="34DE47B0" w:rsidR="00AE02AF" w:rsidRDefault="00753A51" w:rsidP="003F2286">
      <w:pPr>
        <w:pStyle w:val="Heading2"/>
      </w:pPr>
      <w:r w:rsidRPr="00753A51">
        <w:t>03.05</w:t>
      </w:r>
      <w:r w:rsidRPr="00753A51">
        <w:tab/>
        <w:t>Additional Guidance</w:t>
      </w:r>
    </w:p>
    <w:p w14:paraId="184F939A" w14:textId="60124F79" w:rsidR="0024519E" w:rsidRDefault="0024519E" w:rsidP="006D4266">
      <w:pPr>
        <w:pStyle w:val="BodyText3"/>
      </w:pPr>
      <w:r>
        <w:t>Note: Informal interviews with field-craft and inspection personnel may be randomly conducted to determine how well employees know the requirements of their work activity. Ascertain whether a sufficient number of adequately</w:t>
      </w:r>
      <w:r w:rsidR="00695117">
        <w:noBreakHyphen/>
      </w:r>
      <w:r>
        <w:t>qualified quality</w:t>
      </w:r>
      <w:r w:rsidR="00695117">
        <w:noBreakHyphen/>
      </w:r>
      <w:r>
        <w:t>control inspection personnel, if required, are at the construction site, commensurate with the work in progress, and adequately performing their assigned duties through the established organizational structure.</w:t>
      </w:r>
    </w:p>
    <w:p w14:paraId="30C6A256" w14:textId="44DF4301" w:rsidR="0024519E" w:rsidRPr="0024519E" w:rsidRDefault="0024519E" w:rsidP="006D4266">
      <w:pPr>
        <w:pStyle w:val="BodyText3"/>
      </w:pPr>
      <w:r w:rsidRPr="007F38CC">
        <w:rPr>
          <w:u w:val="single"/>
        </w:rPr>
        <w:lastRenderedPageBreak/>
        <w:t>Prevalent Errors and Concerns</w:t>
      </w:r>
      <w:r>
        <w:t xml:space="preserve">. </w:t>
      </w:r>
      <w:r w:rsidR="00291BB0">
        <w:t>These are a</w:t>
      </w:r>
      <w:r w:rsidR="00906758" w:rsidRPr="00906758">
        <w:t xml:space="preserve">reas in which the inspector should be alert to potential generic issues. This section is included to provide background for inspectors on past </w:t>
      </w:r>
      <w:r w:rsidR="002008A3">
        <w:t xml:space="preserve">foundations and buildings </w:t>
      </w:r>
      <w:r w:rsidR="00906758" w:rsidRPr="00906758">
        <w:t xml:space="preserve">issues related to </w:t>
      </w:r>
      <w:r w:rsidR="00F74E5F">
        <w:t xml:space="preserve">construction </w:t>
      </w:r>
      <w:r w:rsidR="00447CBF">
        <w:t xml:space="preserve">experience </w:t>
      </w:r>
      <w:r w:rsidR="00906758" w:rsidRPr="00906758">
        <w:t>at previous projects. (Note</w:t>
      </w:r>
      <w:r w:rsidR="00FA42A0">
        <w:t>:</w:t>
      </w:r>
      <w:r w:rsidR="00906758" w:rsidRPr="00906758">
        <w:t xml:space="preserve"> </w:t>
      </w:r>
      <w:r w:rsidR="00906758" w:rsidRPr="00665AC4">
        <w:t>These are not listed in order of their perceived importance to safety</w:t>
      </w:r>
      <w:r w:rsidR="00906758" w:rsidRPr="00906758">
        <w:t>.) These areas include:</w:t>
      </w:r>
    </w:p>
    <w:p w14:paraId="6B1B1F5B" w14:textId="53349345" w:rsidR="00913488" w:rsidRPr="00913488" w:rsidRDefault="00913488" w:rsidP="00541EA7">
      <w:pPr>
        <w:pStyle w:val="BodyText"/>
        <w:numPr>
          <w:ilvl w:val="0"/>
          <w:numId w:val="20"/>
        </w:numPr>
        <w:ind w:left="720"/>
      </w:pPr>
      <w:r w:rsidRPr="00913488">
        <w:t xml:space="preserve">Insufficient compaction of foundation and backfill materials was identified at several sites, as described in </w:t>
      </w:r>
      <w:r w:rsidR="00E113FF">
        <w:t>Office of Inspection and</w:t>
      </w:r>
      <w:r w:rsidR="005C03F7">
        <w:t xml:space="preserve"> Enforcement</w:t>
      </w:r>
      <w:r w:rsidR="00E113FF">
        <w:t xml:space="preserve"> </w:t>
      </w:r>
      <w:r w:rsidR="005C03F7">
        <w:t>(</w:t>
      </w:r>
      <w:r w:rsidRPr="00913488">
        <w:t>IE</w:t>
      </w:r>
      <w:r w:rsidR="005C03F7">
        <w:t>)</w:t>
      </w:r>
      <w:r w:rsidRPr="00913488">
        <w:t xml:space="preserve"> Circular 81</w:t>
      </w:r>
      <w:r w:rsidRPr="00913488">
        <w:noBreakHyphen/>
        <w:t>08.</w:t>
      </w:r>
    </w:p>
    <w:p w14:paraId="24F9A320" w14:textId="4B0D2D76" w:rsidR="00913488" w:rsidRPr="00913488" w:rsidRDefault="00913488" w:rsidP="00541EA7">
      <w:pPr>
        <w:pStyle w:val="BodyText"/>
        <w:numPr>
          <w:ilvl w:val="0"/>
          <w:numId w:val="20"/>
        </w:numPr>
        <w:ind w:left="720"/>
      </w:pPr>
      <w:r w:rsidRPr="00913488">
        <w:t>Placement of fill for control of compaction requires control of groundwater levels.</w:t>
      </w:r>
    </w:p>
    <w:p w14:paraId="7C196F8E" w14:textId="11DA30B0" w:rsidR="00913488" w:rsidRPr="00913488" w:rsidRDefault="00913488" w:rsidP="00541EA7">
      <w:pPr>
        <w:pStyle w:val="BodyText"/>
        <w:numPr>
          <w:ilvl w:val="0"/>
          <w:numId w:val="20"/>
        </w:numPr>
        <w:ind w:left="720"/>
      </w:pPr>
      <w:r w:rsidRPr="00913488">
        <w:t xml:space="preserve">Construction quality control test results need to be reviewed and trended to </w:t>
      </w:r>
      <w:r w:rsidR="007E2E52" w:rsidRPr="00913488">
        <w:t>assure tests</w:t>
      </w:r>
      <w:r w:rsidRPr="00913488">
        <w:t xml:space="preserve"> are performed in accordance with specification requirements, the results are reasonable, the results meet requirements, and locations where samples/tests were obtained (location and elevation) can be accurately identified. Test deficiencies need to be entered into the corrective action program, as applicable, and evaluated by engineering personnel.</w:t>
      </w:r>
    </w:p>
    <w:p w14:paraId="27D3815F" w14:textId="30DF8131" w:rsidR="007D62B8" w:rsidRPr="00E51FB0" w:rsidRDefault="00913488" w:rsidP="00541EA7">
      <w:pPr>
        <w:pStyle w:val="BodyText"/>
        <w:numPr>
          <w:ilvl w:val="0"/>
          <w:numId w:val="20"/>
        </w:numPr>
        <w:ind w:left="720"/>
      </w:pPr>
      <w:r w:rsidRPr="00913488">
        <w:t>Audits should identify procedural inadequacies or the cause of repetitive nonconforming conditions.</w:t>
      </w:r>
    </w:p>
    <w:p w14:paraId="1F51CFD4" w14:textId="77777777" w:rsidR="003F3A0F" w:rsidRDefault="007111BC" w:rsidP="003F3A0F">
      <w:pPr>
        <w:pStyle w:val="Heading1"/>
      </w:pPr>
      <w:r w:rsidRPr="007111BC">
        <w:t>88200.A-0</w:t>
      </w:r>
      <w:r>
        <w:t>4</w:t>
      </w:r>
      <w:r w:rsidR="00E529B5">
        <w:tab/>
      </w:r>
      <w:r w:rsidR="003F3A0F" w:rsidRPr="003F3A0F">
        <w:t xml:space="preserve">RESOURCE ESTIMATE </w:t>
      </w:r>
    </w:p>
    <w:p w14:paraId="33A1CA9C" w14:textId="01ACAAD2" w:rsidR="00CA1EBC" w:rsidRDefault="00CA1EBC" w:rsidP="00CA1EBC">
      <w:pPr>
        <w:pStyle w:val="BodyText"/>
      </w:pPr>
      <w:r>
        <w:t>This appendix is intended to provide inspection requirements and guidance applicable to a wide variety of potential construction projects at both existing and new fuel cycle facilities (FCF</w:t>
      </w:r>
      <w:r w:rsidR="00022AB5">
        <w:t>s</w:t>
      </w:r>
      <w:r>
        <w:t xml:space="preserve">). These projects may vary greatly in scope, complexity, and potential risk to public health and safety. Recommended inspection scope and hours for a specific new </w:t>
      </w:r>
      <w:r w:rsidR="00022AB5">
        <w:t>FCF</w:t>
      </w:r>
      <w:r>
        <w:t xml:space="preserve"> will be documented in the principal inspection plan (PIP) for that facility developed in accordance with Inspection Manual Chapter (IMC) 2694, “Fuel Cycle Facility Construction and Pre-Operational Readiness Review Inspection Program.” </w:t>
      </w:r>
    </w:p>
    <w:p w14:paraId="3CC3A878" w14:textId="7DD5F921" w:rsidR="00D512EF" w:rsidRDefault="00CA1EBC" w:rsidP="00CA1EBC">
      <w:pPr>
        <w:pStyle w:val="BodyText"/>
      </w:pPr>
      <w:r>
        <w:t>Additionally, this IP can be used to provide additional inspection guidance for plant modification inspections at existing facilities but is not required to be implemented for these projects. Use of this appendix, or sections of this appendix, for modifications at existing FCFs, would be done on a case-by-case basis, in accordance with IMC 2600, Appendix B, “NRC Core Inspection Requirements.”</w:t>
      </w:r>
    </w:p>
    <w:p w14:paraId="591AB5E2" w14:textId="77777777" w:rsidR="005D15BF" w:rsidRPr="005D15BF" w:rsidRDefault="007111BC" w:rsidP="005D15BF">
      <w:pPr>
        <w:pStyle w:val="Heading1"/>
      </w:pPr>
      <w:r w:rsidRPr="007111BC">
        <w:t>88200.A-0</w:t>
      </w:r>
      <w:r>
        <w:t>5</w:t>
      </w:r>
      <w:r w:rsidR="00E529B5">
        <w:tab/>
      </w:r>
      <w:r w:rsidR="005D15BF" w:rsidRPr="005D15BF">
        <w:t>PROCEDURE COMPLETION</w:t>
      </w:r>
    </w:p>
    <w:p w14:paraId="0973851B" w14:textId="7BE689A3" w:rsidR="00E529B5" w:rsidRDefault="00121073" w:rsidP="00121073">
      <w:pPr>
        <w:pStyle w:val="BodyText"/>
      </w:pPr>
      <w:r w:rsidRPr="00121073">
        <w:t xml:space="preserve">This </w:t>
      </w:r>
      <w:r w:rsidR="008D4CCC">
        <w:t>IP</w:t>
      </w:r>
      <w:r w:rsidRPr="00121073">
        <w:t xml:space="preserve"> is complete when the applicable appendices or applicable appendix sections are completed for the facility, as determined by the PIP. Inspectors are not expected to complete every activity in the appendices of this IP. Instead, inspectors should prioritize inspection activities based on 1) importance of the activity to safety, 2) availability of the onsite activity at the time of the inspection, and 3) available inspection resources.</w:t>
      </w:r>
      <w:r w:rsidR="00913A87" w:rsidRPr="00913A87">
        <w:t xml:space="preserve"> This appendix does not need to be completed if there are no </w:t>
      </w:r>
      <w:r w:rsidR="00C94A9D">
        <w:t xml:space="preserve">SSIS </w:t>
      </w:r>
      <w:r w:rsidR="00913A87" w:rsidRPr="00913A87">
        <w:t>covered by this appendix at a</w:t>
      </w:r>
      <w:r w:rsidR="00C94A9D">
        <w:t xml:space="preserve"> </w:t>
      </w:r>
      <w:r w:rsidR="007E2E52">
        <w:t>FCF</w:t>
      </w:r>
      <w:r w:rsidR="00913A87" w:rsidRPr="00913A87">
        <w:t>.</w:t>
      </w:r>
    </w:p>
    <w:p w14:paraId="67C10DBE" w14:textId="2CA006F9" w:rsidR="004A50C4" w:rsidRDefault="007111BC" w:rsidP="009160E9">
      <w:pPr>
        <w:pStyle w:val="Heading1"/>
      </w:pPr>
      <w:r w:rsidRPr="007111BC">
        <w:t>88200.A-0</w:t>
      </w:r>
      <w:r w:rsidR="00121073">
        <w:t>6</w:t>
      </w:r>
      <w:r w:rsidR="004A50C4">
        <w:tab/>
      </w:r>
      <w:r w:rsidR="009160E9">
        <w:t>REFERENCES</w:t>
      </w:r>
    </w:p>
    <w:p w14:paraId="66D1469E" w14:textId="77777777" w:rsidR="00883CFA" w:rsidRPr="008938B2" w:rsidRDefault="00883CFA" w:rsidP="00883CFA">
      <w:pPr>
        <w:pStyle w:val="BodyText"/>
      </w:pPr>
      <w:r w:rsidRPr="008938B2">
        <w:t>Refer to licensing basis requirements for applicable codes and standards for each fuel facility.</w:t>
      </w:r>
    </w:p>
    <w:p w14:paraId="5CCD69B3" w14:textId="3CEFE859" w:rsidR="003C6008" w:rsidRPr="008938B2" w:rsidRDefault="003C6008" w:rsidP="00BB3805">
      <w:pPr>
        <w:pStyle w:val="BodyText2"/>
      </w:pPr>
      <w:r w:rsidRPr="008938B2">
        <w:lastRenderedPageBreak/>
        <w:t>ASTM D</w:t>
      </w:r>
      <w:r w:rsidRPr="008938B2">
        <w:noBreakHyphen/>
        <w:t>1140, “Test for Amount of Material in Soils Finer than No. 200 Sieve”</w:t>
      </w:r>
    </w:p>
    <w:p w14:paraId="4F5CD9A9" w14:textId="0B8F2B75" w:rsidR="003C6008" w:rsidRPr="008938B2" w:rsidRDefault="003C6008" w:rsidP="00BB3805">
      <w:pPr>
        <w:pStyle w:val="BodyText2"/>
      </w:pPr>
      <w:r w:rsidRPr="008938B2">
        <w:t>ASTM D</w:t>
      </w:r>
      <w:r w:rsidRPr="008938B2">
        <w:noBreakHyphen/>
        <w:t>1556, “Test for Density of Soil in Place by the Sand</w:t>
      </w:r>
      <w:r w:rsidRPr="008938B2">
        <w:noBreakHyphen/>
        <w:t>Cone Method”</w:t>
      </w:r>
    </w:p>
    <w:p w14:paraId="3816F5DF" w14:textId="5710913D" w:rsidR="003C6008" w:rsidRPr="008938B2" w:rsidRDefault="003C6008" w:rsidP="00BB3805">
      <w:pPr>
        <w:pStyle w:val="BodyText2"/>
      </w:pPr>
      <w:r w:rsidRPr="008938B2">
        <w:t>ASTM D</w:t>
      </w:r>
      <w:r w:rsidRPr="008938B2">
        <w:noBreakHyphen/>
        <w:t>1557, “Moisture</w:t>
      </w:r>
      <w:r w:rsidRPr="008938B2">
        <w:noBreakHyphen/>
        <w:t>Density Relations of Soils”</w:t>
      </w:r>
    </w:p>
    <w:p w14:paraId="63E33ECE" w14:textId="2F6F7D71" w:rsidR="003C6008" w:rsidRPr="008938B2" w:rsidRDefault="003C6008" w:rsidP="00BB3805">
      <w:pPr>
        <w:pStyle w:val="BodyText2"/>
      </w:pPr>
      <w:r w:rsidRPr="008938B2">
        <w:t>ASTM D</w:t>
      </w:r>
      <w:r w:rsidRPr="008938B2">
        <w:noBreakHyphen/>
        <w:t>2167, “Test for Density of Soil In place by the Rubber</w:t>
      </w:r>
      <w:r w:rsidRPr="008938B2">
        <w:noBreakHyphen/>
        <w:t>Balloon Method”</w:t>
      </w:r>
    </w:p>
    <w:p w14:paraId="1FED5A07" w14:textId="632C1677" w:rsidR="003C6008" w:rsidRPr="008938B2" w:rsidRDefault="003C6008" w:rsidP="00BB3805">
      <w:pPr>
        <w:pStyle w:val="BodyText2"/>
      </w:pPr>
      <w:r w:rsidRPr="008938B2">
        <w:t>ASTM D</w:t>
      </w:r>
      <w:r w:rsidRPr="008938B2">
        <w:noBreakHyphen/>
        <w:t>2216, “Laboratory Moisture Content of Soil”</w:t>
      </w:r>
    </w:p>
    <w:p w14:paraId="6FA37550" w14:textId="2D66B8D6" w:rsidR="003C6008" w:rsidRPr="008938B2" w:rsidRDefault="003C6008" w:rsidP="00BC1DD5">
      <w:pPr>
        <w:pStyle w:val="BodyText2"/>
      </w:pPr>
      <w:r w:rsidRPr="008938B2">
        <w:t>ASTM D</w:t>
      </w:r>
      <w:r w:rsidRPr="008938B2">
        <w:noBreakHyphen/>
        <w:t>2922, “Tests for Density of Soil and Soil</w:t>
      </w:r>
      <w:r w:rsidRPr="008938B2">
        <w:noBreakHyphen/>
        <w:t>Aggregate In place by Nuclear Methods (Shallow Depth)”</w:t>
      </w:r>
    </w:p>
    <w:p w14:paraId="6CD875CC" w14:textId="58CDA8E8" w:rsidR="003C6008" w:rsidRPr="008938B2" w:rsidRDefault="003C6008" w:rsidP="00BC1DD5">
      <w:pPr>
        <w:pStyle w:val="BodyText2"/>
      </w:pPr>
      <w:r w:rsidRPr="008938B2">
        <w:t>ASTM D</w:t>
      </w:r>
      <w:r w:rsidRPr="008938B2">
        <w:noBreakHyphen/>
        <w:t>2937, “Test for Density of Soil In place by the Drive</w:t>
      </w:r>
      <w:r w:rsidRPr="008938B2">
        <w:noBreakHyphen/>
        <w:t>Cylinder Method”</w:t>
      </w:r>
    </w:p>
    <w:p w14:paraId="472BF723" w14:textId="64D5AAD7" w:rsidR="003C6008" w:rsidRPr="008938B2" w:rsidRDefault="003C6008" w:rsidP="00BC1DD5">
      <w:pPr>
        <w:pStyle w:val="BodyText2"/>
      </w:pPr>
      <w:r w:rsidRPr="008938B2">
        <w:t>ASTM D</w:t>
      </w:r>
      <w:r w:rsidRPr="008938B2">
        <w:noBreakHyphen/>
        <w:t>422, “Particle Size Analysis of Soils”</w:t>
      </w:r>
    </w:p>
    <w:p w14:paraId="7CB4E66F" w14:textId="7407DCC8" w:rsidR="003C6008" w:rsidRPr="008938B2" w:rsidRDefault="003C6008" w:rsidP="00BC1DD5">
      <w:pPr>
        <w:pStyle w:val="BodyText2"/>
      </w:pPr>
      <w:r w:rsidRPr="008938B2">
        <w:t>ASTM D</w:t>
      </w:r>
      <w:r w:rsidRPr="008938B2">
        <w:noBreakHyphen/>
        <w:t>4318, “Test Method for Liquid Limit, Plastic Limit, and Plasticity Index of Soils”</w:t>
      </w:r>
    </w:p>
    <w:p w14:paraId="42F91FAB" w14:textId="6CADED53" w:rsidR="003C6008" w:rsidRPr="008938B2" w:rsidRDefault="003C6008" w:rsidP="00BC1DD5">
      <w:pPr>
        <w:pStyle w:val="BodyText2"/>
      </w:pPr>
      <w:r w:rsidRPr="008938B2">
        <w:t>ASTM D</w:t>
      </w:r>
      <w:r w:rsidRPr="008938B2">
        <w:noBreakHyphen/>
        <w:t>698, “Moisture</w:t>
      </w:r>
      <w:r w:rsidRPr="008938B2">
        <w:noBreakHyphen/>
        <w:t>Density Relations of Soils”</w:t>
      </w:r>
    </w:p>
    <w:p w14:paraId="6A40B9F6" w14:textId="0379C639" w:rsidR="003C6008" w:rsidRPr="008938B2" w:rsidRDefault="003C6008" w:rsidP="00C17520">
      <w:pPr>
        <w:pStyle w:val="BodyText2"/>
      </w:pPr>
      <w:r w:rsidRPr="008938B2">
        <w:t>Office of Inspection and Enforcement, IE Circular No. 81</w:t>
      </w:r>
      <w:r w:rsidRPr="008938B2">
        <w:noBreakHyphen/>
        <w:t>08, “Foundation Materials”, May 29, 1981</w:t>
      </w:r>
    </w:p>
    <w:p w14:paraId="1CB3FC66" w14:textId="4DAB5341" w:rsidR="003C6008" w:rsidRPr="008938B2" w:rsidRDefault="003C6008" w:rsidP="00C17520">
      <w:pPr>
        <w:pStyle w:val="BodyText2"/>
      </w:pPr>
      <w:r w:rsidRPr="008938B2">
        <w:t>U.S. Army Corps of Engineers, “Instrumentation of Earth and Rock</w:t>
      </w:r>
      <w:r w:rsidRPr="008938B2">
        <w:noBreakHyphen/>
        <w:t>Fill Dams (Groundwater and Pore Pressure Observations)”, Engineer Manual EM 1110</w:t>
      </w:r>
      <w:r w:rsidRPr="008938B2">
        <w:noBreakHyphen/>
        <w:t>2</w:t>
      </w:r>
      <w:r w:rsidRPr="008938B2">
        <w:noBreakHyphen/>
        <w:t>1908</w:t>
      </w:r>
    </w:p>
    <w:p w14:paraId="3FE6944B" w14:textId="27D570C9" w:rsidR="003C6008" w:rsidRPr="00060DC7" w:rsidRDefault="003C6008" w:rsidP="00C17520">
      <w:pPr>
        <w:pStyle w:val="BodyText2"/>
      </w:pPr>
      <w:r w:rsidRPr="008938B2">
        <w:t>U.S. Army Corps of Engineers, “Soil Sampling”, Engineer Manual EM 1110</w:t>
      </w:r>
      <w:r w:rsidRPr="008938B2">
        <w:noBreakHyphen/>
        <w:t>2</w:t>
      </w:r>
      <w:r w:rsidRPr="008938B2">
        <w:noBreakHyphen/>
        <w:t>1907</w:t>
      </w:r>
    </w:p>
    <w:p w14:paraId="4F79E190" w14:textId="77777777" w:rsidR="004A50C4" w:rsidRDefault="004A50C4" w:rsidP="009160E9">
      <w:pPr>
        <w:pStyle w:val="END"/>
      </w:pPr>
      <w:r>
        <w:t>END</w:t>
      </w:r>
    </w:p>
    <w:p w14:paraId="1D9A9D89" w14:textId="2E575C84" w:rsidR="002B2651" w:rsidRDefault="002B2651" w:rsidP="00315456">
      <w:pPr>
        <w:pStyle w:val="BodyText2"/>
      </w:pPr>
      <w:r>
        <w:t>List of Attachments:</w:t>
      </w:r>
      <w:r>
        <w:br/>
      </w:r>
      <w:r w:rsidR="00CB2642">
        <w:t xml:space="preserve">Attachment </w:t>
      </w:r>
      <w:r w:rsidR="00053D1A">
        <w:t>1</w:t>
      </w:r>
      <w:r w:rsidR="00CB2642">
        <w:t>:</w:t>
      </w:r>
      <w:r w:rsidR="00053D1A">
        <w:t xml:space="preserve"> Revision History Table </w:t>
      </w:r>
      <w:r w:rsidR="00531FB4">
        <w:t>A</w:t>
      </w:r>
    </w:p>
    <w:p w14:paraId="6CEE0E69" w14:textId="77777777" w:rsidR="00053D1A" w:rsidRDefault="00053D1A" w:rsidP="002B2651">
      <w:pPr>
        <w:pStyle w:val="BodyText"/>
        <w:sectPr w:rsidR="00053D1A">
          <w:footerReference w:type="default" r:id="rId11"/>
          <w:pgSz w:w="12240" w:h="15840"/>
          <w:pgMar w:top="1440" w:right="1440" w:bottom="1440" w:left="1440" w:header="720" w:footer="720" w:gutter="0"/>
          <w:cols w:space="720"/>
          <w:docGrid w:linePitch="360"/>
        </w:sectPr>
      </w:pPr>
    </w:p>
    <w:p w14:paraId="03ABB474" w14:textId="0F55F416" w:rsidR="00436A19" w:rsidRPr="00E761CA" w:rsidRDefault="00436A19" w:rsidP="00E761CA">
      <w:pPr>
        <w:pStyle w:val="attachmenttitle"/>
        <w:rPr>
          <w:rFonts w:eastAsiaTheme="minorHAnsi"/>
        </w:rPr>
      </w:pPr>
      <w:r w:rsidRPr="00E761CA">
        <w:rPr>
          <w:rFonts w:eastAsiaTheme="minorHAnsi"/>
        </w:rPr>
        <w:lastRenderedPageBreak/>
        <w:t xml:space="preserve">Attachment 1: Revision History for </w:t>
      </w:r>
      <w:r w:rsidR="00060DC7">
        <w:rPr>
          <w:rFonts w:eastAsiaTheme="minorHAnsi"/>
        </w:rPr>
        <w:t>IP</w:t>
      </w:r>
      <w:r w:rsidR="00315456">
        <w:rPr>
          <w:rFonts w:eastAsiaTheme="minorHAnsi"/>
        </w:rPr>
        <w:t xml:space="preserve"> </w:t>
      </w:r>
      <w:r w:rsidR="00060DC7">
        <w:rPr>
          <w:rFonts w:eastAsiaTheme="minorHAnsi"/>
        </w:rPr>
        <w:t>88200</w:t>
      </w:r>
      <w:r w:rsidRPr="00E761CA">
        <w:rPr>
          <w:rFonts w:eastAsiaTheme="minorHAnsi"/>
        </w:rPr>
        <w:t xml:space="preserve"> A</w:t>
      </w:r>
      <w:r w:rsidR="00BA0C92" w:rsidRPr="00E761CA">
        <w:rPr>
          <w:rFonts w:eastAsiaTheme="minorHAnsi"/>
        </w:rPr>
        <w:t xml:space="preserve">ppendix </w:t>
      </w:r>
      <w:r w:rsidR="00060DC7">
        <w:rPr>
          <w:rFonts w:eastAsiaTheme="minorHAnsi"/>
        </w:rPr>
        <w:t>A</w:t>
      </w:r>
    </w:p>
    <w:tbl>
      <w:tblPr>
        <w:tblStyle w:val="IM"/>
        <w:tblW w:w="0" w:type="auto"/>
        <w:tblLook w:val="04A0" w:firstRow="1" w:lastRow="0" w:firstColumn="1" w:lastColumn="0" w:noHBand="0" w:noVBand="1"/>
      </w:tblPr>
      <w:tblGrid>
        <w:gridCol w:w="1795"/>
        <w:gridCol w:w="2070"/>
        <w:gridCol w:w="4860"/>
        <w:gridCol w:w="1800"/>
        <w:gridCol w:w="2425"/>
      </w:tblGrid>
      <w:tr w:rsidR="00436A19" w:rsidRPr="00436A19" w14:paraId="2E11B0C1" w14:textId="77777777" w:rsidTr="00F9093B">
        <w:tc>
          <w:tcPr>
            <w:tcW w:w="1795" w:type="dxa"/>
          </w:tcPr>
          <w:p w14:paraId="6D36859A" w14:textId="77777777" w:rsidR="00436A19" w:rsidRPr="00436A19" w:rsidRDefault="00436A19" w:rsidP="009F4B79">
            <w:pPr>
              <w:pStyle w:val="BodyText-table"/>
            </w:pPr>
            <w:r w:rsidRPr="00436A19">
              <w:t>Commitment Tracking Number</w:t>
            </w:r>
          </w:p>
        </w:tc>
        <w:tc>
          <w:tcPr>
            <w:tcW w:w="2070" w:type="dxa"/>
          </w:tcPr>
          <w:p w14:paraId="5FB05F60" w14:textId="77777777" w:rsidR="00436A19" w:rsidRPr="00436A19" w:rsidRDefault="00436A19" w:rsidP="009F4B79">
            <w:pPr>
              <w:pStyle w:val="BodyText-table"/>
            </w:pPr>
            <w:r w:rsidRPr="00436A19">
              <w:t>Accession Number</w:t>
            </w:r>
          </w:p>
          <w:p w14:paraId="0C47DE97" w14:textId="77777777" w:rsidR="00436A19" w:rsidRPr="00436A19" w:rsidRDefault="00436A19" w:rsidP="009F4B79">
            <w:pPr>
              <w:pStyle w:val="BodyText-table"/>
            </w:pPr>
            <w:r w:rsidRPr="00436A19">
              <w:t>Issue Date</w:t>
            </w:r>
          </w:p>
          <w:p w14:paraId="3C32EBDF" w14:textId="77777777" w:rsidR="00436A19" w:rsidRPr="00436A19" w:rsidRDefault="00436A19" w:rsidP="009F4B79">
            <w:pPr>
              <w:pStyle w:val="BodyText-table"/>
            </w:pPr>
            <w:r w:rsidRPr="00436A19">
              <w:t>Change Notice</w:t>
            </w:r>
          </w:p>
        </w:tc>
        <w:tc>
          <w:tcPr>
            <w:tcW w:w="4860" w:type="dxa"/>
          </w:tcPr>
          <w:p w14:paraId="088F9984" w14:textId="77777777" w:rsidR="00436A19" w:rsidRPr="00436A19" w:rsidRDefault="00436A19" w:rsidP="009F4B79">
            <w:pPr>
              <w:pStyle w:val="BodyText-table"/>
            </w:pPr>
            <w:r w:rsidRPr="00436A19">
              <w:t>Description of Change</w:t>
            </w:r>
          </w:p>
        </w:tc>
        <w:tc>
          <w:tcPr>
            <w:tcW w:w="1800" w:type="dxa"/>
          </w:tcPr>
          <w:p w14:paraId="080105B8" w14:textId="77777777" w:rsidR="00436A19" w:rsidRPr="00436A19" w:rsidRDefault="00436A19" w:rsidP="009F4B79">
            <w:pPr>
              <w:pStyle w:val="BodyText-table"/>
            </w:pPr>
            <w:r w:rsidRPr="00436A19">
              <w:t>Description of Training Required and Completion Date</w:t>
            </w:r>
          </w:p>
        </w:tc>
        <w:tc>
          <w:tcPr>
            <w:tcW w:w="2425" w:type="dxa"/>
          </w:tcPr>
          <w:p w14:paraId="2A451021" w14:textId="77777777" w:rsidR="00436A19" w:rsidRPr="00436A19" w:rsidRDefault="00436A19" w:rsidP="009F4B79">
            <w:pPr>
              <w:pStyle w:val="BodyText-table"/>
            </w:pPr>
            <w:r w:rsidRPr="00436A19">
              <w:t>Comment Resolution and Closed Feedback Form Accession Number</w:t>
            </w:r>
          </w:p>
          <w:p w14:paraId="368882E1" w14:textId="77777777" w:rsidR="00436A19" w:rsidRPr="00436A19" w:rsidRDefault="00436A19" w:rsidP="009F4B79">
            <w:pPr>
              <w:pStyle w:val="BodyText-table"/>
            </w:pPr>
            <w:r w:rsidRPr="00436A19">
              <w:t>(Pre-Decisional Non-Public Information)</w:t>
            </w:r>
          </w:p>
        </w:tc>
      </w:tr>
      <w:tr w:rsidR="00436A19" w:rsidRPr="00436A19" w14:paraId="3923C29B" w14:textId="77777777" w:rsidTr="00F9093B">
        <w:trPr>
          <w:tblHeader w:val="0"/>
        </w:trPr>
        <w:tc>
          <w:tcPr>
            <w:tcW w:w="1795" w:type="dxa"/>
          </w:tcPr>
          <w:p w14:paraId="77B6ACBC" w14:textId="79BDFBE2" w:rsidR="00436A19" w:rsidRPr="00436A19" w:rsidRDefault="00436A19" w:rsidP="009F4B79">
            <w:pPr>
              <w:pStyle w:val="BodyText-table"/>
            </w:pPr>
          </w:p>
        </w:tc>
        <w:tc>
          <w:tcPr>
            <w:tcW w:w="2070" w:type="dxa"/>
          </w:tcPr>
          <w:p w14:paraId="2A785D80" w14:textId="77777777" w:rsidR="00436A19" w:rsidRDefault="000F59C2" w:rsidP="009F4B79">
            <w:pPr>
              <w:pStyle w:val="BodyText-table"/>
            </w:pPr>
            <w:r>
              <w:t>ML242</w:t>
            </w:r>
            <w:r w:rsidR="00A571B5">
              <w:t>00A240</w:t>
            </w:r>
          </w:p>
          <w:p w14:paraId="29303613" w14:textId="20D05AFD" w:rsidR="002632C8" w:rsidRDefault="008B7969" w:rsidP="009F4B79">
            <w:pPr>
              <w:pStyle w:val="BodyText-table"/>
            </w:pPr>
            <w:r>
              <w:t>05/28/25</w:t>
            </w:r>
          </w:p>
          <w:p w14:paraId="360D9338" w14:textId="25ABFC4E" w:rsidR="002632C8" w:rsidRPr="00436A19" w:rsidRDefault="002632C8" w:rsidP="009F4B79">
            <w:pPr>
              <w:pStyle w:val="BodyText-table"/>
            </w:pPr>
            <w:r>
              <w:t>CN</w:t>
            </w:r>
            <w:r w:rsidR="008B7969">
              <w:t xml:space="preserve"> 25-014</w:t>
            </w:r>
          </w:p>
        </w:tc>
        <w:tc>
          <w:tcPr>
            <w:tcW w:w="4860" w:type="dxa"/>
          </w:tcPr>
          <w:p w14:paraId="41D5ACFA" w14:textId="59A99F94" w:rsidR="00436A19" w:rsidRPr="00436A19" w:rsidRDefault="002632C8" w:rsidP="009F4B79">
            <w:pPr>
              <w:pStyle w:val="BodyText-table"/>
            </w:pPr>
            <w:r>
              <w:t xml:space="preserve">Initial issuance. </w:t>
            </w:r>
            <w:r w:rsidR="00581AF4" w:rsidRPr="00581AF4">
              <w:t>Discipline</w:t>
            </w:r>
            <w:r>
              <w:t>-</w:t>
            </w:r>
            <w:r w:rsidR="00581AF4" w:rsidRPr="00581AF4">
              <w:t>specific appendix developed to provide technical inspection guidance for new construction and major modifications activities for fuel facilities with varying technologies, size, licensing requirements, etc.</w:t>
            </w:r>
          </w:p>
        </w:tc>
        <w:tc>
          <w:tcPr>
            <w:tcW w:w="1800" w:type="dxa"/>
          </w:tcPr>
          <w:p w14:paraId="3D59C04C" w14:textId="62A8C8F1" w:rsidR="00436A19" w:rsidRPr="00436A19" w:rsidRDefault="00713E42" w:rsidP="009F4B79">
            <w:pPr>
              <w:pStyle w:val="BodyText-table"/>
            </w:pPr>
            <w:r>
              <w:t>N/A</w:t>
            </w:r>
          </w:p>
        </w:tc>
        <w:tc>
          <w:tcPr>
            <w:tcW w:w="2425" w:type="dxa"/>
          </w:tcPr>
          <w:p w14:paraId="3732F668" w14:textId="178B37E4" w:rsidR="00436A19" w:rsidRPr="00436A19" w:rsidRDefault="00AA1810" w:rsidP="009F4B79">
            <w:pPr>
              <w:pStyle w:val="BodyText-table"/>
            </w:pPr>
            <w:r>
              <w:t>N/A</w:t>
            </w:r>
          </w:p>
        </w:tc>
      </w:tr>
    </w:tbl>
    <w:p w14:paraId="42D3D0C1" w14:textId="77777777" w:rsidR="00053D1A" w:rsidRPr="004A50C4" w:rsidRDefault="00053D1A" w:rsidP="002B2651">
      <w:pPr>
        <w:pStyle w:val="BodyText"/>
      </w:pPr>
    </w:p>
    <w:sectPr w:rsidR="00053D1A" w:rsidRPr="004A50C4" w:rsidSect="00466048">
      <w:footerReference w:type="default" r:id="rId12"/>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379C16" w14:textId="77777777" w:rsidR="00E65638" w:rsidRDefault="00E65638" w:rsidP="00436A19">
      <w:r>
        <w:separator/>
      </w:r>
    </w:p>
  </w:endnote>
  <w:endnote w:type="continuationSeparator" w:id="0">
    <w:p w14:paraId="09BC2EEB" w14:textId="77777777" w:rsidR="00E65638" w:rsidRDefault="00E65638" w:rsidP="00436A19">
      <w:r>
        <w:continuationSeparator/>
      </w:r>
    </w:p>
  </w:endnote>
  <w:endnote w:type="continuationNotice" w:id="1">
    <w:p w14:paraId="7B38AB52" w14:textId="77777777" w:rsidR="00E65638" w:rsidRDefault="00E656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58899" w14:textId="5AC9E58C" w:rsidR="00436A19" w:rsidRDefault="00436A19">
    <w:pPr>
      <w:pStyle w:val="Footer"/>
    </w:pPr>
    <w:r>
      <w:t>Issue Date</w:t>
    </w:r>
    <w:r w:rsidR="006C0E4B">
      <w:t>: 05/28/25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060DC7">
      <w:t>88200</w:t>
    </w:r>
    <w:r w:rsidR="004862E2">
      <w:t>.</w:t>
    </w:r>
    <w:r w:rsidR="004F4E85">
      <w:t>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64A92C" w14:textId="30F95E74" w:rsidR="00DE08AB" w:rsidRDefault="00936458">
    <w:pPr>
      <w:pStyle w:val="Footer"/>
    </w:pPr>
    <w:r>
      <w:t>Issue Date:</w:t>
    </w:r>
    <w:r w:rsidR="008B7969">
      <w:t xml:space="preserve"> 05/28/25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AA678E">
      <w:t>88200</w:t>
    </w:r>
    <w:r w:rsidR="00A571B5">
      <w:t>.</w:t>
    </w:r>
    <w:r w:rsidR="00AA678E">
      <w:t>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FBA2A1" w14:textId="77777777" w:rsidR="00E65638" w:rsidRDefault="00E65638" w:rsidP="00436A19">
      <w:r>
        <w:separator/>
      </w:r>
    </w:p>
  </w:footnote>
  <w:footnote w:type="continuationSeparator" w:id="0">
    <w:p w14:paraId="1BEFB3BF" w14:textId="77777777" w:rsidR="00E65638" w:rsidRDefault="00E65638" w:rsidP="00436A19">
      <w:r>
        <w:continuationSeparator/>
      </w:r>
    </w:p>
  </w:footnote>
  <w:footnote w:type="continuationNotice" w:id="1">
    <w:p w14:paraId="12A83791" w14:textId="77777777" w:rsidR="00E65638" w:rsidRDefault="00E6563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77C84"/>
    <w:multiLevelType w:val="hybridMultilevel"/>
    <w:tmpl w:val="2918E87C"/>
    <w:lvl w:ilvl="0" w:tplc="79D437D0">
      <w:start w:val="7"/>
      <w:numFmt w:val="lowerLetter"/>
      <w:lvlText w:val="(%1)"/>
      <w:lvlJc w:val="left"/>
      <w:pPr>
        <w:ind w:left="144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B418ED"/>
    <w:multiLevelType w:val="hybridMultilevel"/>
    <w:tmpl w:val="0CBA87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D9A0866"/>
    <w:multiLevelType w:val="hybridMultilevel"/>
    <w:tmpl w:val="E884B5DA"/>
    <w:lvl w:ilvl="0" w:tplc="FFFFFFFF">
      <w:start w:val="1"/>
      <w:numFmt w:val="lowerLetter"/>
      <w:lvlText w:val="(%1)"/>
      <w:lvlJc w:val="left"/>
      <w:pPr>
        <w:ind w:left="1440" w:hanging="360"/>
      </w:pPr>
      <w:rPr>
        <w:rFonts w:ascii="Arial" w:eastAsia="Times New Roman" w:hAnsi="Arial" w:cs="Arial"/>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1277251A"/>
    <w:multiLevelType w:val="hybridMultilevel"/>
    <w:tmpl w:val="AA62EEDA"/>
    <w:lvl w:ilvl="0" w:tplc="FFFFFFFF">
      <w:start w:val="1"/>
      <w:numFmt w:val="lowerLetter"/>
      <w:lvlText w:val="(%1)"/>
      <w:lvlJc w:val="left"/>
      <w:pPr>
        <w:ind w:left="1440" w:hanging="360"/>
      </w:pPr>
      <w:rPr>
        <w:rFonts w:ascii="Arial" w:eastAsia="Times New Roman" w:hAnsi="Arial" w:cs="Arial"/>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16EC08DE"/>
    <w:multiLevelType w:val="hybridMultilevel"/>
    <w:tmpl w:val="B83691CC"/>
    <w:lvl w:ilvl="0" w:tplc="04090019">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6D42D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20E236F4"/>
    <w:multiLevelType w:val="hybridMultilevel"/>
    <w:tmpl w:val="A3C08590"/>
    <w:lvl w:ilvl="0" w:tplc="997CD78A">
      <w:start w:val="1"/>
      <w:numFmt w:val="lowerLetter"/>
      <w:lvlText w:val="(%1)"/>
      <w:lvlJc w:val="left"/>
      <w:pPr>
        <w:ind w:left="1440" w:hanging="360"/>
      </w:pPr>
      <w:rPr>
        <w:rFonts w:ascii="Arial" w:eastAsia="Times New Roman" w:hAnsi="Arial"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1CE08A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228464CC"/>
    <w:multiLevelType w:val="hybridMultilevel"/>
    <w:tmpl w:val="75B8878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2F0134F"/>
    <w:multiLevelType w:val="hybridMultilevel"/>
    <w:tmpl w:val="251C1B7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3BB689A"/>
    <w:multiLevelType w:val="hybridMultilevel"/>
    <w:tmpl w:val="7F9E688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01610D"/>
    <w:multiLevelType w:val="hybridMultilevel"/>
    <w:tmpl w:val="F80EEC9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62473D6"/>
    <w:multiLevelType w:val="hybridMultilevel"/>
    <w:tmpl w:val="11A2E5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F6254D"/>
    <w:multiLevelType w:val="hybridMultilevel"/>
    <w:tmpl w:val="890E5A64"/>
    <w:lvl w:ilvl="0" w:tplc="BB28785C">
      <w:start w:val="1"/>
      <w:numFmt w:val="lowerLetter"/>
      <w:lvlText w:val="(%1)"/>
      <w:lvlJc w:val="left"/>
      <w:pPr>
        <w:ind w:left="144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6D6860"/>
    <w:multiLevelType w:val="hybridMultilevel"/>
    <w:tmpl w:val="07361E80"/>
    <w:lvl w:ilvl="0" w:tplc="FFFFFFFF">
      <w:start w:val="1"/>
      <w:numFmt w:val="lowerLetter"/>
      <w:lvlText w:val="(%1)"/>
      <w:lvlJc w:val="left"/>
      <w:pPr>
        <w:ind w:left="1440" w:hanging="360"/>
      </w:pPr>
      <w:rPr>
        <w:rFonts w:ascii="Arial" w:eastAsia="Times New Roman" w:hAnsi="Arial" w:cs="Arial"/>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38C6386B"/>
    <w:multiLevelType w:val="hybridMultilevel"/>
    <w:tmpl w:val="07361E80"/>
    <w:lvl w:ilvl="0" w:tplc="FFFFFFFF">
      <w:start w:val="1"/>
      <w:numFmt w:val="lowerLetter"/>
      <w:lvlText w:val="(%1)"/>
      <w:lvlJc w:val="left"/>
      <w:pPr>
        <w:ind w:left="1440" w:hanging="360"/>
      </w:pPr>
      <w:rPr>
        <w:rFonts w:ascii="Arial" w:eastAsia="Times New Roman" w:hAnsi="Arial" w:cs="Arial"/>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39FC4874"/>
    <w:multiLevelType w:val="hybridMultilevel"/>
    <w:tmpl w:val="8C1EC60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228387C"/>
    <w:multiLevelType w:val="hybridMultilevel"/>
    <w:tmpl w:val="F2B0E18A"/>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45045F96"/>
    <w:multiLevelType w:val="hybridMultilevel"/>
    <w:tmpl w:val="06ECE154"/>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4ADD55F2"/>
    <w:multiLevelType w:val="hybridMultilevel"/>
    <w:tmpl w:val="F9FA7136"/>
    <w:lvl w:ilvl="0" w:tplc="6250EB06">
      <w:start w:val="3"/>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A077B7"/>
    <w:multiLevelType w:val="hybridMultilevel"/>
    <w:tmpl w:val="C2FCD89A"/>
    <w:lvl w:ilvl="0" w:tplc="FFFFFFFF">
      <w:start w:val="1"/>
      <w:numFmt w:val="decimal"/>
      <w:lvlText w:val="(%1)"/>
      <w:lvlJc w:val="left"/>
      <w:pPr>
        <w:ind w:left="1800" w:hanging="360"/>
      </w:pPr>
      <w:rPr>
        <w:rFonts w:ascii="Arial" w:eastAsia="Times New Roman" w:hAnsi="Arial" w:cs="Arial"/>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1" w15:restartNumberingAfterBreak="0">
    <w:nsid w:val="5958465C"/>
    <w:multiLevelType w:val="hybridMultilevel"/>
    <w:tmpl w:val="40185824"/>
    <w:lvl w:ilvl="0" w:tplc="FFFFFFFF">
      <w:start w:val="1"/>
      <w:numFmt w:val="lowerLetter"/>
      <w:lvlText w:val="(%1)"/>
      <w:lvlJc w:val="left"/>
      <w:pPr>
        <w:ind w:left="1440" w:hanging="360"/>
      </w:pPr>
      <w:rPr>
        <w:rFonts w:ascii="Arial" w:eastAsia="Times New Roman" w:hAnsi="Arial" w:cs="Arial"/>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2" w15:restartNumberingAfterBreak="0">
    <w:nsid w:val="5C7D701A"/>
    <w:multiLevelType w:val="hybridMultilevel"/>
    <w:tmpl w:val="4F689F5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F9638F7"/>
    <w:multiLevelType w:val="hybridMultilevel"/>
    <w:tmpl w:val="EC424812"/>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4" w15:restartNumberingAfterBreak="0">
    <w:nsid w:val="63144275"/>
    <w:multiLevelType w:val="hybridMultilevel"/>
    <w:tmpl w:val="E074769E"/>
    <w:lvl w:ilvl="0" w:tplc="FFFFFFFF">
      <w:start w:val="7"/>
      <w:numFmt w:val="lowerLetter"/>
      <w:lvlText w:val="(%1)"/>
      <w:lvlJc w:val="left"/>
      <w:pPr>
        <w:ind w:left="144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5564730A">
      <w:start w:val="1"/>
      <w:numFmt w:val="decimal"/>
      <w:lvlText w:val="(%4)"/>
      <w:lvlJc w:val="left"/>
      <w:pPr>
        <w:ind w:left="1800" w:hanging="360"/>
      </w:pPr>
      <w:rPr>
        <w:rFonts w:ascii="Arial" w:eastAsia="Times New Roman" w:hAnsi="Arial" w:cs="Arial"/>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19C4964"/>
    <w:multiLevelType w:val="hybridMultilevel"/>
    <w:tmpl w:val="732E3D98"/>
    <w:lvl w:ilvl="0" w:tplc="CD003838">
      <w:start w:val="3"/>
      <w:numFmt w:val="lowerLetter"/>
      <w:lvlText w:val="(%1)"/>
      <w:lvlJc w:val="left"/>
      <w:pPr>
        <w:ind w:left="144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4B666B"/>
    <w:multiLevelType w:val="hybridMultilevel"/>
    <w:tmpl w:val="D6AABAA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35A04C6"/>
    <w:multiLevelType w:val="hybridMultilevel"/>
    <w:tmpl w:val="C2FCD89A"/>
    <w:lvl w:ilvl="0" w:tplc="5564730A">
      <w:start w:val="1"/>
      <w:numFmt w:val="decimal"/>
      <w:lvlText w:val="(%1)"/>
      <w:lvlJc w:val="left"/>
      <w:pPr>
        <w:ind w:left="1800" w:hanging="360"/>
      </w:pPr>
      <w:rPr>
        <w:rFonts w:ascii="Arial" w:eastAsia="Times New Roman" w:hAnsi="Arial" w:cs="Arial"/>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76CB2237"/>
    <w:multiLevelType w:val="multilevel"/>
    <w:tmpl w:val="25FA4F3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7A705B2F"/>
    <w:multiLevelType w:val="hybridMultilevel"/>
    <w:tmpl w:val="416C2A30"/>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7E4B450D"/>
    <w:multiLevelType w:val="hybridMultilevel"/>
    <w:tmpl w:val="7F9E688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ED92848"/>
    <w:multiLevelType w:val="hybridMultilevel"/>
    <w:tmpl w:val="416C2A3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546874111">
    <w:abstractNumId w:val="22"/>
  </w:num>
  <w:num w:numId="2" w16cid:durableId="1584560601">
    <w:abstractNumId w:val="16"/>
  </w:num>
  <w:num w:numId="3" w16cid:durableId="1075781958">
    <w:abstractNumId w:val="11"/>
  </w:num>
  <w:num w:numId="4" w16cid:durableId="1281260686">
    <w:abstractNumId w:val="8"/>
  </w:num>
  <w:num w:numId="5" w16cid:durableId="1045790598">
    <w:abstractNumId w:val="1"/>
  </w:num>
  <w:num w:numId="6" w16cid:durableId="167063075">
    <w:abstractNumId w:val="10"/>
  </w:num>
  <w:num w:numId="7" w16cid:durableId="1287392366">
    <w:abstractNumId w:val="30"/>
  </w:num>
  <w:num w:numId="8" w16cid:durableId="337538562">
    <w:abstractNumId w:val="6"/>
  </w:num>
  <w:num w:numId="9" w16cid:durableId="359475862">
    <w:abstractNumId w:val="25"/>
  </w:num>
  <w:num w:numId="10" w16cid:durableId="1039167008">
    <w:abstractNumId w:val="0"/>
  </w:num>
  <w:num w:numId="11" w16cid:durableId="1633100421">
    <w:abstractNumId w:val="27"/>
  </w:num>
  <w:num w:numId="12" w16cid:durableId="1586723872">
    <w:abstractNumId w:val="13"/>
  </w:num>
  <w:num w:numId="13" w16cid:durableId="2062706044">
    <w:abstractNumId w:val="9"/>
  </w:num>
  <w:num w:numId="14" w16cid:durableId="111441017">
    <w:abstractNumId w:val="21"/>
  </w:num>
  <w:num w:numId="15" w16cid:durableId="281420854">
    <w:abstractNumId w:val="3"/>
  </w:num>
  <w:num w:numId="16" w16cid:durableId="1342664307">
    <w:abstractNumId w:val="2"/>
  </w:num>
  <w:num w:numId="17" w16cid:durableId="813184095">
    <w:abstractNumId w:val="15"/>
  </w:num>
  <w:num w:numId="18" w16cid:durableId="1527399908">
    <w:abstractNumId w:val="4"/>
  </w:num>
  <w:num w:numId="19" w16cid:durableId="876544929">
    <w:abstractNumId w:val="26"/>
  </w:num>
  <w:num w:numId="20" w16cid:durableId="483007163">
    <w:abstractNumId w:val="12"/>
  </w:num>
  <w:num w:numId="21" w16cid:durableId="974991615">
    <w:abstractNumId w:val="18"/>
  </w:num>
  <w:num w:numId="22" w16cid:durableId="165361192">
    <w:abstractNumId w:val="23"/>
  </w:num>
  <w:num w:numId="23" w16cid:durableId="1497182377">
    <w:abstractNumId w:val="31"/>
  </w:num>
  <w:num w:numId="24" w16cid:durableId="1626228705">
    <w:abstractNumId w:val="19"/>
  </w:num>
  <w:num w:numId="25" w16cid:durableId="673528499">
    <w:abstractNumId w:val="17"/>
  </w:num>
  <w:num w:numId="26" w16cid:durableId="196044814">
    <w:abstractNumId w:val="7"/>
  </w:num>
  <w:num w:numId="27" w16cid:durableId="1524586872">
    <w:abstractNumId w:val="28"/>
  </w:num>
  <w:num w:numId="28" w16cid:durableId="1443575223">
    <w:abstractNumId w:val="24"/>
  </w:num>
  <w:num w:numId="29" w16cid:durableId="1050033690">
    <w:abstractNumId w:val="5"/>
  </w:num>
  <w:num w:numId="30" w16cid:durableId="1896160813">
    <w:abstractNumId w:val="20"/>
  </w:num>
  <w:num w:numId="31" w16cid:durableId="1819689871">
    <w:abstractNumId w:val="29"/>
  </w:num>
  <w:num w:numId="32" w16cid:durableId="1972784256">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33A"/>
    <w:rsid w:val="00007BC2"/>
    <w:rsid w:val="00011EA8"/>
    <w:rsid w:val="000158B0"/>
    <w:rsid w:val="00015965"/>
    <w:rsid w:val="00015E44"/>
    <w:rsid w:val="00021EAF"/>
    <w:rsid w:val="00022AB5"/>
    <w:rsid w:val="00024AD4"/>
    <w:rsid w:val="00027178"/>
    <w:rsid w:val="00027B17"/>
    <w:rsid w:val="00044756"/>
    <w:rsid w:val="00052397"/>
    <w:rsid w:val="00053D1A"/>
    <w:rsid w:val="00053DFA"/>
    <w:rsid w:val="00060994"/>
    <w:rsid w:val="00060DC7"/>
    <w:rsid w:val="00062D3B"/>
    <w:rsid w:val="00065785"/>
    <w:rsid w:val="00066BF3"/>
    <w:rsid w:val="00090001"/>
    <w:rsid w:val="00094B3F"/>
    <w:rsid w:val="00095EF9"/>
    <w:rsid w:val="000A0D1E"/>
    <w:rsid w:val="000A0ED8"/>
    <w:rsid w:val="000B2AE8"/>
    <w:rsid w:val="000B2E9F"/>
    <w:rsid w:val="000C5EE6"/>
    <w:rsid w:val="000D5E59"/>
    <w:rsid w:val="000D6E2E"/>
    <w:rsid w:val="000F1E49"/>
    <w:rsid w:val="000F5303"/>
    <w:rsid w:val="000F59C2"/>
    <w:rsid w:val="00103D7A"/>
    <w:rsid w:val="00107EDC"/>
    <w:rsid w:val="00110C80"/>
    <w:rsid w:val="00110EB4"/>
    <w:rsid w:val="00114F69"/>
    <w:rsid w:val="00120916"/>
    <w:rsid w:val="00121073"/>
    <w:rsid w:val="0012414D"/>
    <w:rsid w:val="00124E49"/>
    <w:rsid w:val="001373D2"/>
    <w:rsid w:val="00143713"/>
    <w:rsid w:val="00147147"/>
    <w:rsid w:val="001517EA"/>
    <w:rsid w:val="00162404"/>
    <w:rsid w:val="00163DFD"/>
    <w:rsid w:val="00173EBA"/>
    <w:rsid w:val="001763EA"/>
    <w:rsid w:val="00177C6F"/>
    <w:rsid w:val="00177C8B"/>
    <w:rsid w:val="00184263"/>
    <w:rsid w:val="001858DB"/>
    <w:rsid w:val="001900D8"/>
    <w:rsid w:val="001913A4"/>
    <w:rsid w:val="001B46AA"/>
    <w:rsid w:val="001B4E7E"/>
    <w:rsid w:val="001B57E7"/>
    <w:rsid w:val="001C49BA"/>
    <w:rsid w:val="001C5FE2"/>
    <w:rsid w:val="001D03A6"/>
    <w:rsid w:val="001D14E6"/>
    <w:rsid w:val="001D32C6"/>
    <w:rsid w:val="001D46D3"/>
    <w:rsid w:val="001E4867"/>
    <w:rsid w:val="001F51AC"/>
    <w:rsid w:val="001F58A8"/>
    <w:rsid w:val="002008A3"/>
    <w:rsid w:val="00206E80"/>
    <w:rsid w:val="00213A6A"/>
    <w:rsid w:val="002207A0"/>
    <w:rsid w:val="00221812"/>
    <w:rsid w:val="00221B57"/>
    <w:rsid w:val="00231A81"/>
    <w:rsid w:val="00235C0C"/>
    <w:rsid w:val="0023706B"/>
    <w:rsid w:val="002374FC"/>
    <w:rsid w:val="002423E9"/>
    <w:rsid w:val="00243164"/>
    <w:rsid w:val="0024519E"/>
    <w:rsid w:val="00254352"/>
    <w:rsid w:val="00254F61"/>
    <w:rsid w:val="00256CC5"/>
    <w:rsid w:val="002632C8"/>
    <w:rsid w:val="0026395F"/>
    <w:rsid w:val="00263BED"/>
    <w:rsid w:val="00272FDD"/>
    <w:rsid w:val="00276825"/>
    <w:rsid w:val="00283240"/>
    <w:rsid w:val="00285E6F"/>
    <w:rsid w:val="00287808"/>
    <w:rsid w:val="00291BB0"/>
    <w:rsid w:val="00294DE3"/>
    <w:rsid w:val="002963FB"/>
    <w:rsid w:val="002A3254"/>
    <w:rsid w:val="002A5942"/>
    <w:rsid w:val="002A6942"/>
    <w:rsid w:val="002B2651"/>
    <w:rsid w:val="002B30F8"/>
    <w:rsid w:val="002B651C"/>
    <w:rsid w:val="002C6F7C"/>
    <w:rsid w:val="002C764D"/>
    <w:rsid w:val="002D3329"/>
    <w:rsid w:val="002D6E41"/>
    <w:rsid w:val="002D79D2"/>
    <w:rsid w:val="002E6AA3"/>
    <w:rsid w:val="002F5CD9"/>
    <w:rsid w:val="003008C2"/>
    <w:rsid w:val="00311626"/>
    <w:rsid w:val="003119F1"/>
    <w:rsid w:val="00312A95"/>
    <w:rsid w:val="00315456"/>
    <w:rsid w:val="003301A3"/>
    <w:rsid w:val="00331180"/>
    <w:rsid w:val="00337B99"/>
    <w:rsid w:val="00341928"/>
    <w:rsid w:val="00341A7B"/>
    <w:rsid w:val="0034217B"/>
    <w:rsid w:val="003476CA"/>
    <w:rsid w:val="00350039"/>
    <w:rsid w:val="00353E4D"/>
    <w:rsid w:val="0035570C"/>
    <w:rsid w:val="00373AC9"/>
    <w:rsid w:val="0037444B"/>
    <w:rsid w:val="00374A1D"/>
    <w:rsid w:val="00395F33"/>
    <w:rsid w:val="003A2137"/>
    <w:rsid w:val="003A7602"/>
    <w:rsid w:val="003C57A5"/>
    <w:rsid w:val="003C6008"/>
    <w:rsid w:val="003C618B"/>
    <w:rsid w:val="003D0FB2"/>
    <w:rsid w:val="003D7AF7"/>
    <w:rsid w:val="003E3149"/>
    <w:rsid w:val="003F2286"/>
    <w:rsid w:val="003F3542"/>
    <w:rsid w:val="003F3A0F"/>
    <w:rsid w:val="00400268"/>
    <w:rsid w:val="00406A44"/>
    <w:rsid w:val="00407031"/>
    <w:rsid w:val="00414B9F"/>
    <w:rsid w:val="004171ED"/>
    <w:rsid w:val="00417227"/>
    <w:rsid w:val="004202A3"/>
    <w:rsid w:val="00420DF5"/>
    <w:rsid w:val="00422F93"/>
    <w:rsid w:val="00424B6A"/>
    <w:rsid w:val="00426140"/>
    <w:rsid w:val="004276F9"/>
    <w:rsid w:val="0043110C"/>
    <w:rsid w:val="0043119D"/>
    <w:rsid w:val="00433648"/>
    <w:rsid w:val="00436A19"/>
    <w:rsid w:val="00437828"/>
    <w:rsid w:val="004454CF"/>
    <w:rsid w:val="00445F9D"/>
    <w:rsid w:val="004470DE"/>
    <w:rsid w:val="00447CBF"/>
    <w:rsid w:val="0045296E"/>
    <w:rsid w:val="00454259"/>
    <w:rsid w:val="00455EA4"/>
    <w:rsid w:val="00457F33"/>
    <w:rsid w:val="004604F3"/>
    <w:rsid w:val="00471244"/>
    <w:rsid w:val="00484781"/>
    <w:rsid w:val="004862E2"/>
    <w:rsid w:val="00493737"/>
    <w:rsid w:val="00497744"/>
    <w:rsid w:val="004A50C4"/>
    <w:rsid w:val="004B1B85"/>
    <w:rsid w:val="004C0AD0"/>
    <w:rsid w:val="004C5352"/>
    <w:rsid w:val="004C7CEA"/>
    <w:rsid w:val="004D3F68"/>
    <w:rsid w:val="004D47CD"/>
    <w:rsid w:val="004E0713"/>
    <w:rsid w:val="004E11B4"/>
    <w:rsid w:val="004E22E4"/>
    <w:rsid w:val="004E53D8"/>
    <w:rsid w:val="004F29DA"/>
    <w:rsid w:val="004F4E85"/>
    <w:rsid w:val="004F5547"/>
    <w:rsid w:val="00501F91"/>
    <w:rsid w:val="005034B2"/>
    <w:rsid w:val="005113A4"/>
    <w:rsid w:val="00511DD6"/>
    <w:rsid w:val="005155FC"/>
    <w:rsid w:val="00516077"/>
    <w:rsid w:val="00531FB4"/>
    <w:rsid w:val="0053348E"/>
    <w:rsid w:val="005337BE"/>
    <w:rsid w:val="00534B6D"/>
    <w:rsid w:val="0054017B"/>
    <w:rsid w:val="00541EA7"/>
    <w:rsid w:val="00543DF0"/>
    <w:rsid w:val="00547BB3"/>
    <w:rsid w:val="00552802"/>
    <w:rsid w:val="00552F5A"/>
    <w:rsid w:val="00562CCB"/>
    <w:rsid w:val="00566CB3"/>
    <w:rsid w:val="005676F8"/>
    <w:rsid w:val="00567D7E"/>
    <w:rsid w:val="00570B4B"/>
    <w:rsid w:val="0057124E"/>
    <w:rsid w:val="00575891"/>
    <w:rsid w:val="00577410"/>
    <w:rsid w:val="005818DA"/>
    <w:rsid w:val="00581AF4"/>
    <w:rsid w:val="00582593"/>
    <w:rsid w:val="00590458"/>
    <w:rsid w:val="00593FBD"/>
    <w:rsid w:val="005944D9"/>
    <w:rsid w:val="0059721A"/>
    <w:rsid w:val="005A3799"/>
    <w:rsid w:val="005B1F34"/>
    <w:rsid w:val="005B3B93"/>
    <w:rsid w:val="005B3E99"/>
    <w:rsid w:val="005B5AF3"/>
    <w:rsid w:val="005B5EBD"/>
    <w:rsid w:val="005C03F7"/>
    <w:rsid w:val="005C3152"/>
    <w:rsid w:val="005C3B72"/>
    <w:rsid w:val="005C5991"/>
    <w:rsid w:val="005D15BF"/>
    <w:rsid w:val="005D26A1"/>
    <w:rsid w:val="005D62B8"/>
    <w:rsid w:val="005E39EF"/>
    <w:rsid w:val="005E59AE"/>
    <w:rsid w:val="005F7A05"/>
    <w:rsid w:val="00610B37"/>
    <w:rsid w:val="00611DA2"/>
    <w:rsid w:val="00614498"/>
    <w:rsid w:val="00621528"/>
    <w:rsid w:val="00634BDD"/>
    <w:rsid w:val="00635834"/>
    <w:rsid w:val="00644E96"/>
    <w:rsid w:val="006561B4"/>
    <w:rsid w:val="00665AC4"/>
    <w:rsid w:val="00666287"/>
    <w:rsid w:val="00667A49"/>
    <w:rsid w:val="00672544"/>
    <w:rsid w:val="00674D8A"/>
    <w:rsid w:val="00680005"/>
    <w:rsid w:val="0068014D"/>
    <w:rsid w:val="00680460"/>
    <w:rsid w:val="0068126A"/>
    <w:rsid w:val="00683928"/>
    <w:rsid w:val="00690BF1"/>
    <w:rsid w:val="00690BF6"/>
    <w:rsid w:val="006920EF"/>
    <w:rsid w:val="00695117"/>
    <w:rsid w:val="006951D4"/>
    <w:rsid w:val="006A0105"/>
    <w:rsid w:val="006A5BC3"/>
    <w:rsid w:val="006A6D12"/>
    <w:rsid w:val="006A778C"/>
    <w:rsid w:val="006A7A85"/>
    <w:rsid w:val="006A7C04"/>
    <w:rsid w:val="006B0324"/>
    <w:rsid w:val="006C0E4B"/>
    <w:rsid w:val="006D1A1C"/>
    <w:rsid w:val="006D4266"/>
    <w:rsid w:val="006E03DA"/>
    <w:rsid w:val="006E17D7"/>
    <w:rsid w:val="006E4064"/>
    <w:rsid w:val="006E4906"/>
    <w:rsid w:val="006F0EAC"/>
    <w:rsid w:val="006F0FB9"/>
    <w:rsid w:val="007000D5"/>
    <w:rsid w:val="00701006"/>
    <w:rsid w:val="0070236C"/>
    <w:rsid w:val="007111BC"/>
    <w:rsid w:val="00711ADA"/>
    <w:rsid w:val="00713E42"/>
    <w:rsid w:val="00714281"/>
    <w:rsid w:val="007201E5"/>
    <w:rsid w:val="007242E0"/>
    <w:rsid w:val="00724CC7"/>
    <w:rsid w:val="0073356E"/>
    <w:rsid w:val="007422C3"/>
    <w:rsid w:val="00742D5B"/>
    <w:rsid w:val="00745AD4"/>
    <w:rsid w:val="0074623F"/>
    <w:rsid w:val="00750329"/>
    <w:rsid w:val="0075214D"/>
    <w:rsid w:val="00752432"/>
    <w:rsid w:val="00753A51"/>
    <w:rsid w:val="0075439D"/>
    <w:rsid w:val="0075556C"/>
    <w:rsid w:val="00762685"/>
    <w:rsid w:val="00763E4C"/>
    <w:rsid w:val="00773E67"/>
    <w:rsid w:val="00787B33"/>
    <w:rsid w:val="0079277E"/>
    <w:rsid w:val="007A02F5"/>
    <w:rsid w:val="007B010F"/>
    <w:rsid w:val="007B181B"/>
    <w:rsid w:val="007B754C"/>
    <w:rsid w:val="007C2CE6"/>
    <w:rsid w:val="007C4D7D"/>
    <w:rsid w:val="007D598D"/>
    <w:rsid w:val="007D62B8"/>
    <w:rsid w:val="007E085D"/>
    <w:rsid w:val="007E2E52"/>
    <w:rsid w:val="007F0AE0"/>
    <w:rsid w:val="007F2FC3"/>
    <w:rsid w:val="007F38CC"/>
    <w:rsid w:val="007F79C1"/>
    <w:rsid w:val="00801E85"/>
    <w:rsid w:val="00801ECF"/>
    <w:rsid w:val="00805CED"/>
    <w:rsid w:val="00805CF4"/>
    <w:rsid w:val="00806AC3"/>
    <w:rsid w:val="00812945"/>
    <w:rsid w:val="00812DC1"/>
    <w:rsid w:val="0081678C"/>
    <w:rsid w:val="00816F0C"/>
    <w:rsid w:val="00817A53"/>
    <w:rsid w:val="00817AA2"/>
    <w:rsid w:val="00817AED"/>
    <w:rsid w:val="00824F63"/>
    <w:rsid w:val="00826314"/>
    <w:rsid w:val="0085762D"/>
    <w:rsid w:val="0086482E"/>
    <w:rsid w:val="0086780C"/>
    <w:rsid w:val="0087490B"/>
    <w:rsid w:val="00874BCF"/>
    <w:rsid w:val="008800A0"/>
    <w:rsid w:val="008818A8"/>
    <w:rsid w:val="00881C9E"/>
    <w:rsid w:val="00883CFA"/>
    <w:rsid w:val="008867FE"/>
    <w:rsid w:val="00892C1C"/>
    <w:rsid w:val="008938B2"/>
    <w:rsid w:val="008940A8"/>
    <w:rsid w:val="008A0A66"/>
    <w:rsid w:val="008A1A27"/>
    <w:rsid w:val="008A22F8"/>
    <w:rsid w:val="008A3633"/>
    <w:rsid w:val="008A3DA2"/>
    <w:rsid w:val="008A4A63"/>
    <w:rsid w:val="008B4617"/>
    <w:rsid w:val="008B552F"/>
    <w:rsid w:val="008B7969"/>
    <w:rsid w:val="008C279F"/>
    <w:rsid w:val="008C63FB"/>
    <w:rsid w:val="008D3E77"/>
    <w:rsid w:val="008D4CCC"/>
    <w:rsid w:val="008E20D7"/>
    <w:rsid w:val="009010A2"/>
    <w:rsid w:val="009015A7"/>
    <w:rsid w:val="00906536"/>
    <w:rsid w:val="00906758"/>
    <w:rsid w:val="00911277"/>
    <w:rsid w:val="0091334E"/>
    <w:rsid w:val="00913488"/>
    <w:rsid w:val="00913A87"/>
    <w:rsid w:val="009160E9"/>
    <w:rsid w:val="00916AB1"/>
    <w:rsid w:val="009177BF"/>
    <w:rsid w:val="00922AA9"/>
    <w:rsid w:val="00924BC1"/>
    <w:rsid w:val="00935590"/>
    <w:rsid w:val="00936458"/>
    <w:rsid w:val="00940D61"/>
    <w:rsid w:val="00946A84"/>
    <w:rsid w:val="00952265"/>
    <w:rsid w:val="0095638F"/>
    <w:rsid w:val="00960699"/>
    <w:rsid w:val="00961B24"/>
    <w:rsid w:val="00975539"/>
    <w:rsid w:val="00980772"/>
    <w:rsid w:val="00981F48"/>
    <w:rsid w:val="009824EB"/>
    <w:rsid w:val="00983519"/>
    <w:rsid w:val="00983536"/>
    <w:rsid w:val="009843DE"/>
    <w:rsid w:val="00984E7D"/>
    <w:rsid w:val="00991768"/>
    <w:rsid w:val="00996399"/>
    <w:rsid w:val="009A0CEA"/>
    <w:rsid w:val="009A1303"/>
    <w:rsid w:val="009B2F74"/>
    <w:rsid w:val="009C1C38"/>
    <w:rsid w:val="009C3039"/>
    <w:rsid w:val="009C37A3"/>
    <w:rsid w:val="009E3495"/>
    <w:rsid w:val="009E47E8"/>
    <w:rsid w:val="009E4869"/>
    <w:rsid w:val="009E621F"/>
    <w:rsid w:val="009E6876"/>
    <w:rsid w:val="009F0494"/>
    <w:rsid w:val="009F2ED9"/>
    <w:rsid w:val="009F347F"/>
    <w:rsid w:val="009F4B79"/>
    <w:rsid w:val="009F7FA4"/>
    <w:rsid w:val="00A06EE1"/>
    <w:rsid w:val="00A1548A"/>
    <w:rsid w:val="00A154FC"/>
    <w:rsid w:val="00A21D1F"/>
    <w:rsid w:val="00A23470"/>
    <w:rsid w:val="00A23687"/>
    <w:rsid w:val="00A26D73"/>
    <w:rsid w:val="00A26E3D"/>
    <w:rsid w:val="00A31BC4"/>
    <w:rsid w:val="00A33E41"/>
    <w:rsid w:val="00A404B5"/>
    <w:rsid w:val="00A404FB"/>
    <w:rsid w:val="00A4209E"/>
    <w:rsid w:val="00A4428F"/>
    <w:rsid w:val="00A52F78"/>
    <w:rsid w:val="00A571B5"/>
    <w:rsid w:val="00A6755F"/>
    <w:rsid w:val="00A703E5"/>
    <w:rsid w:val="00A7612B"/>
    <w:rsid w:val="00A801FC"/>
    <w:rsid w:val="00A82F99"/>
    <w:rsid w:val="00A83D7B"/>
    <w:rsid w:val="00A93329"/>
    <w:rsid w:val="00A94AD1"/>
    <w:rsid w:val="00A95FF4"/>
    <w:rsid w:val="00AA03A1"/>
    <w:rsid w:val="00AA0C7B"/>
    <w:rsid w:val="00AA1810"/>
    <w:rsid w:val="00AA678E"/>
    <w:rsid w:val="00AA6D07"/>
    <w:rsid w:val="00AC1734"/>
    <w:rsid w:val="00AC2E36"/>
    <w:rsid w:val="00AC5D31"/>
    <w:rsid w:val="00AD505D"/>
    <w:rsid w:val="00AD6FD8"/>
    <w:rsid w:val="00AE02AF"/>
    <w:rsid w:val="00AE3E23"/>
    <w:rsid w:val="00AF1180"/>
    <w:rsid w:val="00B03C0E"/>
    <w:rsid w:val="00B071BD"/>
    <w:rsid w:val="00B11D47"/>
    <w:rsid w:val="00B12F98"/>
    <w:rsid w:val="00B17519"/>
    <w:rsid w:val="00B17B3F"/>
    <w:rsid w:val="00B202A7"/>
    <w:rsid w:val="00B24775"/>
    <w:rsid w:val="00B25555"/>
    <w:rsid w:val="00B27B90"/>
    <w:rsid w:val="00B3256D"/>
    <w:rsid w:val="00B4666F"/>
    <w:rsid w:val="00B51B07"/>
    <w:rsid w:val="00B550B0"/>
    <w:rsid w:val="00B60F5E"/>
    <w:rsid w:val="00B63400"/>
    <w:rsid w:val="00B63EAD"/>
    <w:rsid w:val="00B674FB"/>
    <w:rsid w:val="00B70899"/>
    <w:rsid w:val="00B71BAB"/>
    <w:rsid w:val="00B77DD4"/>
    <w:rsid w:val="00B81C78"/>
    <w:rsid w:val="00B8557F"/>
    <w:rsid w:val="00B97C09"/>
    <w:rsid w:val="00BA0C92"/>
    <w:rsid w:val="00BB1E26"/>
    <w:rsid w:val="00BB3805"/>
    <w:rsid w:val="00BB3DF6"/>
    <w:rsid w:val="00BB4CDA"/>
    <w:rsid w:val="00BC1DD5"/>
    <w:rsid w:val="00BC33D7"/>
    <w:rsid w:val="00BC6499"/>
    <w:rsid w:val="00BD6C7D"/>
    <w:rsid w:val="00BE34E2"/>
    <w:rsid w:val="00BE64AE"/>
    <w:rsid w:val="00BF0502"/>
    <w:rsid w:val="00BF070B"/>
    <w:rsid w:val="00BF1286"/>
    <w:rsid w:val="00BF75D7"/>
    <w:rsid w:val="00C026D4"/>
    <w:rsid w:val="00C04003"/>
    <w:rsid w:val="00C04EB5"/>
    <w:rsid w:val="00C050BB"/>
    <w:rsid w:val="00C12A57"/>
    <w:rsid w:val="00C161EA"/>
    <w:rsid w:val="00C17520"/>
    <w:rsid w:val="00C22993"/>
    <w:rsid w:val="00C24E5F"/>
    <w:rsid w:val="00C342EE"/>
    <w:rsid w:val="00C35280"/>
    <w:rsid w:val="00C415B8"/>
    <w:rsid w:val="00C41A1C"/>
    <w:rsid w:val="00C561E5"/>
    <w:rsid w:val="00C61AA2"/>
    <w:rsid w:val="00C620BD"/>
    <w:rsid w:val="00C632E2"/>
    <w:rsid w:val="00C642B0"/>
    <w:rsid w:val="00C679E7"/>
    <w:rsid w:val="00C73D0D"/>
    <w:rsid w:val="00C77A13"/>
    <w:rsid w:val="00C87CBF"/>
    <w:rsid w:val="00C90678"/>
    <w:rsid w:val="00C91FD6"/>
    <w:rsid w:val="00C9283B"/>
    <w:rsid w:val="00C94A9D"/>
    <w:rsid w:val="00C95025"/>
    <w:rsid w:val="00C95E9B"/>
    <w:rsid w:val="00C95FC2"/>
    <w:rsid w:val="00CA1EBC"/>
    <w:rsid w:val="00CA41F2"/>
    <w:rsid w:val="00CB17A5"/>
    <w:rsid w:val="00CB2642"/>
    <w:rsid w:val="00CB5994"/>
    <w:rsid w:val="00CB64CA"/>
    <w:rsid w:val="00CD2C3D"/>
    <w:rsid w:val="00CD5139"/>
    <w:rsid w:val="00CD7230"/>
    <w:rsid w:val="00CF41C0"/>
    <w:rsid w:val="00CF7EE3"/>
    <w:rsid w:val="00D0042E"/>
    <w:rsid w:val="00D02F76"/>
    <w:rsid w:val="00D07972"/>
    <w:rsid w:val="00D10E1A"/>
    <w:rsid w:val="00D11894"/>
    <w:rsid w:val="00D14DDC"/>
    <w:rsid w:val="00D20E44"/>
    <w:rsid w:val="00D251CC"/>
    <w:rsid w:val="00D26594"/>
    <w:rsid w:val="00D2665C"/>
    <w:rsid w:val="00D27677"/>
    <w:rsid w:val="00D30847"/>
    <w:rsid w:val="00D36591"/>
    <w:rsid w:val="00D375FB"/>
    <w:rsid w:val="00D4283C"/>
    <w:rsid w:val="00D437F7"/>
    <w:rsid w:val="00D512EF"/>
    <w:rsid w:val="00D52F78"/>
    <w:rsid w:val="00D537F6"/>
    <w:rsid w:val="00D546E9"/>
    <w:rsid w:val="00D57321"/>
    <w:rsid w:val="00D60BBE"/>
    <w:rsid w:val="00D63E83"/>
    <w:rsid w:val="00D64F1D"/>
    <w:rsid w:val="00D74FD6"/>
    <w:rsid w:val="00D7703C"/>
    <w:rsid w:val="00D8023F"/>
    <w:rsid w:val="00D813DB"/>
    <w:rsid w:val="00D82B8E"/>
    <w:rsid w:val="00D839D9"/>
    <w:rsid w:val="00D90476"/>
    <w:rsid w:val="00DB091C"/>
    <w:rsid w:val="00DB2F43"/>
    <w:rsid w:val="00DB5129"/>
    <w:rsid w:val="00DC2C18"/>
    <w:rsid w:val="00DE08AB"/>
    <w:rsid w:val="00DE25C8"/>
    <w:rsid w:val="00DE5E42"/>
    <w:rsid w:val="00DF30E9"/>
    <w:rsid w:val="00DF7348"/>
    <w:rsid w:val="00E037FC"/>
    <w:rsid w:val="00E04C65"/>
    <w:rsid w:val="00E101A9"/>
    <w:rsid w:val="00E113FF"/>
    <w:rsid w:val="00E1545F"/>
    <w:rsid w:val="00E15CE3"/>
    <w:rsid w:val="00E23587"/>
    <w:rsid w:val="00E23D09"/>
    <w:rsid w:val="00E24A48"/>
    <w:rsid w:val="00E33929"/>
    <w:rsid w:val="00E35866"/>
    <w:rsid w:val="00E35CB3"/>
    <w:rsid w:val="00E42A5B"/>
    <w:rsid w:val="00E51FB0"/>
    <w:rsid w:val="00E529B5"/>
    <w:rsid w:val="00E54457"/>
    <w:rsid w:val="00E61738"/>
    <w:rsid w:val="00E61806"/>
    <w:rsid w:val="00E65638"/>
    <w:rsid w:val="00E70355"/>
    <w:rsid w:val="00E72FEC"/>
    <w:rsid w:val="00E761CA"/>
    <w:rsid w:val="00E77949"/>
    <w:rsid w:val="00E830B7"/>
    <w:rsid w:val="00EA0C39"/>
    <w:rsid w:val="00EA10EB"/>
    <w:rsid w:val="00EA6150"/>
    <w:rsid w:val="00EB1BC3"/>
    <w:rsid w:val="00EB2C26"/>
    <w:rsid w:val="00EC1A57"/>
    <w:rsid w:val="00EC1E69"/>
    <w:rsid w:val="00EC5C5D"/>
    <w:rsid w:val="00EC758F"/>
    <w:rsid w:val="00EC78BA"/>
    <w:rsid w:val="00ED4A8D"/>
    <w:rsid w:val="00ED5FBD"/>
    <w:rsid w:val="00ED7E7B"/>
    <w:rsid w:val="00EE16E9"/>
    <w:rsid w:val="00EE2987"/>
    <w:rsid w:val="00EE70D5"/>
    <w:rsid w:val="00EF49BD"/>
    <w:rsid w:val="00F0333A"/>
    <w:rsid w:val="00F04BA0"/>
    <w:rsid w:val="00F07E41"/>
    <w:rsid w:val="00F14D95"/>
    <w:rsid w:val="00F17C27"/>
    <w:rsid w:val="00F21257"/>
    <w:rsid w:val="00F34200"/>
    <w:rsid w:val="00F437A0"/>
    <w:rsid w:val="00F455F0"/>
    <w:rsid w:val="00F478DF"/>
    <w:rsid w:val="00F57542"/>
    <w:rsid w:val="00F62011"/>
    <w:rsid w:val="00F73262"/>
    <w:rsid w:val="00F74E5F"/>
    <w:rsid w:val="00F84891"/>
    <w:rsid w:val="00F867C6"/>
    <w:rsid w:val="00F86886"/>
    <w:rsid w:val="00F9093B"/>
    <w:rsid w:val="00F9182E"/>
    <w:rsid w:val="00F978E1"/>
    <w:rsid w:val="00FA42A0"/>
    <w:rsid w:val="00FA4507"/>
    <w:rsid w:val="00FA5797"/>
    <w:rsid w:val="00FA7182"/>
    <w:rsid w:val="00FA7E32"/>
    <w:rsid w:val="00FB311C"/>
    <w:rsid w:val="00FB6026"/>
    <w:rsid w:val="00FC2831"/>
    <w:rsid w:val="00FD073B"/>
    <w:rsid w:val="00FD220F"/>
    <w:rsid w:val="00FD2301"/>
    <w:rsid w:val="00FD6488"/>
    <w:rsid w:val="00FD66DD"/>
    <w:rsid w:val="00FE537D"/>
    <w:rsid w:val="00FF0AB2"/>
    <w:rsid w:val="00FF2A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98DD39"/>
  <w15:chartTrackingRefBased/>
  <w15:docId w15:val="{D918FBFC-2EF3-49F9-8ABE-4DA605322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2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uiPriority="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1A1C"/>
    <w:pPr>
      <w:spacing w:after="0"/>
    </w:pPr>
    <w:rPr>
      <w:rFonts w:ascii="Arial" w:eastAsia="Times New Roman" w:hAnsi="Arial" w:cs="Times New Roman"/>
      <w:szCs w:val="24"/>
    </w:rPr>
  </w:style>
  <w:style w:type="paragraph" w:styleId="Heading1">
    <w:name w:val="heading 1"/>
    <w:next w:val="BodyText"/>
    <w:link w:val="Heading1Char"/>
    <w:qFormat/>
    <w:rsid w:val="009160E9"/>
    <w:pPr>
      <w:keepNext/>
      <w:keepLines/>
      <w:widowControl w:val="0"/>
      <w:autoSpaceDE w:val="0"/>
      <w:autoSpaceDN w:val="0"/>
      <w:adjustRightInd w:val="0"/>
      <w:spacing w:before="440"/>
      <w:ind w:left="360" w:hanging="360"/>
      <w:outlineLvl w:val="0"/>
    </w:pPr>
    <w:rPr>
      <w:rFonts w:ascii="Arial" w:eastAsiaTheme="majorEastAsia" w:hAnsi="Arial" w:cstheme="majorBidi"/>
    </w:rPr>
  </w:style>
  <w:style w:type="paragraph" w:styleId="Heading2">
    <w:name w:val="heading 2"/>
    <w:basedOn w:val="BodyText"/>
    <w:next w:val="BodyText"/>
    <w:link w:val="Heading2Char"/>
    <w:qFormat/>
    <w:rsid w:val="00B60F5E"/>
    <w:pPr>
      <w:keepNext/>
      <w:ind w:left="720" w:hanging="720"/>
      <w:outlineLvl w:val="1"/>
    </w:pPr>
    <w:rPr>
      <w:rFonts w:eastAsiaTheme="majorEastAsia" w:cstheme="majorBidi"/>
    </w:rPr>
  </w:style>
  <w:style w:type="paragraph" w:styleId="Heading3">
    <w:name w:val="heading 3"/>
    <w:basedOn w:val="BodyText"/>
    <w:next w:val="BodyText"/>
    <w:link w:val="Heading3Char"/>
    <w:unhideWhenUsed/>
    <w:qFormat/>
    <w:rsid w:val="00B60F5E"/>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60E9"/>
    <w:rPr>
      <w:rFonts w:ascii="Arial" w:eastAsiaTheme="majorEastAsia" w:hAnsi="Arial" w:cstheme="majorBidi"/>
    </w:rPr>
  </w:style>
  <w:style w:type="paragraph" w:styleId="BodyText">
    <w:name w:val="Body Text"/>
    <w:link w:val="BodyTextChar"/>
    <w:rsid w:val="00B60F5E"/>
    <w:rPr>
      <w:rFonts w:ascii="Arial" w:hAnsi="Arial" w:cs="Arial"/>
    </w:rPr>
  </w:style>
  <w:style w:type="character" w:customStyle="1" w:styleId="BodyTextChar">
    <w:name w:val="Body Text Char"/>
    <w:basedOn w:val="DefaultParagraphFont"/>
    <w:link w:val="BodyText"/>
    <w:rsid w:val="00B60F5E"/>
    <w:rPr>
      <w:rFonts w:ascii="Arial" w:hAnsi="Arial" w:cs="Arial"/>
    </w:rPr>
  </w:style>
  <w:style w:type="table" w:customStyle="1" w:styleId="IM">
    <w:name w:val="IM"/>
    <w:basedOn w:val="TableNormal"/>
    <w:uiPriority w:val="99"/>
    <w:rsid w:val="00177C6F"/>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EffectiveDate">
    <w:name w:val="Effective Date"/>
    <w:next w:val="BodyText"/>
    <w:qFormat/>
    <w:rsid w:val="00B60F5E"/>
    <w:pPr>
      <w:spacing w:before="220" w:after="440"/>
      <w:jc w:val="center"/>
    </w:pPr>
    <w:rPr>
      <w:rFonts w:ascii="Arial" w:eastAsia="Times New Roman" w:hAnsi="Arial" w:cs="Arial"/>
    </w:rPr>
  </w:style>
  <w:style w:type="paragraph" w:customStyle="1" w:styleId="Lista">
    <w:name w:val="List a"/>
    <w:basedOn w:val="BodyText"/>
    <w:rsid w:val="00177C6F"/>
    <w:pPr>
      <w:widowControl w:val="0"/>
      <w:autoSpaceDE w:val="0"/>
      <w:autoSpaceDN w:val="0"/>
      <w:adjustRightInd w:val="0"/>
    </w:pPr>
    <w:rPr>
      <w:rFonts w:eastAsia="Times New Roman" w:cs="Times New Roman"/>
      <w:szCs w:val="20"/>
    </w:rPr>
  </w:style>
  <w:style w:type="paragraph" w:styleId="Header">
    <w:name w:val="header"/>
    <w:basedOn w:val="Normal"/>
    <w:link w:val="HeaderChar"/>
    <w:rsid w:val="00177C6F"/>
    <w:pPr>
      <w:tabs>
        <w:tab w:val="center" w:pos="4320"/>
        <w:tab w:val="right" w:pos="8640"/>
      </w:tabs>
    </w:pPr>
  </w:style>
  <w:style w:type="character" w:customStyle="1" w:styleId="HeaderChar">
    <w:name w:val="Header Char"/>
    <w:basedOn w:val="DefaultParagraphFont"/>
    <w:link w:val="Header"/>
    <w:rsid w:val="00177C6F"/>
    <w:rPr>
      <w:rFonts w:ascii="Arial" w:eastAsia="Times New Roman" w:hAnsi="Arial" w:cs="Arial"/>
    </w:rPr>
  </w:style>
  <w:style w:type="character" w:styleId="PageNumber">
    <w:name w:val="page number"/>
    <w:basedOn w:val="DefaultParagraphFont"/>
    <w:rsid w:val="00177C6F"/>
  </w:style>
  <w:style w:type="paragraph" w:styleId="Title">
    <w:name w:val="Title"/>
    <w:next w:val="BodyText"/>
    <w:link w:val="TitleChar"/>
    <w:qFormat/>
    <w:rsid w:val="009160E9"/>
    <w:pPr>
      <w:autoSpaceDE w:val="0"/>
      <w:autoSpaceDN w:val="0"/>
      <w:adjustRightInd w:val="0"/>
      <w:spacing w:before="220"/>
      <w:jc w:val="center"/>
    </w:pPr>
    <w:rPr>
      <w:rFonts w:ascii="Arial" w:eastAsia="Times New Roman" w:hAnsi="Arial" w:cs="Arial"/>
    </w:rPr>
  </w:style>
  <w:style w:type="character" w:customStyle="1" w:styleId="TitleChar">
    <w:name w:val="Title Char"/>
    <w:basedOn w:val="DefaultParagraphFont"/>
    <w:link w:val="Title"/>
    <w:rsid w:val="009160E9"/>
    <w:rPr>
      <w:rFonts w:ascii="Arial" w:eastAsia="Times New Roman" w:hAnsi="Arial" w:cs="Arial"/>
    </w:rPr>
  </w:style>
  <w:style w:type="paragraph" w:styleId="BodyText2">
    <w:name w:val="Body Text 2"/>
    <w:link w:val="BodyText2Char"/>
    <w:rsid w:val="00B60F5E"/>
    <w:pPr>
      <w:ind w:left="720" w:hanging="720"/>
    </w:pPr>
    <w:rPr>
      <w:rFonts w:ascii="Arial" w:eastAsiaTheme="majorEastAsia" w:hAnsi="Arial" w:cstheme="majorBidi"/>
    </w:rPr>
  </w:style>
  <w:style w:type="character" w:customStyle="1" w:styleId="BodyText2Char">
    <w:name w:val="Body Text 2 Char"/>
    <w:basedOn w:val="DefaultParagraphFont"/>
    <w:link w:val="BodyText2"/>
    <w:rsid w:val="00B60F5E"/>
    <w:rPr>
      <w:rFonts w:ascii="Arial" w:eastAsiaTheme="majorEastAsia" w:hAnsi="Arial" w:cstheme="majorBidi"/>
    </w:rPr>
  </w:style>
  <w:style w:type="table" w:customStyle="1" w:styleId="TableGrid4">
    <w:name w:val="Table Grid4"/>
    <w:basedOn w:val="TableNormal"/>
    <w:next w:val="TableGrid"/>
    <w:uiPriority w:val="59"/>
    <w:rsid w:val="00BE34E2"/>
    <w:pPr>
      <w:spacing w:after="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E34E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B60F5E"/>
    <w:rPr>
      <w:rFonts w:ascii="Arial" w:eastAsiaTheme="majorEastAsia" w:hAnsi="Arial" w:cstheme="majorBidi"/>
    </w:rPr>
  </w:style>
  <w:style w:type="paragraph" w:styleId="Footer">
    <w:name w:val="footer"/>
    <w:link w:val="FooterChar"/>
    <w:uiPriority w:val="99"/>
    <w:unhideWhenUsed/>
    <w:rsid w:val="006C0E4B"/>
    <w:pPr>
      <w:widowControl w:val="0"/>
      <w:tabs>
        <w:tab w:val="center" w:pos="4680"/>
        <w:tab w:val="right" w:pos="9360"/>
      </w:tabs>
      <w:autoSpaceDE w:val="0"/>
      <w:autoSpaceDN w:val="0"/>
      <w:adjustRightInd w:val="0"/>
      <w:spacing w:after="0"/>
    </w:pPr>
    <w:rPr>
      <w:rFonts w:ascii="Arial" w:hAnsi="Arial" w:cs="Arial"/>
    </w:rPr>
  </w:style>
  <w:style w:type="character" w:customStyle="1" w:styleId="FooterChar">
    <w:name w:val="Footer Char"/>
    <w:basedOn w:val="DefaultParagraphFont"/>
    <w:link w:val="Footer"/>
    <w:uiPriority w:val="99"/>
    <w:rsid w:val="006C0E4B"/>
    <w:rPr>
      <w:rFonts w:ascii="Arial" w:hAnsi="Arial" w:cs="Arial"/>
    </w:rPr>
  </w:style>
  <w:style w:type="paragraph" w:customStyle="1" w:styleId="Applicability">
    <w:name w:val="Applicability"/>
    <w:basedOn w:val="BodyText"/>
    <w:qFormat/>
    <w:rsid w:val="00B60F5E"/>
    <w:pPr>
      <w:spacing w:before="440"/>
      <w:ind w:left="2160" w:hanging="2160"/>
    </w:pPr>
  </w:style>
  <w:style w:type="paragraph" w:customStyle="1" w:styleId="BodyText-table">
    <w:name w:val="Body Text - table"/>
    <w:qFormat/>
    <w:rsid w:val="00B60F5E"/>
    <w:pPr>
      <w:spacing w:after="0"/>
    </w:pPr>
    <w:rPr>
      <w:rFonts w:ascii="Arial" w:hAnsi="Arial"/>
    </w:rPr>
  </w:style>
  <w:style w:type="paragraph" w:styleId="BodyText3">
    <w:name w:val="Body Text 3"/>
    <w:basedOn w:val="BodyText"/>
    <w:link w:val="BodyText3Char"/>
    <w:rsid w:val="00B60F5E"/>
    <w:pPr>
      <w:ind w:left="720"/>
    </w:pPr>
    <w:rPr>
      <w:rFonts w:eastAsiaTheme="majorEastAsia" w:cstheme="majorBidi"/>
    </w:rPr>
  </w:style>
  <w:style w:type="character" w:customStyle="1" w:styleId="BodyText3Char">
    <w:name w:val="Body Text 3 Char"/>
    <w:basedOn w:val="DefaultParagraphFont"/>
    <w:link w:val="BodyText3"/>
    <w:rsid w:val="00B60F5E"/>
    <w:rPr>
      <w:rFonts w:ascii="Arial" w:eastAsiaTheme="majorEastAsia" w:hAnsi="Arial" w:cstheme="majorBidi"/>
    </w:rPr>
  </w:style>
  <w:style w:type="character" w:customStyle="1" w:styleId="Commitment">
    <w:name w:val="Commitment"/>
    <w:basedOn w:val="DefaultParagraphFont"/>
    <w:uiPriority w:val="1"/>
    <w:qFormat/>
    <w:rsid w:val="008A0A66"/>
    <w:rPr>
      <w:rFonts w:ascii="Arial" w:hAnsi="Arial"/>
      <w:i/>
      <w:iCs/>
      <w:sz w:val="22"/>
    </w:rPr>
  </w:style>
  <w:style w:type="paragraph" w:customStyle="1" w:styleId="CornerstoneBases">
    <w:name w:val="Cornerstone / Bases"/>
    <w:basedOn w:val="BodyText"/>
    <w:qFormat/>
    <w:rsid w:val="00B60F5E"/>
    <w:pPr>
      <w:ind w:left="2160" w:hanging="2160"/>
    </w:pPr>
  </w:style>
  <w:style w:type="paragraph" w:customStyle="1" w:styleId="END">
    <w:name w:val="END"/>
    <w:next w:val="BodyText"/>
    <w:qFormat/>
    <w:rsid w:val="00E761CA"/>
    <w:pPr>
      <w:spacing w:before="440" w:after="440"/>
      <w:jc w:val="center"/>
    </w:pPr>
    <w:rPr>
      <w:rFonts w:ascii="Arial" w:eastAsia="Times New Roman" w:hAnsi="Arial" w:cs="Arial"/>
    </w:rPr>
  </w:style>
  <w:style w:type="character" w:customStyle="1" w:styleId="Heading3Char">
    <w:name w:val="Heading 3 Char"/>
    <w:basedOn w:val="DefaultParagraphFont"/>
    <w:link w:val="Heading3"/>
    <w:rsid w:val="009160E9"/>
    <w:rPr>
      <w:rFonts w:ascii="Arial" w:hAnsi="Arial" w:cs="Arial"/>
    </w:rPr>
  </w:style>
  <w:style w:type="paragraph" w:customStyle="1" w:styleId="IMCIP">
    <w:name w:val="IMC/IP #"/>
    <w:rsid w:val="00B60F5E"/>
    <w:pPr>
      <w:widowControl w:val="0"/>
      <w:pBdr>
        <w:top w:val="single" w:sz="8" w:space="3" w:color="auto"/>
        <w:bottom w:val="single" w:sz="8" w:space="3" w:color="auto"/>
      </w:pBdr>
      <w:jc w:val="center"/>
    </w:pPr>
    <w:rPr>
      <w:rFonts w:ascii="Arial" w:hAnsi="Arial" w:cs="Arial"/>
      <w:iCs/>
      <w:caps/>
    </w:rPr>
  </w:style>
  <w:style w:type="paragraph" w:customStyle="1" w:styleId="NRCINSPECTIONMANUAL">
    <w:name w:val="NRC INSPECTION MANUAL"/>
    <w:next w:val="BodyText"/>
    <w:link w:val="NRCINSPECTIONMANUALChar"/>
    <w:qFormat/>
    <w:rsid w:val="00B60F5E"/>
    <w:pPr>
      <w:tabs>
        <w:tab w:val="center" w:pos="4680"/>
        <w:tab w:val="right" w:pos="9360"/>
      </w:tabs>
    </w:pPr>
    <w:rPr>
      <w:rFonts w:ascii="Arial" w:hAnsi="Arial" w:cs="Arial"/>
      <w:sz w:val="20"/>
    </w:rPr>
  </w:style>
  <w:style w:type="character" w:customStyle="1" w:styleId="NRCINSPECTIONMANUALChar">
    <w:name w:val="NRC INSPECTION MANUAL Char"/>
    <w:basedOn w:val="DefaultParagraphFont"/>
    <w:link w:val="NRCINSPECTIONMANUAL"/>
    <w:rsid w:val="00B60F5E"/>
    <w:rPr>
      <w:rFonts w:ascii="Arial" w:hAnsi="Arial" w:cs="Arial"/>
      <w:sz w:val="20"/>
    </w:rPr>
  </w:style>
  <w:style w:type="paragraph" w:customStyle="1" w:styleId="Requirement">
    <w:name w:val="Requirement"/>
    <w:basedOn w:val="BodyText3"/>
    <w:qFormat/>
    <w:rsid w:val="00B60F5E"/>
    <w:pPr>
      <w:keepNext/>
    </w:pPr>
    <w:rPr>
      <w:b/>
      <w:bCs/>
    </w:rPr>
  </w:style>
  <w:style w:type="paragraph" w:customStyle="1" w:styleId="SpecificGuidance">
    <w:name w:val="Specific Guidance"/>
    <w:basedOn w:val="BodyText3"/>
    <w:qFormat/>
    <w:rsid w:val="00B60F5E"/>
    <w:pPr>
      <w:keepNext/>
    </w:pPr>
    <w:rPr>
      <w:u w:val="single"/>
    </w:rPr>
  </w:style>
  <w:style w:type="paragraph" w:styleId="Revision">
    <w:name w:val="Revision"/>
    <w:hidden/>
    <w:uiPriority w:val="99"/>
    <w:semiHidden/>
    <w:rsid w:val="000A0D1E"/>
    <w:pPr>
      <w:spacing w:after="0"/>
    </w:pPr>
    <w:rPr>
      <w:rFonts w:ascii="Arial" w:eastAsia="Times New Roman" w:hAnsi="Arial" w:cs="Times New Roman"/>
      <w:szCs w:val="24"/>
    </w:rPr>
  </w:style>
  <w:style w:type="paragraph" w:customStyle="1" w:styleId="attachmenttitle">
    <w:name w:val="attachment title"/>
    <w:next w:val="BodyText"/>
    <w:qFormat/>
    <w:rsid w:val="00E761CA"/>
    <w:pPr>
      <w:jc w:val="center"/>
      <w:outlineLvl w:val="0"/>
    </w:pPr>
    <w:rPr>
      <w:rFonts w:ascii="Arial" w:eastAsia="Times New Roman" w:hAnsi="Arial" w:cs="Arial"/>
    </w:rPr>
  </w:style>
  <w:style w:type="paragraph" w:styleId="ListParagraph">
    <w:name w:val="List Paragraph"/>
    <w:basedOn w:val="Normal"/>
    <w:uiPriority w:val="34"/>
    <w:qFormat/>
    <w:rsid w:val="00667A49"/>
    <w:pPr>
      <w:widowControl w:val="0"/>
      <w:autoSpaceDE w:val="0"/>
      <w:autoSpaceDN w:val="0"/>
      <w:adjustRightInd w:val="0"/>
      <w:ind w:left="720"/>
      <w:contextualSpacing/>
    </w:pPr>
    <w:rPr>
      <w:rFonts w:ascii="Segoe Print" w:hAnsi="Segoe Print"/>
      <w:sz w:val="24"/>
    </w:rPr>
  </w:style>
  <w:style w:type="character" w:styleId="CommentReference">
    <w:name w:val="annotation reference"/>
    <w:basedOn w:val="DefaultParagraphFont"/>
    <w:uiPriority w:val="99"/>
    <w:semiHidden/>
    <w:unhideWhenUsed/>
    <w:rsid w:val="00433648"/>
    <w:rPr>
      <w:sz w:val="16"/>
      <w:szCs w:val="16"/>
    </w:rPr>
  </w:style>
  <w:style w:type="paragraph" w:styleId="CommentText">
    <w:name w:val="annotation text"/>
    <w:basedOn w:val="Normal"/>
    <w:link w:val="CommentTextChar"/>
    <w:uiPriority w:val="99"/>
    <w:unhideWhenUsed/>
    <w:rsid w:val="00433648"/>
    <w:rPr>
      <w:sz w:val="20"/>
      <w:szCs w:val="20"/>
    </w:rPr>
  </w:style>
  <w:style w:type="character" w:customStyle="1" w:styleId="CommentTextChar">
    <w:name w:val="Comment Text Char"/>
    <w:basedOn w:val="DefaultParagraphFont"/>
    <w:link w:val="CommentText"/>
    <w:uiPriority w:val="99"/>
    <w:rsid w:val="0043364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433648"/>
    <w:rPr>
      <w:b/>
      <w:bCs/>
    </w:rPr>
  </w:style>
  <w:style w:type="character" w:customStyle="1" w:styleId="CommentSubjectChar">
    <w:name w:val="Comment Subject Char"/>
    <w:basedOn w:val="CommentTextChar"/>
    <w:link w:val="CommentSubject"/>
    <w:uiPriority w:val="99"/>
    <w:semiHidden/>
    <w:rsid w:val="00433648"/>
    <w:rPr>
      <w:rFonts w:ascii="Arial" w:eastAsia="Times New Roman" w:hAnsi="Arial" w:cs="Times New Roman"/>
      <w:b/>
      <w:bCs/>
      <w:sz w:val="20"/>
      <w:szCs w:val="20"/>
    </w:rPr>
  </w:style>
  <w:style w:type="paragraph" w:customStyle="1" w:styleId="Level1">
    <w:name w:val="Level 1"/>
    <w:basedOn w:val="Normal"/>
    <w:rsid w:val="00493737"/>
    <w:pPr>
      <w:widowControl w:val="0"/>
      <w:autoSpaceDE w:val="0"/>
      <w:autoSpaceDN w:val="0"/>
      <w:adjustRightInd w:val="0"/>
      <w:ind w:left="848" w:hanging="604"/>
    </w:pPr>
    <w:rPr>
      <w:rFonts w:ascii="Segoe Print" w:hAnsi="Segoe Print"/>
      <w:sz w:val="24"/>
    </w:rPr>
  </w:style>
  <w:style w:type="paragraph" w:customStyle="1" w:styleId="BodyText4">
    <w:name w:val="Body Text 4"/>
    <w:basedOn w:val="BodyText3"/>
    <w:rsid w:val="00C41A1C"/>
    <w:pPr>
      <w:ind w:left="1080"/>
    </w:pPr>
  </w:style>
  <w:style w:type="paragraph" w:customStyle="1" w:styleId="BodyText5">
    <w:name w:val="Body Text 5"/>
    <w:basedOn w:val="BodyText"/>
    <w:rsid w:val="000158B0"/>
    <w:pPr>
      <w:ind w:lef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CA70CDA2DCF064EA4B9C5148C33A42B" ma:contentTypeVersion="7" ma:contentTypeDescription="Create a new document." ma:contentTypeScope="" ma:versionID="77d29cb73cf90dc0f3cd0942ca8b67eb">
  <xsd:schema xmlns:xsd="http://www.w3.org/2001/XMLSchema" xmlns:xs="http://www.w3.org/2001/XMLSchema" xmlns:p="http://schemas.microsoft.com/office/2006/metadata/properties" xmlns:ns2="b79adf27-6bc4-49d9-9e60-bbf360cb1a42" targetNamespace="http://schemas.microsoft.com/office/2006/metadata/properties" ma:root="true" ma:fieldsID="89bab1821c52d39a29d90f70e91fcdcb" ns2:_="">
    <xsd:import namespace="b79adf27-6bc4-49d9-9e60-bbf360cb1a42"/>
    <xsd:element name="properties">
      <xsd:complexType>
        <xsd:sequence>
          <xsd:element name="documentManagement">
            <xsd:complexType>
              <xsd:all>
                <xsd:element ref="ns2:RecordInfo" minOccurs="0"/>
                <xsd:element ref="ns2:MigrationModifiedDate" minOccurs="0"/>
                <xsd:element ref="ns2:SUNSI"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9adf27-6bc4-49d9-9e60-bbf360cb1a42" elementFormDefault="qualified">
    <xsd:import namespace="http://schemas.microsoft.com/office/2006/documentManagement/types"/>
    <xsd:import namespace="http://schemas.microsoft.com/office/infopath/2007/PartnerControls"/>
    <xsd:element name="RecordInfo" ma:index="8" nillable="true" ma:displayName="Record Info" ma:format="Dropdown" ma:internalName="RecordInfo">
      <xsd:simpleType>
        <xsd:restriction base="dms:Text">
          <xsd:maxLength value="255"/>
        </xsd:restriction>
      </xsd:simpleType>
    </xsd:element>
    <xsd:element name="MigrationModifiedDate" ma:index="9" nillable="true" ma:displayName="Migration Modified Date" ma:format="DateTime" ma:internalName="MigrationModifiedDate">
      <xsd:simpleType>
        <xsd:restriction base="dms:DateTime"/>
      </xsd:simpleType>
    </xsd:element>
    <xsd:element name="SUNSI" ma:index="10" nillable="true" ma:displayName="SUNSI" ma:format="Dropdown" ma:internalName="SUNSI">
      <xsd:simpleType>
        <xsd:restriction base="dms:Text">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igrationModifiedDate xmlns="b79adf27-6bc4-49d9-9e60-bbf360cb1a42" xsi:nil="true"/>
    <SUNSI xmlns="b79adf27-6bc4-49d9-9e60-bbf360cb1a42" xsi:nil="true"/>
    <RecordInfo xmlns="b79adf27-6bc4-49d9-9e60-bbf360cb1a42" xsi:nil="true"/>
  </documentManagement>
</p:properties>
</file>

<file path=customXml/itemProps1.xml><?xml version="1.0" encoding="utf-8"?>
<ds:datastoreItem xmlns:ds="http://schemas.openxmlformats.org/officeDocument/2006/customXml" ds:itemID="{1EB43F4D-54C7-443C-9ECA-517E231B7F33}">
  <ds:schemaRefs>
    <ds:schemaRef ds:uri="http://schemas.openxmlformats.org/officeDocument/2006/bibliography"/>
  </ds:schemaRefs>
</ds:datastoreItem>
</file>

<file path=customXml/itemProps2.xml><?xml version="1.0" encoding="utf-8"?>
<ds:datastoreItem xmlns:ds="http://schemas.openxmlformats.org/officeDocument/2006/customXml" ds:itemID="{0F056320-3175-4A15-86EE-6F45DD677302}">
  <ds:schemaRefs>
    <ds:schemaRef ds:uri="http://schemas.microsoft.com/sharepoint/v3/contenttype/forms"/>
  </ds:schemaRefs>
</ds:datastoreItem>
</file>

<file path=customXml/itemProps3.xml><?xml version="1.0" encoding="utf-8"?>
<ds:datastoreItem xmlns:ds="http://schemas.openxmlformats.org/officeDocument/2006/customXml" ds:itemID="{219019C3-1B50-4D01-B4A1-61A5229772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9adf27-6bc4-49d9-9e60-bbf360cb1a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7D35E5-4329-491A-AF39-B2C6DBA61683}">
  <ds:schemaRefs>
    <ds:schemaRef ds:uri="http://schemas.microsoft.com/office/2006/metadata/properties"/>
    <ds:schemaRef ds:uri="http://schemas.microsoft.com/office/infopath/2007/PartnerControls"/>
    <ds:schemaRef ds:uri="b79adf27-6bc4-49d9-9e60-bbf360cb1a42"/>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TotalTime>
  <Pages>14</Pages>
  <Words>5073</Words>
  <Characters>28917</Characters>
  <Application>Microsoft Office Word</Application>
  <DocSecurity>2</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7</cp:revision>
  <dcterms:created xsi:type="dcterms:W3CDTF">2025-05-23T23:22:00Z</dcterms:created>
  <dcterms:modified xsi:type="dcterms:W3CDTF">2025-06-02T18:42:00Z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0x010100BCA70CDA2DCF064EA4B9C5148C33A42B</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